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9357" w:tblpY="2422"/>
        <w:tblOverlap w:val="never"/>
        <w:tblW w:w="1985" w:type="dxa"/>
        <w:tblCellMar>
          <w:left w:w="0" w:type="dxa"/>
        </w:tblCellMar>
        <w:tblLook w:val="01E0" w:firstRow="1" w:lastRow="1" w:firstColumn="1" w:lastColumn="1" w:noHBand="0" w:noVBand="0"/>
      </w:tblPr>
      <w:tblGrid>
        <w:gridCol w:w="1985"/>
      </w:tblGrid>
      <w:tr w:rsidR="00F37F63" w:rsidRPr="006F6849" w:rsidTr="000B4D0B">
        <w:trPr>
          <w:trHeight w:val="2835"/>
        </w:trPr>
        <w:tc>
          <w:tcPr>
            <w:tcW w:w="2484" w:type="dxa"/>
          </w:tcPr>
          <w:sdt>
            <w:sdtPr>
              <w:alias w:val="Vælg dato"/>
              <w:tag w:val="Vælg dato"/>
              <w:id w:val="-696322164"/>
              <w:placeholder>
                <w:docPart w:val="1102700AAA9243BFBFA7499DA621CF99"/>
              </w:placeholder>
              <w:date w:fullDate="2014-10-03T00:00:00Z">
                <w:dateFormat w:val="d. MMMM yyyy"/>
                <w:lid w:val="da-DK"/>
                <w:storeMappedDataAs w:val="dateTime"/>
                <w:calendar w:val="gregorian"/>
              </w:date>
            </w:sdtPr>
            <w:sdtEndPr/>
            <w:sdtContent>
              <w:p w:rsidR="00F37F63" w:rsidRDefault="00BB03E0" w:rsidP="00F37F63">
                <w:pPr>
                  <w:pStyle w:val="Hjrespaltetekst"/>
                  <w:rPr>
                    <w:rFonts w:ascii="Garamond" w:hAnsi="Garamond"/>
                    <w:noProof w:val="0"/>
                    <w:color w:val="auto"/>
                    <w:spacing w:val="0"/>
                    <w:sz w:val="22"/>
                  </w:rPr>
                </w:pPr>
                <w:r>
                  <w:t>3. oktober 2014</w:t>
                </w:r>
              </w:p>
            </w:sdtContent>
          </w:sdt>
          <w:p w:rsidR="00F37F63" w:rsidRDefault="00F37F63" w:rsidP="00F37F63">
            <w:pPr>
              <w:pStyle w:val="Template-Dato"/>
            </w:pPr>
            <w:r>
              <w:t xml:space="preserve">J.nr. </w:t>
            </w:r>
            <w:bookmarkStart w:id="0" w:name="sagsnr"/>
            <w:bookmarkEnd w:id="0"/>
            <w:r w:rsidR="00645409">
              <w:t>14-2340667</w:t>
            </w:r>
          </w:p>
          <w:p w:rsidR="00F37F63" w:rsidRPr="00102933" w:rsidRDefault="00F37F63" w:rsidP="00F37F63">
            <w:pPr>
              <w:pStyle w:val="Hjrespaltetekst"/>
              <w:rPr>
                <w:lang w:val="nb-NO"/>
              </w:rPr>
            </w:pPr>
            <w:r w:rsidRPr="00102933">
              <w:rPr>
                <w:lang w:val="nb-NO"/>
              </w:rPr>
              <w:t xml:space="preserve"> </w:t>
            </w:r>
          </w:p>
        </w:tc>
      </w:tr>
    </w:tbl>
    <w:tbl>
      <w:tblPr>
        <w:tblStyle w:val="Tabel-Gitter"/>
        <w:tblW w:w="76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655"/>
      </w:tblGrid>
      <w:tr w:rsidR="00F37F63" w:rsidRPr="00094ABD" w:rsidTr="00C45EEB">
        <w:trPr>
          <w:trHeight w:hRule="exact" w:val="2835"/>
        </w:trPr>
        <w:tc>
          <w:tcPr>
            <w:tcW w:w="7655" w:type="dxa"/>
            <w:vAlign w:val="bottom"/>
          </w:tcPr>
          <w:p w:rsidR="00F37F63" w:rsidRPr="00094ABD" w:rsidRDefault="00FB1FE9" w:rsidP="00F37F63">
            <w:r w:rsidRPr="00FB1FE9">
              <w:t>Til Folketinget – Skatteudvalget</w:t>
            </w:r>
          </w:p>
        </w:tc>
      </w:tr>
    </w:tbl>
    <w:p w:rsidR="00F37F63" w:rsidRDefault="00F37F63" w:rsidP="00F37F63"/>
    <w:p w:rsidR="00967833" w:rsidRDefault="00600E3E" w:rsidP="00BB03E0">
      <w:r w:rsidRPr="00684545">
        <w:t xml:space="preserve">Til udvalgets orientering </w:t>
      </w:r>
      <w:r>
        <w:t>vedlægges høringsskema samt de modtagne høringssvar vedr</w:t>
      </w:r>
      <w:r>
        <w:t>ø</w:t>
      </w:r>
      <w:r>
        <w:t xml:space="preserve">rende </w:t>
      </w:r>
      <w:r w:rsidR="00BB03E0">
        <w:t>forslag til l</w:t>
      </w:r>
      <w:r w:rsidR="00BB03E0">
        <w:t>ov om ændring af lov om afgift af elektricitet, lov om afgift af stenkul, brunkul og koks m.v., personskattel</w:t>
      </w:r>
      <w:r w:rsidR="00BB03E0">
        <w:t xml:space="preserve">oven og forskellige andre love </w:t>
      </w:r>
      <w:r w:rsidR="00BB03E0">
        <w:t>(Tilbagerulning af fo</w:t>
      </w:r>
      <w:r w:rsidR="00BB03E0">
        <w:t>r</w:t>
      </w:r>
      <w:r w:rsidR="00BB03E0">
        <w:t>syningssikkerhedsafgiften, nedsættelse af elvarmeafgiften, forhøjelse af elafgiften, tilpa</w:t>
      </w:r>
      <w:r w:rsidR="00BB03E0">
        <w:t>s</w:t>
      </w:r>
      <w:r w:rsidR="00BB03E0">
        <w:t>ning af afgiftsregler for VE-brændsler, forhøjelse af bundskatten og det skrå skatteloft, nedsættelse af den grønne check samt afgiftsforhøjelse på cigarillos m.v.)</w:t>
      </w:r>
      <w:r w:rsidR="00BB03E0">
        <w:t>.</w:t>
      </w:r>
    </w:p>
    <w:p w:rsidR="00BB03E0" w:rsidRDefault="00BB03E0" w:rsidP="00967833"/>
    <w:p w:rsidR="00967833" w:rsidRDefault="00967833" w:rsidP="00967833"/>
    <w:p w:rsidR="005C1E50" w:rsidRDefault="005C1E50" w:rsidP="005C1E50">
      <w:pPr>
        <w:keepNext/>
        <w:keepLines/>
        <w:jc w:val="center"/>
      </w:pPr>
      <w:r>
        <w:t>Benny Engelbrecht</w:t>
      </w:r>
    </w:p>
    <w:p w:rsidR="00967833" w:rsidRDefault="00967833" w:rsidP="00967833">
      <w:pPr>
        <w:keepNext/>
        <w:keepLines/>
        <w:jc w:val="right"/>
      </w:pPr>
      <w:r>
        <w:t xml:space="preserve">/ </w:t>
      </w:r>
      <w:r w:rsidR="00645409">
        <w:t>Lene Skov Henningsen</w:t>
      </w:r>
    </w:p>
    <w:p w:rsidR="00815F28" w:rsidRDefault="00815F28" w:rsidP="00815F28">
      <w:pPr>
        <w:spacing w:line="260" w:lineRule="atLeast"/>
      </w:pPr>
      <w:r>
        <w:br w:type="page"/>
      </w:r>
      <w:bookmarkStart w:id="1" w:name="_GoBack"/>
      <w:bookmarkEnd w:id="1"/>
    </w:p>
    <w:tbl>
      <w:tblPr>
        <w:tblStyle w:val="Tabel-Git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701"/>
        <w:gridCol w:w="142"/>
        <w:gridCol w:w="4517"/>
        <w:gridCol w:w="115"/>
        <w:gridCol w:w="3164"/>
      </w:tblGrid>
      <w:tr w:rsidR="00474E2F" w:rsidTr="00465B41">
        <w:trPr>
          <w:tblHeader/>
        </w:trPr>
        <w:tc>
          <w:tcPr>
            <w:tcW w:w="1701" w:type="dxa"/>
            <w:shd w:val="clear" w:color="auto" w:fill="D1C5C3"/>
            <w:vAlign w:val="center"/>
          </w:tcPr>
          <w:p w:rsidR="00600E3E" w:rsidRDefault="00600E3E" w:rsidP="00B9508F">
            <w:pPr>
              <w:pStyle w:val="Tabel-KolonneOverskrift"/>
            </w:pPr>
            <w:r>
              <w:lastRenderedPageBreak/>
              <w:t>Organisation</w:t>
            </w:r>
          </w:p>
        </w:tc>
        <w:tc>
          <w:tcPr>
            <w:tcW w:w="142" w:type="dxa"/>
            <w:shd w:val="clear" w:color="auto" w:fill="FFFFFF" w:themeFill="background1"/>
            <w:vAlign w:val="center"/>
          </w:tcPr>
          <w:p w:rsidR="00600E3E" w:rsidRDefault="00600E3E" w:rsidP="00B9508F">
            <w:pPr>
              <w:keepNext/>
              <w:keepLines/>
            </w:pPr>
          </w:p>
        </w:tc>
        <w:tc>
          <w:tcPr>
            <w:tcW w:w="4517" w:type="dxa"/>
            <w:shd w:val="clear" w:color="auto" w:fill="D1C5C3" w:themeFill="accent3"/>
            <w:vAlign w:val="center"/>
          </w:tcPr>
          <w:p w:rsidR="00600E3E" w:rsidRDefault="00600E3E" w:rsidP="00B9508F">
            <w:pPr>
              <w:pStyle w:val="Tabel-KolonneOverskrift"/>
            </w:pPr>
            <w:r>
              <w:t>Bemærkninger</w:t>
            </w:r>
          </w:p>
        </w:tc>
        <w:tc>
          <w:tcPr>
            <w:tcW w:w="115" w:type="dxa"/>
            <w:shd w:val="clear" w:color="auto" w:fill="FFFFFF" w:themeFill="background1"/>
            <w:vAlign w:val="center"/>
          </w:tcPr>
          <w:p w:rsidR="00600E3E" w:rsidRDefault="00600E3E" w:rsidP="00B9508F">
            <w:pPr>
              <w:keepNext/>
              <w:keepLines/>
            </w:pPr>
          </w:p>
        </w:tc>
        <w:tc>
          <w:tcPr>
            <w:tcW w:w="3164" w:type="dxa"/>
            <w:shd w:val="clear" w:color="auto" w:fill="14143C" w:themeFill="accent1"/>
            <w:vAlign w:val="center"/>
          </w:tcPr>
          <w:p w:rsidR="00600E3E" w:rsidRDefault="00600E3E" w:rsidP="00B9508F">
            <w:pPr>
              <w:pStyle w:val="Tabel-KolonneOverskriftHvid"/>
            </w:pPr>
            <w:r>
              <w:t>Kommentarer</w:t>
            </w:r>
          </w:p>
        </w:tc>
      </w:tr>
      <w:tr w:rsidR="00474E2F" w:rsidRPr="00B5346F" w:rsidTr="00465B41">
        <w:tc>
          <w:tcPr>
            <w:tcW w:w="1701" w:type="dxa"/>
            <w:tcBorders>
              <w:bottom w:val="single" w:sz="4" w:space="0" w:color="D1C5C3" w:themeColor="accent3"/>
            </w:tcBorders>
            <w:shd w:val="clear" w:color="auto" w:fill="FBF9F9"/>
          </w:tcPr>
          <w:p w:rsidR="00C9462F" w:rsidRDefault="00C9462F" w:rsidP="000B4D0B">
            <w:pPr>
              <w:pStyle w:val="Tabel-BrdtekstmedafstandptekstGaramond"/>
              <w:rPr>
                <w:i/>
              </w:rPr>
            </w:pPr>
            <w:r>
              <w:rPr>
                <w:i/>
              </w:rPr>
              <w:t>Advokatrådet</w:t>
            </w:r>
          </w:p>
        </w:tc>
        <w:tc>
          <w:tcPr>
            <w:tcW w:w="142" w:type="dxa"/>
            <w:shd w:val="clear" w:color="auto" w:fill="FFFFFF" w:themeFill="background1"/>
          </w:tcPr>
          <w:p w:rsidR="00C9462F" w:rsidRPr="00B5346F" w:rsidRDefault="00C9462F" w:rsidP="000B4D0B"/>
        </w:tc>
        <w:tc>
          <w:tcPr>
            <w:tcW w:w="4517" w:type="dxa"/>
            <w:tcBorders>
              <w:bottom w:val="single" w:sz="4" w:space="0" w:color="D1C5C3" w:themeColor="accent3"/>
            </w:tcBorders>
            <w:shd w:val="clear" w:color="auto" w:fill="FBF9F9"/>
          </w:tcPr>
          <w:p w:rsidR="00C9462F" w:rsidRDefault="00B14F26" w:rsidP="000B4D0B">
            <w:pPr>
              <w:pStyle w:val="Tabel-BrdtekstmedafstandptekstGaramond"/>
            </w:pPr>
            <w:r>
              <w:t>I</w:t>
            </w:r>
            <w:r w:rsidR="00C9462F">
              <w:t xml:space="preserve">ngen bemærkninger. </w:t>
            </w:r>
          </w:p>
        </w:tc>
        <w:tc>
          <w:tcPr>
            <w:tcW w:w="115" w:type="dxa"/>
            <w:shd w:val="clear" w:color="auto" w:fill="FFFFFF" w:themeFill="background1"/>
          </w:tcPr>
          <w:p w:rsidR="00C9462F" w:rsidRPr="00B5346F" w:rsidRDefault="00C9462F" w:rsidP="000B4D0B"/>
        </w:tc>
        <w:tc>
          <w:tcPr>
            <w:tcW w:w="3164" w:type="dxa"/>
            <w:tcBorders>
              <w:bottom w:val="single" w:sz="4" w:space="0" w:color="14143C" w:themeColor="accent1"/>
            </w:tcBorders>
            <w:shd w:val="clear" w:color="auto" w:fill="D2CED8"/>
          </w:tcPr>
          <w:p w:rsidR="00C9462F" w:rsidRPr="00B5346F" w:rsidRDefault="00C9462F" w:rsidP="000B4D0B">
            <w:pPr>
              <w:pStyle w:val="Tabel-BrdtekstmedafstandptekstGaramond"/>
            </w:pPr>
          </w:p>
        </w:tc>
      </w:tr>
      <w:tr w:rsidR="00037F00" w:rsidRPr="00B5346F" w:rsidTr="00465B41">
        <w:tc>
          <w:tcPr>
            <w:tcW w:w="1701" w:type="dxa"/>
            <w:tcBorders>
              <w:bottom w:val="single" w:sz="4" w:space="0" w:color="D1C5C3" w:themeColor="accent3"/>
            </w:tcBorders>
            <w:shd w:val="clear" w:color="auto" w:fill="FBF9F9"/>
          </w:tcPr>
          <w:p w:rsidR="00037F00" w:rsidRDefault="00037F00" w:rsidP="000B4D0B">
            <w:pPr>
              <w:pStyle w:val="Tabel-BrdtekstmedafstandptekstGaramond"/>
              <w:rPr>
                <w:i/>
              </w:rPr>
            </w:pPr>
            <w:r>
              <w:rPr>
                <w:i/>
              </w:rPr>
              <w:t>Affald</w:t>
            </w:r>
            <w:r w:rsidR="00B02658">
              <w:rPr>
                <w:i/>
              </w:rPr>
              <w:t xml:space="preserve">- </w:t>
            </w:r>
            <w:r>
              <w:rPr>
                <w:i/>
              </w:rPr>
              <w:t>og Re</w:t>
            </w:r>
            <w:r>
              <w:rPr>
                <w:i/>
              </w:rPr>
              <w:t>s</w:t>
            </w:r>
            <w:r>
              <w:rPr>
                <w:i/>
              </w:rPr>
              <w:t>sourceindustrien</w:t>
            </w:r>
          </w:p>
          <w:p w:rsidR="00385D49" w:rsidRDefault="00DC6E18" w:rsidP="000B4D0B">
            <w:pPr>
              <w:pStyle w:val="Tabel-BrdtekstmedafstandptekstGaramond"/>
              <w:rPr>
                <w:i/>
              </w:rPr>
            </w:pPr>
            <w:r>
              <w:rPr>
                <w:i/>
              </w:rPr>
              <w:t>(AR</w:t>
            </w:r>
            <w:r w:rsidR="00385D49">
              <w:rPr>
                <w:i/>
              </w:rPr>
              <w:t>I)</w:t>
            </w:r>
          </w:p>
        </w:tc>
        <w:tc>
          <w:tcPr>
            <w:tcW w:w="142" w:type="dxa"/>
            <w:shd w:val="clear" w:color="auto" w:fill="FFFFFF" w:themeFill="background1"/>
          </w:tcPr>
          <w:p w:rsidR="00037F00" w:rsidRPr="00B5346F" w:rsidRDefault="00037F00" w:rsidP="000B4D0B"/>
        </w:tc>
        <w:tc>
          <w:tcPr>
            <w:tcW w:w="4517" w:type="dxa"/>
            <w:tcBorders>
              <w:bottom w:val="single" w:sz="4" w:space="0" w:color="D1C5C3" w:themeColor="accent3"/>
            </w:tcBorders>
            <w:shd w:val="clear" w:color="auto" w:fill="FBF9F9"/>
          </w:tcPr>
          <w:p w:rsidR="00EB500A" w:rsidRDefault="00EB500A" w:rsidP="00EB500A">
            <w:pPr>
              <w:pStyle w:val="Tabel-BrdtekstmedafstandptekstGaramond"/>
            </w:pPr>
            <w:r>
              <w:t>Lovforslaget tilbageruller i store træk fors</w:t>
            </w:r>
            <w:r>
              <w:t>y</w:t>
            </w:r>
            <w:r>
              <w:t>ningssikkerhedsafgiften. Det betyder, at afgift</w:t>
            </w:r>
            <w:r>
              <w:t>s</w:t>
            </w:r>
            <w:r>
              <w:t>forskellen mellem fossile brændsler og VE-brændsler reduceres. Det vil alt andet lige mindske incitamentet til ressourceudnyttelse af VE-brændsler, men det er fortsat Skattemin</w:t>
            </w:r>
            <w:r>
              <w:t>i</w:t>
            </w:r>
            <w:r>
              <w:t>steriets vurdering, at den nationale ressourc</w:t>
            </w:r>
            <w:r>
              <w:t>e</w:t>
            </w:r>
            <w:r>
              <w:t>udnyttelse af VE-brændsler vil stige</w:t>
            </w:r>
            <w:r w:rsidR="00DC6E18">
              <w:t>,</w:t>
            </w:r>
            <w:r>
              <w:t xml:space="preserve"> og brugen af fossile brændsler falde. Der vil være forskelle på udviklingen af anvendelsen af de forskellige typer VE-brændsler.</w:t>
            </w:r>
          </w:p>
          <w:p w:rsidR="007D4977" w:rsidRDefault="007D4977" w:rsidP="00EB500A">
            <w:pPr>
              <w:pStyle w:val="Tabel-BrdtekstmedafstandptekstGaramond"/>
            </w:pPr>
          </w:p>
          <w:p w:rsidR="000951E6" w:rsidRDefault="000951E6" w:rsidP="00EB500A">
            <w:pPr>
              <w:pStyle w:val="Tabel-BrdtekstmedafstandptekstGaramond"/>
            </w:pPr>
          </w:p>
          <w:p w:rsidR="000951E6" w:rsidRDefault="000951E6" w:rsidP="00EB500A">
            <w:pPr>
              <w:pStyle w:val="Tabel-BrdtekstmedafstandptekstGaramond"/>
            </w:pPr>
          </w:p>
          <w:p w:rsidR="000951E6" w:rsidRDefault="000951E6" w:rsidP="00EB500A">
            <w:pPr>
              <w:pStyle w:val="Tabel-BrdtekstmedafstandptekstGaramond"/>
            </w:pPr>
          </w:p>
          <w:p w:rsidR="000951E6" w:rsidRDefault="000951E6" w:rsidP="00EB500A">
            <w:pPr>
              <w:pStyle w:val="Tabel-BrdtekstmedafstandptekstGaramond"/>
            </w:pPr>
          </w:p>
          <w:p w:rsidR="000951E6" w:rsidRDefault="000951E6" w:rsidP="00EB500A">
            <w:pPr>
              <w:pStyle w:val="Tabel-BrdtekstmedafstandptekstGaramond"/>
            </w:pPr>
          </w:p>
          <w:p w:rsidR="000951E6" w:rsidRDefault="000951E6" w:rsidP="00EB500A">
            <w:pPr>
              <w:pStyle w:val="Tabel-BrdtekstmedafstandptekstGaramond"/>
            </w:pPr>
          </w:p>
          <w:p w:rsidR="000951E6" w:rsidRDefault="000951E6" w:rsidP="00EB500A">
            <w:pPr>
              <w:pStyle w:val="Tabel-BrdtekstmedafstandptekstGaramond"/>
            </w:pPr>
          </w:p>
          <w:p w:rsidR="000951E6" w:rsidRDefault="000951E6" w:rsidP="00EB500A">
            <w:pPr>
              <w:pStyle w:val="Tabel-BrdtekstmedafstandptekstGaramond"/>
            </w:pPr>
          </w:p>
          <w:p w:rsidR="000951E6" w:rsidRDefault="000951E6" w:rsidP="00EB500A">
            <w:pPr>
              <w:pStyle w:val="Tabel-BrdtekstmedafstandptekstGaramond"/>
            </w:pPr>
          </w:p>
          <w:p w:rsidR="000951E6" w:rsidRDefault="000951E6" w:rsidP="00EB500A">
            <w:pPr>
              <w:pStyle w:val="Tabel-BrdtekstmedafstandptekstGaramond"/>
            </w:pPr>
          </w:p>
          <w:p w:rsidR="000951E6" w:rsidRDefault="000951E6" w:rsidP="00EB500A">
            <w:pPr>
              <w:pStyle w:val="Tabel-BrdtekstmedafstandptekstGaramond"/>
            </w:pPr>
          </w:p>
          <w:p w:rsidR="00EB500A" w:rsidRDefault="00EB500A" w:rsidP="00EB500A">
            <w:pPr>
              <w:pStyle w:val="Tabel-BrdtekstmedafstandptekstGaramond"/>
            </w:pPr>
            <w:r>
              <w:t>Der foreslås desuden afgiftsændringer for VE-brændsler, bestående i en ligestilling af afgift</w:t>
            </w:r>
            <w:r>
              <w:t>s</w:t>
            </w:r>
            <w:r>
              <w:t>belastningen på VE-brændsel og VE-affald, som konkret betyder, at det afgiftsfritages. Det betyder i forhold til i dag, at VE-affald afgift</w:t>
            </w:r>
            <w:r>
              <w:t>s</w:t>
            </w:r>
            <w:r>
              <w:t>lettes med ca. 270 kr. pr. tons, der forbrændes. Baggrunden herfor er en formodning i Skatt</w:t>
            </w:r>
            <w:r>
              <w:t>e</w:t>
            </w:r>
            <w:r>
              <w:t>ministeriet om, at en manglende ligestilling af afgiftsbelastningen på VE-brændsler og VE-affald er i strid med EU’s statsstøtteregler.</w:t>
            </w:r>
          </w:p>
          <w:p w:rsidR="00EB500A" w:rsidRDefault="00EB500A" w:rsidP="00EB500A">
            <w:pPr>
              <w:pStyle w:val="Tabel-BrdtekstmedafstandptekstGaramond"/>
            </w:pPr>
            <w:r>
              <w:t>Det betyder, at det bliver attraktivt at brænde VE-affaldsfraktioner, der i dag bliver gena</w:t>
            </w:r>
            <w:r>
              <w:t>n</w:t>
            </w:r>
            <w:r>
              <w:t>vendt. En reduceret affaldsgenanvendelse vil være i modstrid med Regeringens ressourc</w:t>
            </w:r>
            <w:r>
              <w:t>e</w:t>
            </w:r>
            <w:r>
              <w:t>strategi og vil spænde ben for opnåelsen af genanvendelsesmålene i EU’s affaldsdirektiv.</w:t>
            </w:r>
          </w:p>
          <w:p w:rsidR="00EB500A" w:rsidRDefault="00EB500A" w:rsidP="00EB500A">
            <w:pPr>
              <w:pStyle w:val="Tabel-BrdtekstmedafstandptekstGaramond"/>
            </w:pPr>
          </w:p>
          <w:p w:rsidR="00EB500A" w:rsidRDefault="00EB500A" w:rsidP="00EB500A">
            <w:pPr>
              <w:pStyle w:val="Tabel-BrdtekstmedafstandptekstGaramond"/>
            </w:pPr>
            <w:r>
              <w:lastRenderedPageBreak/>
              <w:t>Affaldsbekendtgørelsen fastsætter, at affald</w:t>
            </w:r>
            <w:r>
              <w:t>s</w:t>
            </w:r>
            <w:r>
              <w:t>producenter skal sende deres genanvendelige affald til genanvendelse. Lovforslaget indfører et incitament til at overtræde nævnte krav og i stedet aflevere affaldet til forbrænding. Det skaber en uhensigtsmæssig modstrid mellem to regelsæt – skattelovgivningen og affaldsreglerne - og det er samtidig problematisk i relation til implementeringen af EU’s affaldsdirektiv og det heri indeholdte affaldshierarki.</w:t>
            </w:r>
          </w:p>
          <w:p w:rsidR="00A810DE" w:rsidRDefault="00A810DE" w:rsidP="00EB500A">
            <w:pPr>
              <w:pStyle w:val="Tabel-BrdtekstmedafstandptekstGaramond"/>
            </w:pPr>
          </w:p>
          <w:p w:rsidR="00EB500A" w:rsidRDefault="00EB500A" w:rsidP="002849D6">
            <w:pPr>
              <w:pStyle w:val="Tabel-BrdtekstmedafstandptekstGaramond"/>
            </w:pPr>
            <w:r>
              <w:t>Differentierede afgifter på forskellige behan</w:t>
            </w:r>
            <w:r>
              <w:t>d</w:t>
            </w:r>
            <w:r>
              <w:t>lingsmetoder for affald er med til at skabe inc</w:t>
            </w:r>
            <w:r>
              <w:t>i</w:t>
            </w:r>
            <w:r>
              <w:t>tamenterne for øget genanvendelse af affald i Danmark. Logikken bag dette er, at der pålæ</w:t>
            </w:r>
            <w:r>
              <w:t>g</w:t>
            </w:r>
            <w:r>
              <w:t xml:space="preserve">ges høj afgift på den adfærd, </w:t>
            </w:r>
            <w:r w:rsidR="00F63BD7">
              <w:t>som ønskes</w:t>
            </w:r>
            <w:r>
              <w:t xml:space="preserve"> mi</w:t>
            </w:r>
            <w:r>
              <w:t>n</w:t>
            </w:r>
            <w:r>
              <w:t xml:space="preserve">dre af, og ingen afgifter på det, </w:t>
            </w:r>
            <w:r w:rsidR="00F63BD7">
              <w:t>som</w:t>
            </w:r>
            <w:r>
              <w:t xml:space="preserve"> </w:t>
            </w:r>
            <w:r w:rsidR="00F63BD7">
              <w:t>ønskes</w:t>
            </w:r>
            <w:r>
              <w:t xml:space="preserve"> m</w:t>
            </w:r>
            <w:r>
              <w:t>e</w:t>
            </w:r>
            <w:r w:rsidR="002849D6">
              <w:t xml:space="preserve">re af. </w:t>
            </w:r>
            <w:r>
              <w:t>Derfor er affald til deponering pålagt den højeste afgift i dag (ca. 475 kr./tons), affald til forbrænding er pålagt en lavere afgift (ca. 270 kr./tons) og affald til genanvendelse er ikke p</w:t>
            </w:r>
            <w:r>
              <w:t>å</w:t>
            </w:r>
            <w:r>
              <w:t>lagt afgift (0 kr./tons). Derved er der med a</w:t>
            </w:r>
            <w:r>
              <w:t>f</w:t>
            </w:r>
            <w:r>
              <w:t>gifter skabt en incitamentsstruktur, som unde</w:t>
            </w:r>
            <w:r>
              <w:t>r</w:t>
            </w:r>
            <w:r>
              <w:t>støtter EU’s og Danmarks miljøregler og må</w:t>
            </w:r>
            <w:r>
              <w:t>l</w:t>
            </w:r>
            <w:r>
              <w:t>sætninger på miljøområdet.</w:t>
            </w:r>
          </w:p>
          <w:p w:rsidR="007D4977" w:rsidRDefault="007D4977" w:rsidP="00EB500A">
            <w:pPr>
              <w:pStyle w:val="Tabel-BrdtekstmedafstandptekstGaramond"/>
            </w:pPr>
          </w:p>
          <w:p w:rsidR="00EB500A" w:rsidRDefault="00EB500A" w:rsidP="00EB500A">
            <w:pPr>
              <w:pStyle w:val="Tabel-BrdtekstmedafstandptekstGaramond"/>
            </w:pPr>
            <w:r>
              <w:t>Det er et princip, som har været gældende i fl</w:t>
            </w:r>
            <w:r>
              <w:t>e</w:t>
            </w:r>
            <w:r>
              <w:t>re årtier, og som er medvirkende årsag til, at genanv</w:t>
            </w:r>
            <w:r w:rsidR="007D4977">
              <w:t>endelsen i Danmark i dag er 61 pct.</w:t>
            </w:r>
            <w:r>
              <w:t xml:space="preserve"> af den totale affaldsmængde, og at forbrænding</w:t>
            </w:r>
            <w:r>
              <w:t>s</w:t>
            </w:r>
            <w:r>
              <w:t>procente</w:t>
            </w:r>
            <w:r w:rsidR="007D4977">
              <w:t>n tilsvarende er faldet til 29 pct.</w:t>
            </w:r>
          </w:p>
          <w:p w:rsidR="00A810DE" w:rsidRDefault="00A810DE" w:rsidP="00EB500A">
            <w:pPr>
              <w:pStyle w:val="Tabel-BrdtekstmedafstandptekstGaramond"/>
            </w:pPr>
          </w:p>
          <w:p w:rsidR="00EB500A" w:rsidRDefault="00EB500A" w:rsidP="00EB500A">
            <w:pPr>
              <w:pStyle w:val="Tabel-BrdtekstmedafstandptekstGaramond"/>
            </w:pPr>
            <w:r>
              <w:t>I afsnit 9, ”Miljømæssige konsekvenser” i b</w:t>
            </w:r>
            <w:r>
              <w:t>e</w:t>
            </w:r>
            <w:r>
              <w:t>mærkningerne til lovforslaget – står:</w:t>
            </w:r>
          </w:p>
          <w:p w:rsidR="00EB500A" w:rsidRDefault="00EB500A" w:rsidP="007D4977">
            <w:pPr>
              <w:pStyle w:val="Tabel-BrdtekstmedafstandptekstGaramond"/>
            </w:pPr>
            <w:r>
              <w:t>”Afgiftsændringerne vil desuden medføre stø</w:t>
            </w:r>
            <w:r>
              <w:t>r</w:t>
            </w:r>
            <w:r>
              <w:t>re sortering. Det øger mulighederne for, at der vil være større affaldsmængder, der genanve</w:t>
            </w:r>
            <w:r>
              <w:t>n</w:t>
            </w:r>
            <w:r>
              <w:t>des</w:t>
            </w:r>
            <w:r w:rsidR="007D4977">
              <w:t xml:space="preserve">”. </w:t>
            </w:r>
            <w:r>
              <w:t>Det er en påstand, som er ganske ud</w:t>
            </w:r>
            <w:r>
              <w:t>o</w:t>
            </w:r>
            <w:r>
              <w:t>kumenteret i materialet, og som vi vurderer, er fejlkon</w:t>
            </w:r>
            <w:r w:rsidR="00A810DE">
              <w:t xml:space="preserve">kluderet. </w:t>
            </w:r>
            <w:r>
              <w:t>”Rene læs” er i lovforslaget d</w:t>
            </w:r>
            <w:r>
              <w:t>e</w:t>
            </w:r>
            <w:r>
              <w:t>fineret som ”læs af affald uden fossilt indhold”, og ikke som læs med én type materiale (altså rene læs af papir, rene læs af pap, rene læs af træ). Dermed er der stor risiko for, at den en</w:t>
            </w:r>
            <w:r>
              <w:t>e</w:t>
            </w:r>
            <w:r>
              <w:lastRenderedPageBreak/>
              <w:t>ste sortering affaldsproducenter og affald</w:t>
            </w:r>
            <w:r>
              <w:t>s</w:t>
            </w:r>
            <w:r>
              <w:t>håndteringsvirksomheder fremover vil foretage i blandet affald er en frasortering af det fossile – altså plast (som mængdemæssigt vejer ganske lidt i den store sammenhæng), hvorefter det øvrige kan sendes til forbrænding afgiftsfrit. Er plasten af en kvalitet, som kan genanvendes, vil der formentlig også være et økonomisk incit</w:t>
            </w:r>
            <w:r>
              <w:t>a</w:t>
            </w:r>
            <w:r>
              <w:t>ment til genanvendelse. Er plasten ikke af en kvalitet, som kan genanvendes, bevirker afgift</w:t>
            </w:r>
            <w:r>
              <w:t>s</w:t>
            </w:r>
            <w:r>
              <w:t xml:space="preserve">strukturen, at der sker en sortering i affald, der efterfølgende køres til sammen behandling (forbrænding). </w:t>
            </w:r>
          </w:p>
          <w:p w:rsidR="002849D6" w:rsidRDefault="002849D6" w:rsidP="007D4977">
            <w:pPr>
              <w:pStyle w:val="Tabel-BrdtekstmedafstandptekstGaramond"/>
            </w:pPr>
          </w:p>
          <w:p w:rsidR="00EB500A" w:rsidRDefault="00106F42" w:rsidP="00D4459A">
            <w:pPr>
              <w:pStyle w:val="Tabel-BrdtekstmedafstandptekstGaramond"/>
            </w:pPr>
            <w:r>
              <w:t>Der foreslås en ny formulering af de miljømæ</w:t>
            </w:r>
            <w:r>
              <w:t>s</w:t>
            </w:r>
            <w:r w:rsidR="00D4459A">
              <w:t>sige konsekvenser ”Såfremt afgiftsændringen står alene, så vil det medføre en lavere gena</w:t>
            </w:r>
            <w:r w:rsidR="00D4459A">
              <w:t>n</w:t>
            </w:r>
            <w:r w:rsidR="00D4459A">
              <w:t>vendelsesgrad af træfraktioner og fraktioner af papir og bølgepap og organisk affald. Forske</w:t>
            </w:r>
            <w:r w:rsidR="00D4459A">
              <w:t>l</w:t>
            </w:r>
            <w:r w:rsidR="00D4459A">
              <w:t>len i afgiftsniveauet mellem genanvendelse og forbrænding (som er 0 kr.), og affaldsfrakti</w:t>
            </w:r>
            <w:r w:rsidR="00D4459A">
              <w:t>o</w:t>
            </w:r>
            <w:r w:rsidR="00D4459A">
              <w:t>nernes genanvendelsesværdi kan ikke godtgøre omkostningen til udsortering og evt. separat indsamling. Det øger risikoen for, at der vil v</w:t>
            </w:r>
            <w:r w:rsidR="00D4459A">
              <w:t>æ</w:t>
            </w:r>
            <w:r w:rsidR="00D4459A">
              <w:t>re færre affaldsmængder samlet set, der gena</w:t>
            </w:r>
            <w:r w:rsidR="00D4459A">
              <w:t>n</w:t>
            </w:r>
            <w:r w:rsidR="00D4459A">
              <w:t>vendes. Dog vil der være mulighed for, at stø</w:t>
            </w:r>
            <w:r w:rsidR="00D4459A">
              <w:t>r</w:t>
            </w:r>
            <w:r w:rsidR="00D4459A">
              <w:t>re mængder plast genanvendes.”.</w:t>
            </w:r>
          </w:p>
          <w:p w:rsidR="00504FF0" w:rsidRDefault="00504FF0" w:rsidP="004E4737">
            <w:pPr>
              <w:pStyle w:val="Tabel-BrdtekstmedafstandptekstGaramond"/>
              <w:ind w:left="0"/>
            </w:pPr>
          </w:p>
          <w:p w:rsidR="00AB18EC" w:rsidRDefault="00AB18EC" w:rsidP="004E4737">
            <w:pPr>
              <w:pStyle w:val="Tabel-BrdtekstmedafstandptekstGaramond"/>
              <w:ind w:left="0"/>
            </w:pPr>
          </w:p>
          <w:p w:rsidR="00AB18EC" w:rsidRDefault="00AB18EC" w:rsidP="004E4737">
            <w:pPr>
              <w:pStyle w:val="Tabel-BrdtekstmedafstandptekstGaramond"/>
              <w:ind w:left="0"/>
            </w:pPr>
          </w:p>
          <w:p w:rsidR="00AB18EC" w:rsidRDefault="00AB18EC" w:rsidP="004E4737">
            <w:pPr>
              <w:pStyle w:val="Tabel-BrdtekstmedafstandptekstGaramond"/>
              <w:ind w:left="0"/>
            </w:pPr>
          </w:p>
          <w:p w:rsidR="00AB18EC" w:rsidRDefault="00AB18EC" w:rsidP="004E4737">
            <w:pPr>
              <w:pStyle w:val="Tabel-BrdtekstmedafstandptekstGaramond"/>
              <w:ind w:left="0"/>
            </w:pPr>
          </w:p>
          <w:p w:rsidR="00AB18EC" w:rsidRDefault="00AB18EC" w:rsidP="004E4737">
            <w:pPr>
              <w:pStyle w:val="Tabel-BrdtekstmedafstandptekstGaramond"/>
              <w:ind w:left="0"/>
            </w:pPr>
          </w:p>
          <w:p w:rsidR="00AB18EC" w:rsidRDefault="00AB18EC" w:rsidP="004E4737">
            <w:pPr>
              <w:pStyle w:val="Tabel-BrdtekstmedafstandptekstGaramond"/>
              <w:ind w:left="0"/>
            </w:pPr>
          </w:p>
          <w:p w:rsidR="00AB18EC" w:rsidRDefault="00AB18EC" w:rsidP="004E4737">
            <w:pPr>
              <w:pStyle w:val="Tabel-BrdtekstmedafstandptekstGaramond"/>
              <w:ind w:left="0"/>
            </w:pPr>
          </w:p>
          <w:p w:rsidR="00AB18EC" w:rsidRDefault="00AB18EC" w:rsidP="004E4737">
            <w:pPr>
              <w:pStyle w:val="Tabel-BrdtekstmedafstandptekstGaramond"/>
              <w:ind w:left="0"/>
            </w:pPr>
          </w:p>
          <w:p w:rsidR="00AB18EC" w:rsidRDefault="00AB18EC" w:rsidP="004E4737">
            <w:pPr>
              <w:pStyle w:val="Tabel-BrdtekstmedafstandptekstGaramond"/>
              <w:ind w:left="0"/>
            </w:pPr>
          </w:p>
          <w:p w:rsidR="00AB18EC" w:rsidRDefault="00AB18EC" w:rsidP="004E4737">
            <w:pPr>
              <w:pStyle w:val="Tabel-BrdtekstmedafstandptekstGaramond"/>
              <w:ind w:left="0"/>
            </w:pPr>
          </w:p>
          <w:p w:rsidR="00AB18EC" w:rsidRDefault="00AB18EC" w:rsidP="004E4737">
            <w:pPr>
              <w:pStyle w:val="Tabel-BrdtekstmedafstandptekstGaramond"/>
              <w:ind w:left="0"/>
            </w:pPr>
          </w:p>
          <w:p w:rsidR="00AB18EC" w:rsidRDefault="00AB18EC" w:rsidP="004E4737">
            <w:pPr>
              <w:pStyle w:val="Tabel-BrdtekstmedafstandptekstGaramond"/>
              <w:ind w:left="0"/>
            </w:pPr>
          </w:p>
          <w:p w:rsidR="00AB18EC" w:rsidRDefault="00AB18EC" w:rsidP="004E4737">
            <w:pPr>
              <w:pStyle w:val="Tabel-BrdtekstmedafstandptekstGaramond"/>
              <w:ind w:left="0"/>
            </w:pPr>
          </w:p>
          <w:p w:rsidR="00AB18EC" w:rsidRDefault="00AB18EC" w:rsidP="004E4737">
            <w:pPr>
              <w:pStyle w:val="Tabel-BrdtekstmedafstandptekstGaramond"/>
              <w:ind w:left="0"/>
            </w:pPr>
          </w:p>
          <w:p w:rsidR="00AB18EC" w:rsidRDefault="00AB18EC" w:rsidP="004E4737">
            <w:pPr>
              <w:pStyle w:val="Tabel-BrdtekstmedafstandptekstGaramond"/>
              <w:ind w:left="0"/>
            </w:pPr>
          </w:p>
          <w:p w:rsidR="00AB18EC" w:rsidRDefault="00AB18EC" w:rsidP="004E4737">
            <w:pPr>
              <w:pStyle w:val="Tabel-BrdtekstmedafstandptekstGaramond"/>
              <w:ind w:left="0"/>
            </w:pPr>
          </w:p>
          <w:p w:rsidR="00AB18EC" w:rsidRDefault="00AB18EC" w:rsidP="004E4737">
            <w:pPr>
              <w:pStyle w:val="Tabel-BrdtekstmedafstandptekstGaramond"/>
              <w:ind w:left="0"/>
            </w:pPr>
          </w:p>
          <w:p w:rsidR="00AB18EC" w:rsidRDefault="00AB18EC" w:rsidP="004E4737">
            <w:pPr>
              <w:pStyle w:val="Tabel-BrdtekstmedafstandptekstGaramond"/>
              <w:ind w:left="0"/>
            </w:pPr>
          </w:p>
          <w:p w:rsidR="00AB18EC" w:rsidRDefault="00AB18EC" w:rsidP="004E4737">
            <w:pPr>
              <w:pStyle w:val="Tabel-BrdtekstmedafstandptekstGaramond"/>
              <w:ind w:left="0"/>
            </w:pPr>
          </w:p>
          <w:p w:rsidR="00AB18EC" w:rsidRDefault="00AB18EC" w:rsidP="004E4737">
            <w:pPr>
              <w:pStyle w:val="Tabel-BrdtekstmedafstandptekstGaramond"/>
              <w:ind w:left="0"/>
            </w:pPr>
          </w:p>
          <w:p w:rsidR="00AB18EC" w:rsidRDefault="00AB18EC" w:rsidP="004E4737">
            <w:pPr>
              <w:pStyle w:val="Tabel-BrdtekstmedafstandptekstGaramond"/>
              <w:ind w:left="0"/>
            </w:pPr>
          </w:p>
          <w:p w:rsidR="00AB18EC" w:rsidRDefault="00AB18EC" w:rsidP="004E4737">
            <w:pPr>
              <w:pStyle w:val="Tabel-BrdtekstmedafstandptekstGaramond"/>
              <w:ind w:left="0"/>
            </w:pPr>
          </w:p>
          <w:p w:rsidR="00AB18EC" w:rsidRDefault="00AB18EC" w:rsidP="004E4737">
            <w:pPr>
              <w:pStyle w:val="Tabel-BrdtekstmedafstandptekstGaramond"/>
              <w:ind w:left="0"/>
            </w:pPr>
          </w:p>
          <w:p w:rsidR="00AB18EC" w:rsidRDefault="00AB18EC" w:rsidP="004E4737">
            <w:pPr>
              <w:pStyle w:val="Tabel-BrdtekstmedafstandptekstGaramond"/>
              <w:ind w:left="0"/>
            </w:pPr>
          </w:p>
          <w:p w:rsidR="00AB18EC" w:rsidRDefault="00AB18EC" w:rsidP="004E4737">
            <w:pPr>
              <w:pStyle w:val="Tabel-BrdtekstmedafstandptekstGaramond"/>
              <w:ind w:left="0"/>
            </w:pPr>
          </w:p>
          <w:p w:rsidR="00AB18EC" w:rsidRDefault="00AB18EC" w:rsidP="004E4737">
            <w:pPr>
              <w:pStyle w:val="Tabel-BrdtekstmedafstandptekstGaramond"/>
              <w:ind w:left="0"/>
            </w:pPr>
          </w:p>
          <w:p w:rsidR="00AB18EC" w:rsidRDefault="00AB18EC" w:rsidP="004E4737">
            <w:pPr>
              <w:pStyle w:val="Tabel-BrdtekstmedafstandptekstGaramond"/>
              <w:ind w:left="0"/>
            </w:pPr>
          </w:p>
          <w:p w:rsidR="00AB18EC" w:rsidRDefault="00AB18EC" w:rsidP="004E4737">
            <w:pPr>
              <w:pStyle w:val="Tabel-BrdtekstmedafstandptekstGaramond"/>
              <w:ind w:left="0"/>
            </w:pPr>
          </w:p>
          <w:p w:rsidR="00AB18EC" w:rsidRDefault="00AB18EC" w:rsidP="004E4737">
            <w:pPr>
              <w:pStyle w:val="Tabel-BrdtekstmedafstandptekstGaramond"/>
              <w:ind w:left="0"/>
            </w:pPr>
          </w:p>
          <w:p w:rsidR="00AB18EC" w:rsidRDefault="00AB18EC" w:rsidP="004E4737">
            <w:pPr>
              <w:pStyle w:val="Tabel-BrdtekstmedafstandptekstGaramond"/>
              <w:ind w:left="0"/>
            </w:pPr>
          </w:p>
          <w:p w:rsidR="00AB18EC" w:rsidRDefault="00AB18EC" w:rsidP="004E4737">
            <w:pPr>
              <w:pStyle w:val="Tabel-BrdtekstmedafstandptekstGaramond"/>
              <w:ind w:left="0"/>
            </w:pPr>
          </w:p>
          <w:p w:rsidR="00AF0059" w:rsidRDefault="00AF0059" w:rsidP="004E4737">
            <w:pPr>
              <w:pStyle w:val="Tabel-BrdtekstmedafstandptekstGaramond"/>
              <w:ind w:left="0"/>
            </w:pPr>
          </w:p>
          <w:p w:rsidR="00AF0059" w:rsidRDefault="00AF0059" w:rsidP="004E4737">
            <w:pPr>
              <w:pStyle w:val="Tabel-BrdtekstmedafstandptekstGaramond"/>
              <w:ind w:left="0"/>
            </w:pPr>
          </w:p>
          <w:p w:rsidR="00575D74" w:rsidRDefault="00575D74" w:rsidP="004E4737">
            <w:pPr>
              <w:pStyle w:val="Tabel-BrdtekstmedafstandptekstGaramond"/>
              <w:ind w:left="0"/>
            </w:pPr>
          </w:p>
          <w:p w:rsidR="00BF5A82" w:rsidRDefault="00BF5A82" w:rsidP="004E4737">
            <w:pPr>
              <w:pStyle w:val="Tabel-BrdtekstmedafstandptekstGaramond"/>
              <w:ind w:left="0"/>
            </w:pPr>
          </w:p>
          <w:p w:rsidR="002F5C2C" w:rsidRDefault="002F5C2C" w:rsidP="004E4737">
            <w:pPr>
              <w:pStyle w:val="Tabel-BrdtekstmedafstandptekstGaramond"/>
              <w:ind w:left="0"/>
            </w:pPr>
          </w:p>
          <w:p w:rsidR="002F5C2C" w:rsidRDefault="002F5C2C" w:rsidP="004E4737">
            <w:pPr>
              <w:pStyle w:val="Tabel-BrdtekstmedafstandptekstGaramond"/>
              <w:ind w:left="0"/>
            </w:pPr>
          </w:p>
          <w:p w:rsidR="002F5C2C" w:rsidRDefault="002F5C2C" w:rsidP="004E4737">
            <w:pPr>
              <w:pStyle w:val="Tabel-BrdtekstmedafstandptekstGaramond"/>
              <w:ind w:left="0"/>
            </w:pPr>
          </w:p>
          <w:p w:rsidR="000E5BE3" w:rsidRDefault="000E5BE3" w:rsidP="004E4737">
            <w:pPr>
              <w:pStyle w:val="Tabel-BrdtekstmedafstandptekstGaramond"/>
              <w:ind w:left="0"/>
            </w:pPr>
          </w:p>
          <w:p w:rsidR="00ED4481" w:rsidRDefault="00ED4481" w:rsidP="004E4737">
            <w:pPr>
              <w:pStyle w:val="Tabel-BrdtekstmedafstandptekstGaramond"/>
              <w:ind w:left="0"/>
            </w:pPr>
          </w:p>
          <w:p w:rsidR="00ED4481" w:rsidRDefault="00ED4481" w:rsidP="004E4737">
            <w:pPr>
              <w:pStyle w:val="Tabel-BrdtekstmedafstandptekstGaramond"/>
              <w:ind w:left="0"/>
            </w:pPr>
          </w:p>
          <w:p w:rsidR="00ED4481" w:rsidRDefault="00ED4481" w:rsidP="004E4737">
            <w:pPr>
              <w:pStyle w:val="Tabel-BrdtekstmedafstandptekstGaramond"/>
              <w:ind w:left="0"/>
            </w:pPr>
          </w:p>
          <w:p w:rsidR="00D4459A" w:rsidRDefault="00D4459A" w:rsidP="004E4737">
            <w:pPr>
              <w:pStyle w:val="Tabel-BrdtekstmedafstandptekstGaramond"/>
              <w:ind w:left="0"/>
            </w:pPr>
          </w:p>
          <w:p w:rsidR="00B52A2F" w:rsidRDefault="00EB500A" w:rsidP="00AB18EC">
            <w:pPr>
              <w:pStyle w:val="Tabel-BrdtekstmedafstandptekstGaramond"/>
            </w:pPr>
            <w:r>
              <w:t xml:space="preserve">Skatteministeriet fastholder, </w:t>
            </w:r>
            <w:r w:rsidR="00130109">
              <w:t xml:space="preserve">at </w:t>
            </w:r>
            <w:r>
              <w:t>afgift</w:t>
            </w:r>
            <w:r w:rsidR="00130109">
              <w:t>sfritagelsen er et krav fra EU og angiver</w:t>
            </w:r>
            <w:r>
              <w:t xml:space="preserve"> kort, at det følger af statsstøttereglerne. Antagelsen må bygge på, at når noget VE-brændsel er afgiftsfritaget, skal alle VE-brændsler være afgiftsfritaget for ikke at forfordele enkelte virksomheder, men Ska</w:t>
            </w:r>
            <w:r>
              <w:t>t</w:t>
            </w:r>
            <w:r>
              <w:t>teministeriet angiver blot, at det følger af stat</w:t>
            </w:r>
            <w:r>
              <w:t>s</w:t>
            </w:r>
            <w:r>
              <w:t xml:space="preserve">støttereglerne. </w:t>
            </w:r>
            <w:r w:rsidR="004E4737">
              <w:t xml:space="preserve">Der efterlyses en gennemgang af de juridiske overvejelser herfor. </w:t>
            </w:r>
          </w:p>
          <w:p w:rsidR="00176C89" w:rsidRDefault="00176C89" w:rsidP="00273D86">
            <w:pPr>
              <w:pStyle w:val="Tabel-BrdtekstmedafstandptekstGaramond"/>
              <w:ind w:left="0"/>
            </w:pPr>
          </w:p>
          <w:p w:rsidR="00EB500A" w:rsidRDefault="00273D86" w:rsidP="008654C2">
            <w:pPr>
              <w:pStyle w:val="Tabel-BrdtekstmedafstandptekstGaramond"/>
            </w:pPr>
            <w:r>
              <w:t>ARI</w:t>
            </w:r>
            <w:r w:rsidR="00EB500A">
              <w:t xml:space="preserve"> mener, at der i høj grad er brug for, at p</w:t>
            </w:r>
            <w:r w:rsidR="00EB500A">
              <w:t>o</w:t>
            </w:r>
            <w:r w:rsidR="00EB500A">
              <w:t>li</w:t>
            </w:r>
            <w:r w:rsidR="00902FBF">
              <w:t xml:space="preserve">tikerne træffer et valg. </w:t>
            </w:r>
            <w:r w:rsidR="00EB500A">
              <w:t>Lovforslaget fjerner (delvist) det økonomiske incitament til at ge</w:t>
            </w:r>
            <w:r w:rsidR="00EB500A">
              <w:t>n</w:t>
            </w:r>
            <w:r w:rsidR="00EB500A">
              <w:t>anvende kildesorteret papir-, pap-. træ- eller madaffald - en genanvendelse</w:t>
            </w:r>
            <w:r>
              <w:t>,</w:t>
            </w:r>
            <w:r w:rsidR="00EB500A">
              <w:t xml:space="preserve"> som indgår i r</w:t>
            </w:r>
            <w:r w:rsidR="00EB500A">
              <w:t>e</w:t>
            </w:r>
            <w:r w:rsidR="00EB500A">
              <w:t>geringens ressourcestrategi for affaldshåndt</w:t>
            </w:r>
            <w:r w:rsidR="00EB500A">
              <w:t>e</w:t>
            </w:r>
            <w:r w:rsidR="00EB500A">
              <w:t>ring</w:t>
            </w:r>
            <w:r>
              <w:t>,</w:t>
            </w:r>
            <w:r w:rsidR="00EB500A">
              <w:t xml:space="preserve"> og som indgår i målsætningerne for ge</w:t>
            </w:r>
            <w:r w:rsidR="00EB500A">
              <w:t>n</w:t>
            </w:r>
            <w:r w:rsidR="00EB500A">
              <w:lastRenderedPageBreak/>
              <w:t>anvendelse i EU’s affaldsdirektiv og emballag</w:t>
            </w:r>
            <w:r w:rsidR="00EB500A">
              <w:t>e</w:t>
            </w:r>
            <w:r w:rsidR="008654C2">
              <w:t xml:space="preserve">direktiv. </w:t>
            </w:r>
            <w:r w:rsidR="00EB500A">
              <w:t>Tilsvarende vil det økonomiske inc</w:t>
            </w:r>
            <w:r w:rsidR="00EB500A">
              <w:t>i</w:t>
            </w:r>
            <w:r w:rsidR="00EB500A">
              <w:t>tamentet til at anvende husdyrgødning, fibre fra separeret afgasset husdyrgødning og spild</w:t>
            </w:r>
            <w:r w:rsidR="00EB500A">
              <w:t>e</w:t>
            </w:r>
            <w:r w:rsidR="00EB500A">
              <w:t>vandsslam til jordbrugsformål blive mindre til trods for, at anvendelse af de store mængder fosfor fra disse kilder er prioriteret i regeri</w:t>
            </w:r>
            <w:r w:rsidR="00EB500A">
              <w:t>n</w:t>
            </w:r>
            <w:r w:rsidR="00EB500A">
              <w:t>gens ressourcestrategi.</w:t>
            </w:r>
          </w:p>
          <w:p w:rsidR="002F26F1" w:rsidRDefault="002F26F1" w:rsidP="00EB500A">
            <w:pPr>
              <w:pStyle w:val="Tabel-BrdtekstmedafstandptekstGaramond"/>
            </w:pPr>
          </w:p>
          <w:p w:rsidR="00EB500A" w:rsidRDefault="00EB500A" w:rsidP="00EB500A">
            <w:pPr>
              <w:pStyle w:val="Tabel-BrdtekstmedafstandptekstGaramond"/>
            </w:pPr>
            <w:r>
              <w:t>Affaldsbekendtgørelsen fastsætter som et krav til alle affaldsproducenter, at de skal kildesort</w:t>
            </w:r>
            <w:r>
              <w:t>e</w:t>
            </w:r>
            <w:r>
              <w:t>re deres affald. Når materialerne er separeret, skal materialer, som er genanvende</w:t>
            </w:r>
            <w:r w:rsidR="005E3CA7">
              <w:t xml:space="preserve">lige, sendes til genanvendelse. </w:t>
            </w:r>
            <w:r>
              <w:t>Nu ønskes en regel indført, som giver incitament til/økonomisk belønner overtrædelsen af ovennævnte regler. Det skaber en uhensigtsmæssig modstrid mellem to rege</w:t>
            </w:r>
            <w:r>
              <w:t>l</w:t>
            </w:r>
            <w:r>
              <w:t xml:space="preserve">sæt – skattelovgivningen og affaldsreglerne. </w:t>
            </w:r>
          </w:p>
          <w:p w:rsidR="005E3CA7" w:rsidRDefault="005E3CA7" w:rsidP="00EB500A">
            <w:pPr>
              <w:pStyle w:val="Tabel-BrdtekstmedafstandptekstGaramond"/>
            </w:pPr>
          </w:p>
          <w:p w:rsidR="00EB500A" w:rsidRDefault="00EB500A" w:rsidP="002F26F1">
            <w:pPr>
              <w:pStyle w:val="Tabel-BrdtekstmedafstandptekstGaramond"/>
            </w:pPr>
            <w:r>
              <w:t>Det er også problematisk i relation til impl</w:t>
            </w:r>
            <w:r>
              <w:t>e</w:t>
            </w:r>
            <w:r>
              <w:t>menteringen af EU’s affaldsdirektiv og det heri indeholdte affaldshierarki. Implementeringen er sket i miljøbeskyttel</w:t>
            </w:r>
            <w:r w:rsidR="002F26F1">
              <w:t xml:space="preserve">sesloven. </w:t>
            </w:r>
            <w:r>
              <w:t>Hierarkiet kan alene – lovligt – fraviges, såfremt myndigh</w:t>
            </w:r>
            <w:r>
              <w:t>e</w:t>
            </w:r>
            <w:r>
              <w:t>derne har foretaget en livscyklusvurdering, der understøtter fravigel</w:t>
            </w:r>
            <w:r w:rsidR="00A810DE">
              <w:t>sen af hierarkiet</w:t>
            </w:r>
            <w:r>
              <w:t>. Vi er ikke bekendt med udarbejdelsen af en sådan, men beder Skatteministeriet offentliggøre den inden lovforslagets fremsættelse.</w:t>
            </w:r>
          </w:p>
          <w:p w:rsidR="00EB500A" w:rsidRDefault="00EB500A" w:rsidP="00EB500A">
            <w:pPr>
              <w:pStyle w:val="Tabel-BrdtekstmedafstandptekstGaramond"/>
            </w:pPr>
          </w:p>
          <w:p w:rsidR="0076009A" w:rsidRDefault="00EB500A" w:rsidP="00ED4481">
            <w:pPr>
              <w:pStyle w:val="Tabel-BrdtekstmedafstandptekstGaramond"/>
            </w:pPr>
            <w:r>
              <w:t>Det VE-affald</w:t>
            </w:r>
            <w:r w:rsidR="006D38E4">
              <w:t>,</w:t>
            </w:r>
            <w:r>
              <w:t xml:space="preserve"> der - som noget nyt i forhold til gældende ret – afgiftsfritages, er ”affald i hele selvstændige læs til forbrænding, som ikke i</w:t>
            </w:r>
            <w:r>
              <w:t>n</w:t>
            </w:r>
            <w:r>
              <w:t>deholder kulbrinter eller varer m.v., som er a</w:t>
            </w:r>
            <w:r>
              <w:t>f</w:t>
            </w:r>
            <w:r>
              <w:t>giftspligtige efter § 1, stk. 1, nr. 1-4, eller a</w:t>
            </w:r>
            <w:r>
              <w:t>f</w:t>
            </w:r>
            <w:r>
              <w:t>giftspligtige efter lov om energiafgift af min</w:t>
            </w:r>
            <w:r>
              <w:t>e</w:t>
            </w:r>
            <w:r>
              <w:t>ralolieprodukter m.v.”. Beskrivelsen af dette a</w:t>
            </w:r>
            <w:r>
              <w:t>f</w:t>
            </w:r>
            <w:r>
              <w:t>fald er ændret en smule siden forrige høring. I den høring var det ” affald med et vægtindhold af ikke bionedbrydeligt affald på mindre end 1 pct.”. Der er altså i princippet tale om to stramninger via et krav om, at affaldet skal ti</w:t>
            </w:r>
            <w:r>
              <w:t>l</w:t>
            </w:r>
            <w:r>
              <w:t>føres i hele sel</w:t>
            </w:r>
            <w:r w:rsidR="002F26F1">
              <w:t>vstændige læs og et krav om 0 pct.</w:t>
            </w:r>
            <w:r w:rsidR="001D5659">
              <w:t xml:space="preserve"> </w:t>
            </w:r>
            <w:r>
              <w:t>indhold af fossilt affald.</w:t>
            </w:r>
          </w:p>
          <w:p w:rsidR="00EB500A" w:rsidRDefault="00D804AE" w:rsidP="00EB500A">
            <w:pPr>
              <w:pStyle w:val="Tabel-BrdtekstmedafstandptekstGaramond"/>
            </w:pPr>
            <w:r>
              <w:lastRenderedPageBreak/>
              <w:t>ARI</w:t>
            </w:r>
            <w:r w:rsidR="00074DB8">
              <w:t xml:space="preserve"> </w:t>
            </w:r>
            <w:r w:rsidR="00EB500A">
              <w:t>bifalder</w:t>
            </w:r>
            <w:r w:rsidR="002F26F1">
              <w:t xml:space="preserve">, at der nu opereres med en 0 pct. </w:t>
            </w:r>
            <w:r w:rsidR="00EB500A">
              <w:t>grænse og ik</w:t>
            </w:r>
            <w:r w:rsidR="002F26F1">
              <w:t xml:space="preserve">ke en 1 pct. grænse, da 1 pct. </w:t>
            </w:r>
            <w:r w:rsidR="0076009A">
              <w:t>græ</w:t>
            </w:r>
            <w:r w:rsidR="0076009A">
              <w:t>n</w:t>
            </w:r>
            <w:r w:rsidR="0076009A">
              <w:t xml:space="preserve">sen </w:t>
            </w:r>
            <w:r w:rsidR="00EB500A">
              <w:t>vil resultere i mange afgiftsfrie læs</w:t>
            </w:r>
            <w:r w:rsidR="0055474D">
              <w:t>,</w:t>
            </w:r>
            <w:r w:rsidR="00EB500A">
              <w:t xml:space="preserve"> uanset et stort volumenmæssigt indhold af plast.</w:t>
            </w:r>
          </w:p>
          <w:p w:rsidR="00EB500A" w:rsidRDefault="00EB500A" w:rsidP="00EB500A">
            <w:pPr>
              <w:pStyle w:val="Tabel-BrdtekstmedafstandptekstGaramond"/>
              <w:ind w:left="0"/>
            </w:pPr>
          </w:p>
          <w:p w:rsidR="00EB500A" w:rsidRDefault="0076009A" w:rsidP="00EB500A">
            <w:pPr>
              <w:pStyle w:val="Tabel-BrdtekstmedafstandptekstGaramond"/>
            </w:pPr>
            <w:r>
              <w:t xml:space="preserve">I forhold til dokumentationskravet bemærkes, at det fremgår af bemærkningerne, at der </w:t>
            </w:r>
            <w:r w:rsidR="00EB500A">
              <w:t>er tale om to forskellige krav til dokumenta</w:t>
            </w:r>
            <w:r w:rsidR="002F26F1">
              <w:t>tion for afgiftsfritagelsen (0 pct.</w:t>
            </w:r>
            <w:r w:rsidR="00EB500A">
              <w:t xml:space="preserve">). Hvis affaldet er ”født” uden plast m.v., som det eksempelvis er tilfældet med husdyrgødning, gælder der ingen specifikke dokumentationskrav. </w:t>
            </w:r>
          </w:p>
          <w:p w:rsidR="0076009A" w:rsidRDefault="0076009A" w:rsidP="00EB500A">
            <w:pPr>
              <w:pStyle w:val="Tabel-BrdtekstmedafstandptekstGaramond"/>
            </w:pPr>
          </w:p>
          <w:p w:rsidR="00EB500A" w:rsidRDefault="00EB500A" w:rsidP="00EB500A">
            <w:pPr>
              <w:pStyle w:val="Tabel-BrdtekstmedafstandptekstGaramond"/>
            </w:pPr>
            <w:r>
              <w:t>ARI støtter, at der opereres med to forskellige krav til dokumentation. Det giver god mening og sikrer, at affaldslæs, hvor sandsynligheden for et fossilt indhold er minimal, ikke underk</w:t>
            </w:r>
            <w:r>
              <w:t>a</w:t>
            </w:r>
            <w:r>
              <w:t>stes tunge dokumentationskrav.</w:t>
            </w:r>
          </w:p>
          <w:p w:rsidR="0076009A" w:rsidRDefault="0076009A" w:rsidP="00EB500A">
            <w:pPr>
              <w:pStyle w:val="Tabel-BrdtekstmedafstandptekstGaramond"/>
            </w:pPr>
          </w:p>
          <w:p w:rsidR="00EB500A" w:rsidRDefault="00EB500A" w:rsidP="002F5C0A">
            <w:pPr>
              <w:pStyle w:val="Tabel-BrdtekstmedafstandptekstGaramond"/>
            </w:pPr>
            <w:r>
              <w:t>Det foreslås i lovforslaget, at skatteministeren gives hjemmel til at fastsætte nærmere regler om ovennævnte dokumentation, herunder regnskab, vedrørende dette affald. Det vil være regler i en bekendtgørelse, som skatteminist</w:t>
            </w:r>
            <w:r>
              <w:t>e</w:t>
            </w:r>
            <w:r>
              <w:t>ren udsteder efterfølgende. Dokumentationen skal gives til told- og skattemyndighederne på forlangende.</w:t>
            </w:r>
            <w:r w:rsidR="001D5659">
              <w:t xml:space="preserve"> </w:t>
            </w:r>
            <w:r w:rsidR="002F5C0A">
              <w:t xml:space="preserve"> Der foreslås yderligere krav til den angivne dokumentation. </w:t>
            </w:r>
          </w:p>
          <w:p w:rsidR="001D5659" w:rsidRDefault="001D5659" w:rsidP="002F5C0A">
            <w:pPr>
              <w:pStyle w:val="Tabel-BrdtekstmedafstandptekstGaramond"/>
              <w:ind w:left="0"/>
            </w:pPr>
          </w:p>
          <w:p w:rsidR="001B7801" w:rsidRDefault="001B7801" w:rsidP="00EB500A">
            <w:pPr>
              <w:pStyle w:val="Tabel-BrdtekstmedafstandptekstGaramond"/>
            </w:pPr>
          </w:p>
          <w:p w:rsidR="001B7801" w:rsidRDefault="001B7801" w:rsidP="00EB500A">
            <w:pPr>
              <w:pStyle w:val="Tabel-BrdtekstmedafstandptekstGaramond"/>
            </w:pPr>
          </w:p>
          <w:p w:rsidR="001B7801" w:rsidRDefault="001B7801" w:rsidP="00EB500A">
            <w:pPr>
              <w:pStyle w:val="Tabel-BrdtekstmedafstandptekstGaramond"/>
            </w:pPr>
          </w:p>
          <w:p w:rsidR="001B7801" w:rsidRDefault="001B7801" w:rsidP="00EB500A">
            <w:pPr>
              <w:pStyle w:val="Tabel-BrdtekstmedafstandptekstGaramond"/>
            </w:pPr>
          </w:p>
          <w:p w:rsidR="001B7801" w:rsidRDefault="001B7801" w:rsidP="00EB500A">
            <w:pPr>
              <w:pStyle w:val="Tabel-BrdtekstmedafstandptekstGaramond"/>
            </w:pPr>
          </w:p>
          <w:p w:rsidR="001B7801" w:rsidRDefault="001B7801" w:rsidP="00EB500A">
            <w:pPr>
              <w:pStyle w:val="Tabel-BrdtekstmedafstandptekstGaramond"/>
            </w:pPr>
          </w:p>
          <w:p w:rsidR="001B7801" w:rsidRDefault="001B7801" w:rsidP="00EB500A">
            <w:pPr>
              <w:pStyle w:val="Tabel-BrdtekstmedafstandptekstGaramond"/>
            </w:pPr>
          </w:p>
          <w:p w:rsidR="001B7801" w:rsidRDefault="001B7801" w:rsidP="00EB500A">
            <w:pPr>
              <w:pStyle w:val="Tabel-BrdtekstmedafstandptekstGaramond"/>
            </w:pPr>
          </w:p>
          <w:p w:rsidR="001B7801" w:rsidRDefault="001B7801" w:rsidP="00EB500A">
            <w:pPr>
              <w:pStyle w:val="Tabel-BrdtekstmedafstandptekstGaramond"/>
            </w:pPr>
          </w:p>
          <w:p w:rsidR="001B7801" w:rsidRDefault="001B7801" w:rsidP="00EB500A">
            <w:pPr>
              <w:pStyle w:val="Tabel-BrdtekstmedafstandptekstGaramond"/>
            </w:pPr>
          </w:p>
          <w:p w:rsidR="001B7801" w:rsidRDefault="001B7801" w:rsidP="00EB500A">
            <w:pPr>
              <w:pStyle w:val="Tabel-BrdtekstmedafstandptekstGaramond"/>
            </w:pPr>
          </w:p>
          <w:p w:rsidR="001B7801" w:rsidRDefault="001B7801" w:rsidP="00EB500A">
            <w:pPr>
              <w:pStyle w:val="Tabel-BrdtekstmedafstandptekstGaramond"/>
            </w:pPr>
          </w:p>
          <w:p w:rsidR="001B7801" w:rsidRDefault="001B7801" w:rsidP="00EB500A">
            <w:pPr>
              <w:pStyle w:val="Tabel-BrdtekstmedafstandptekstGaramond"/>
            </w:pPr>
          </w:p>
          <w:p w:rsidR="001B7801" w:rsidRDefault="001B7801" w:rsidP="00EB500A">
            <w:pPr>
              <w:pStyle w:val="Tabel-BrdtekstmedafstandptekstGaramond"/>
            </w:pPr>
          </w:p>
          <w:p w:rsidR="001B7801" w:rsidRDefault="001B7801" w:rsidP="00EB500A">
            <w:pPr>
              <w:pStyle w:val="Tabel-BrdtekstmedafstandptekstGaramond"/>
            </w:pPr>
          </w:p>
          <w:p w:rsidR="00A06D09" w:rsidRDefault="00A06D09" w:rsidP="00EB500A">
            <w:pPr>
              <w:pStyle w:val="Tabel-BrdtekstmedafstandptekstGaramond"/>
            </w:pPr>
          </w:p>
          <w:p w:rsidR="00A06D09" w:rsidRDefault="00A06D09" w:rsidP="00A06D09">
            <w:pPr>
              <w:pStyle w:val="Tabel-BrdtekstmedafstandptekstGaramond"/>
              <w:ind w:left="0"/>
            </w:pPr>
          </w:p>
          <w:p w:rsidR="001B7801" w:rsidRDefault="001B7801" w:rsidP="00EB500A">
            <w:pPr>
              <w:pStyle w:val="Tabel-BrdtekstmedafstandptekstGaramond"/>
            </w:pPr>
          </w:p>
          <w:p w:rsidR="00A06D09" w:rsidRDefault="00A06D09" w:rsidP="00EB500A">
            <w:pPr>
              <w:pStyle w:val="Tabel-BrdtekstmedafstandptekstGaramond"/>
            </w:pPr>
          </w:p>
          <w:p w:rsidR="00A06D09" w:rsidRDefault="00A06D09" w:rsidP="00EB500A">
            <w:pPr>
              <w:pStyle w:val="Tabel-BrdtekstmedafstandptekstGaramond"/>
            </w:pPr>
          </w:p>
          <w:p w:rsidR="00ED4481" w:rsidRDefault="00ED4481" w:rsidP="00ED4481">
            <w:pPr>
              <w:pStyle w:val="Tabel-BrdtekstmedafstandptekstGaramond"/>
              <w:ind w:left="0"/>
            </w:pPr>
          </w:p>
          <w:p w:rsidR="00346D29" w:rsidRDefault="00346D29" w:rsidP="005D3D38">
            <w:pPr>
              <w:pStyle w:val="Tabel-BrdtekstmedafstandptekstGaramond"/>
              <w:ind w:left="0"/>
            </w:pPr>
          </w:p>
          <w:p w:rsidR="00EB500A" w:rsidRDefault="00235043" w:rsidP="00EB500A">
            <w:pPr>
              <w:pStyle w:val="Tabel-BrdtekstmedafstandptekstGaramond"/>
            </w:pPr>
            <w:r>
              <w:t>Endelig nævnes</w:t>
            </w:r>
            <w:r w:rsidR="00EB500A">
              <w:t xml:space="preserve"> he</w:t>
            </w:r>
            <w:r>
              <w:t>nvisningen til slambekend</w:t>
            </w:r>
            <w:r>
              <w:t>t</w:t>
            </w:r>
            <w:r>
              <w:t>gørelsen, og det anføres, at denne henvisning ikke er relevant.</w:t>
            </w:r>
          </w:p>
          <w:p w:rsidR="004C56B8" w:rsidRDefault="004C56B8" w:rsidP="00EB500A">
            <w:pPr>
              <w:pStyle w:val="Tabel-BrdtekstmedafstandptekstGaramond"/>
            </w:pPr>
          </w:p>
          <w:p w:rsidR="00037F00" w:rsidRDefault="00235043" w:rsidP="001D5659">
            <w:pPr>
              <w:pStyle w:val="Tabel-BrdtekstmedafstandptekstGaramond"/>
            </w:pPr>
            <w:r>
              <w:t xml:space="preserve">Der opfordres til at følge udviklingen samt yde tilsyn hermed. </w:t>
            </w:r>
          </w:p>
        </w:tc>
        <w:tc>
          <w:tcPr>
            <w:tcW w:w="115" w:type="dxa"/>
            <w:shd w:val="clear" w:color="auto" w:fill="FFFFFF" w:themeFill="background1"/>
          </w:tcPr>
          <w:p w:rsidR="00037F00" w:rsidRPr="00B5346F" w:rsidRDefault="00037F00" w:rsidP="000B4D0B"/>
        </w:tc>
        <w:tc>
          <w:tcPr>
            <w:tcW w:w="3164" w:type="dxa"/>
            <w:tcBorders>
              <w:bottom w:val="single" w:sz="4" w:space="0" w:color="14143C" w:themeColor="accent1"/>
            </w:tcBorders>
            <w:shd w:val="clear" w:color="auto" w:fill="D2CED8"/>
          </w:tcPr>
          <w:p w:rsidR="004C4B4D" w:rsidRDefault="002803D3" w:rsidP="000B4D0B">
            <w:pPr>
              <w:pStyle w:val="Tabel-BrdtekstmedafstandptekstGaramond"/>
            </w:pPr>
            <w:r w:rsidRPr="00237FF6">
              <w:t>Det er ikke korrekt, at tilbag</w:t>
            </w:r>
            <w:r w:rsidRPr="00237FF6">
              <w:t>e</w:t>
            </w:r>
            <w:r w:rsidRPr="00237FF6">
              <w:t>rulningen af FSA betyder, at afgiftsforskellen mellem fo</w:t>
            </w:r>
            <w:r w:rsidR="000951E6" w:rsidRPr="00237FF6">
              <w:t>ssile brændsler og VE-brændsler (afgiftsspændet) reduceres</w:t>
            </w:r>
            <w:r w:rsidRPr="00237FF6">
              <w:t>. A</w:t>
            </w:r>
            <w:r w:rsidRPr="00237FF6">
              <w:t>f</w:t>
            </w:r>
            <w:r w:rsidRPr="00237FF6">
              <w:t>giftsspændet reduceres pga</w:t>
            </w:r>
            <w:r w:rsidR="000951E6" w:rsidRPr="00237FF6">
              <w:t>.</w:t>
            </w:r>
            <w:r w:rsidRPr="00237FF6">
              <w:t xml:space="preserve"> a</w:t>
            </w:r>
            <w:r w:rsidRPr="00237FF6">
              <w:t>f</w:t>
            </w:r>
            <w:r w:rsidRPr="00237FF6">
              <w:t>taleelement om</w:t>
            </w:r>
            <w:r w:rsidR="004C4B4D" w:rsidRPr="00237FF6">
              <w:t xml:space="preserve"> tilbagerulning af afgiftsforhøjelserne på foss</w:t>
            </w:r>
            <w:r w:rsidR="004C4B4D" w:rsidRPr="00237FF6">
              <w:t>i</w:t>
            </w:r>
            <w:r w:rsidR="004C4B4D" w:rsidRPr="00237FF6">
              <w:t xml:space="preserve">le brændsler fra </w:t>
            </w:r>
            <w:r w:rsidR="004C4B4D" w:rsidRPr="00237FF6">
              <w:rPr>
                <w:i/>
              </w:rPr>
              <w:t>Forårspakke 2.0</w:t>
            </w:r>
            <w:r w:rsidRPr="00237FF6">
              <w:rPr>
                <w:i/>
              </w:rPr>
              <w:t xml:space="preserve">. </w:t>
            </w:r>
            <w:r w:rsidRPr="00237FF6">
              <w:t xml:space="preserve">Herved </w:t>
            </w:r>
            <w:r w:rsidR="004C4B4D" w:rsidRPr="00237FF6">
              <w:t xml:space="preserve">genoprettes </w:t>
            </w:r>
            <w:r w:rsidR="002F5C2C">
              <w:t>det</w:t>
            </w:r>
            <w:r w:rsidR="004C4B4D" w:rsidRPr="00237FF6">
              <w:t xml:space="preserve"> a</w:t>
            </w:r>
            <w:r w:rsidR="004C4B4D" w:rsidRPr="00237FF6">
              <w:t>f</w:t>
            </w:r>
            <w:r w:rsidR="004C4B4D" w:rsidRPr="00237FF6">
              <w:t>giftsmæssige konkurrence fo</w:t>
            </w:r>
            <w:r w:rsidR="004C4B4D" w:rsidRPr="00237FF6">
              <w:t>r</w:t>
            </w:r>
            <w:r w:rsidR="004C4B4D" w:rsidRPr="00237FF6">
              <w:t>hold mellem VE-brændsler og fossile brændsler fra før energ</w:t>
            </w:r>
            <w:r w:rsidR="004C4B4D" w:rsidRPr="00237FF6">
              <w:t>i</w:t>
            </w:r>
            <w:r w:rsidR="004C4B4D" w:rsidRPr="00237FF6">
              <w:t xml:space="preserve">afgiftsforhøjelserne i </w:t>
            </w:r>
            <w:r w:rsidR="004C4B4D" w:rsidRPr="00237FF6">
              <w:rPr>
                <w:i/>
              </w:rPr>
              <w:t>Forårspa</w:t>
            </w:r>
            <w:r w:rsidR="004C4B4D" w:rsidRPr="00237FF6">
              <w:rPr>
                <w:i/>
              </w:rPr>
              <w:t>k</w:t>
            </w:r>
            <w:r w:rsidR="004C4B4D" w:rsidRPr="00237FF6">
              <w:rPr>
                <w:i/>
              </w:rPr>
              <w:t>ke 2.0</w:t>
            </w:r>
            <w:r w:rsidR="004C4B4D" w:rsidRPr="00237FF6">
              <w:t>, som anbefalet af Skatt</w:t>
            </w:r>
            <w:r w:rsidR="004C4B4D" w:rsidRPr="00237FF6">
              <w:t>e</w:t>
            </w:r>
            <w:r w:rsidR="004C4B4D" w:rsidRPr="00237FF6">
              <w:t>kommissionen og Klimako</w:t>
            </w:r>
            <w:r w:rsidR="004C4B4D" w:rsidRPr="00237FF6">
              <w:t>m</w:t>
            </w:r>
            <w:r w:rsidR="004C4B4D" w:rsidRPr="00237FF6">
              <w:t xml:space="preserve">missionen. </w:t>
            </w:r>
            <w:r w:rsidRPr="00237FF6">
              <w:t>Dette blev aftalt a</w:t>
            </w:r>
            <w:r w:rsidRPr="00237FF6">
              <w:t>l</w:t>
            </w:r>
            <w:r w:rsidRPr="00237FF6">
              <w:t xml:space="preserve">lerede i </w:t>
            </w:r>
            <w:r w:rsidRPr="00237FF6">
              <w:rPr>
                <w:i/>
              </w:rPr>
              <w:t xml:space="preserve">Energiaftale 2012 </w:t>
            </w:r>
            <w:r w:rsidRPr="00237FF6">
              <w:t xml:space="preserve">og er videreført i </w:t>
            </w:r>
            <w:r w:rsidR="00346D29" w:rsidRPr="00237FF6">
              <w:rPr>
                <w:i/>
              </w:rPr>
              <w:t>Aftale</w:t>
            </w:r>
            <w:r w:rsidRPr="00237FF6">
              <w:rPr>
                <w:i/>
              </w:rPr>
              <w:t xml:space="preserve"> </w:t>
            </w:r>
            <w:r w:rsidR="00132B7A" w:rsidRPr="00237FF6">
              <w:rPr>
                <w:i/>
              </w:rPr>
              <w:t xml:space="preserve">om </w:t>
            </w:r>
            <w:r w:rsidRPr="00237FF6">
              <w:rPr>
                <w:i/>
              </w:rPr>
              <w:t>tilbageru</w:t>
            </w:r>
            <w:r w:rsidRPr="00237FF6">
              <w:rPr>
                <w:i/>
              </w:rPr>
              <w:t>l</w:t>
            </w:r>
            <w:r w:rsidRPr="00237FF6">
              <w:rPr>
                <w:i/>
              </w:rPr>
              <w:t>ning af forsyningssikkerhedsafgiften mv. og lempelser af PSO</w:t>
            </w:r>
            <w:r w:rsidRPr="00237FF6">
              <w:t xml:space="preserve"> af 14. juli 2014.</w:t>
            </w:r>
          </w:p>
          <w:p w:rsidR="004C4B4D" w:rsidRDefault="004C4B4D" w:rsidP="000B4D0B">
            <w:pPr>
              <w:pStyle w:val="Tabel-BrdtekstmedafstandptekstGaramond"/>
            </w:pPr>
          </w:p>
          <w:p w:rsidR="006B11FD" w:rsidRDefault="00972A69" w:rsidP="000B4D0B">
            <w:pPr>
              <w:pStyle w:val="Tabel-BrdtekstmedafstandptekstGaramond"/>
            </w:pPr>
            <w:r>
              <w:t xml:space="preserve">Det fremgår af </w:t>
            </w:r>
            <w:r w:rsidRPr="00972A69">
              <w:rPr>
                <w:i/>
              </w:rPr>
              <w:t>A</w:t>
            </w:r>
            <w:r w:rsidR="006B11FD" w:rsidRPr="00972A69">
              <w:rPr>
                <w:i/>
              </w:rPr>
              <w:t>fta</w:t>
            </w:r>
            <w:r w:rsidR="00346D29">
              <w:rPr>
                <w:i/>
              </w:rPr>
              <w:t>le</w:t>
            </w:r>
            <w:r w:rsidR="006B11FD" w:rsidRPr="00972A69">
              <w:rPr>
                <w:i/>
              </w:rPr>
              <w:t xml:space="preserve"> </w:t>
            </w:r>
            <w:r w:rsidR="00132B7A">
              <w:rPr>
                <w:i/>
              </w:rPr>
              <w:t xml:space="preserve">om </w:t>
            </w:r>
            <w:r w:rsidR="006B11FD" w:rsidRPr="00972A69">
              <w:rPr>
                <w:i/>
              </w:rPr>
              <w:t>tilbag</w:t>
            </w:r>
            <w:r w:rsidR="006B11FD" w:rsidRPr="00972A69">
              <w:rPr>
                <w:i/>
              </w:rPr>
              <w:t>e</w:t>
            </w:r>
            <w:r w:rsidRPr="00972A69">
              <w:rPr>
                <w:i/>
              </w:rPr>
              <w:t>rulning af forsyningssikkerhedsafgi</w:t>
            </w:r>
            <w:r w:rsidRPr="00972A69">
              <w:rPr>
                <w:i/>
              </w:rPr>
              <w:t>f</w:t>
            </w:r>
            <w:r w:rsidRPr="00972A69">
              <w:rPr>
                <w:i/>
              </w:rPr>
              <w:t>ten</w:t>
            </w:r>
            <w:r w:rsidR="006B11FD" w:rsidRPr="00972A69">
              <w:rPr>
                <w:i/>
              </w:rPr>
              <w:t xml:space="preserve"> mv. og lempelser af PSO</w:t>
            </w:r>
            <w:r w:rsidR="00DC6E18">
              <w:t xml:space="preserve"> af 14. juli 2014</w:t>
            </w:r>
            <w:r w:rsidRPr="00972A69">
              <w:t>,</w:t>
            </w:r>
            <w:r w:rsidR="006B11FD" w:rsidRPr="00972A69">
              <w:t xml:space="preserve"> </w:t>
            </w:r>
            <w:r w:rsidR="006B11FD" w:rsidRPr="006B11FD">
              <w:t>at ”Afgifterne vedr. bioolier mv. justeres, således at afgifterne er i overensstemme</w:t>
            </w:r>
            <w:r w:rsidR="006B11FD" w:rsidRPr="006B11FD">
              <w:t>l</w:t>
            </w:r>
            <w:r w:rsidR="006B11FD" w:rsidRPr="006B11FD">
              <w:t xml:space="preserve">se med EU-reglerne.” </w:t>
            </w:r>
          </w:p>
          <w:p w:rsidR="006B11FD" w:rsidRDefault="006B11FD" w:rsidP="000B4D0B">
            <w:pPr>
              <w:pStyle w:val="Tabel-BrdtekstmedafstandptekstGaramond"/>
            </w:pPr>
          </w:p>
          <w:p w:rsidR="00037F00" w:rsidRDefault="006B11FD" w:rsidP="006B11FD">
            <w:pPr>
              <w:pStyle w:val="Tabel-BrdtekstmedafstandptekstGaramond"/>
            </w:pPr>
            <w:r w:rsidRPr="006B11FD">
              <w:t>Ensretning af afgifterne på VE-brændsler (herunder bioolier, rent VE-affald mv.) i forhold til Energibeskatningsdirektivet var en del af det oprindelige lo</w:t>
            </w:r>
            <w:r w:rsidRPr="006B11FD">
              <w:t>v</w:t>
            </w:r>
            <w:r w:rsidRPr="006B11FD">
              <w:t>forslag om FSA, som var i h</w:t>
            </w:r>
            <w:r w:rsidRPr="006B11FD">
              <w:t>ø</w:t>
            </w:r>
            <w:r w:rsidRPr="006B11FD">
              <w:t>ring i eftersommeren 2013.</w:t>
            </w:r>
          </w:p>
          <w:p w:rsidR="006B11FD" w:rsidRDefault="006B11FD" w:rsidP="006B11FD">
            <w:pPr>
              <w:pStyle w:val="Tabel-BrdtekstmedafstandptekstGaramond"/>
            </w:pPr>
          </w:p>
          <w:p w:rsidR="006B11FD" w:rsidRDefault="006B11FD" w:rsidP="006B11FD">
            <w:pPr>
              <w:pStyle w:val="Tabel-BrdtekstmedafstandptekstGaramond"/>
            </w:pPr>
            <w:r>
              <w:t xml:space="preserve">I forbindelse med udarbejdelse </w:t>
            </w:r>
            <w:r>
              <w:lastRenderedPageBreak/>
              <w:t>af FSA-forslaget i 2013 blev det klart, at de danske afgifter på VE-brændsler ikke er i ove</w:t>
            </w:r>
            <w:r>
              <w:t>r</w:t>
            </w:r>
            <w:r>
              <w:t>ensstemmelse med energib</w:t>
            </w:r>
            <w:r>
              <w:t>e</w:t>
            </w:r>
            <w:r>
              <w:t>skatningsdirektivet:</w:t>
            </w:r>
          </w:p>
          <w:p w:rsidR="006B11FD" w:rsidRDefault="006B11FD" w:rsidP="00B52A2F">
            <w:pPr>
              <w:pStyle w:val="Listeafsnit"/>
              <w:numPr>
                <w:ilvl w:val="0"/>
                <w:numId w:val="14"/>
              </w:numPr>
              <w:ind w:left="511"/>
            </w:pPr>
            <w:r>
              <w:t>En række VE-brændsler, f.eks. bioolier som brændsel, er o</w:t>
            </w:r>
            <w:r>
              <w:t>m</w:t>
            </w:r>
            <w:r>
              <w:t>fattet af de almindelige afgift</w:t>
            </w:r>
            <w:r>
              <w:t>s</w:t>
            </w:r>
            <w:r>
              <w:t>regler i energibeskatningsdire</w:t>
            </w:r>
            <w:r>
              <w:t>k</w:t>
            </w:r>
            <w:r>
              <w:t>tivet, men er fritaget for da</w:t>
            </w:r>
            <w:r>
              <w:t>n</w:t>
            </w:r>
            <w:r>
              <w:t xml:space="preserve">ske afgifter. </w:t>
            </w:r>
          </w:p>
          <w:p w:rsidR="002F26F1" w:rsidRDefault="006B11FD" w:rsidP="00B52A2F">
            <w:pPr>
              <w:pStyle w:val="Listeafsnit"/>
              <w:numPr>
                <w:ilvl w:val="0"/>
                <w:numId w:val="14"/>
              </w:numPr>
              <w:ind w:left="511"/>
            </w:pPr>
            <w:r>
              <w:t>Samtidig er der danske afgifter på enkelte VE-brændsler udenfor energibeskatningsd</w:t>
            </w:r>
            <w:r>
              <w:t>i</w:t>
            </w:r>
            <w:r>
              <w:t>rektivet, mens andre er frit</w:t>
            </w:r>
            <w:r>
              <w:t>a</w:t>
            </w:r>
            <w:r>
              <w:t xml:space="preserve">get. </w:t>
            </w:r>
          </w:p>
          <w:p w:rsidR="006B11FD" w:rsidRDefault="006B11FD" w:rsidP="006B11FD">
            <w:pPr>
              <w:pStyle w:val="Tabel-BrdtekstmedafstandptekstGaramond"/>
            </w:pPr>
            <w:r>
              <w:t>Dette er ikke konsistent i fo</w:t>
            </w:r>
            <w:r>
              <w:t>r</w:t>
            </w:r>
            <w:r>
              <w:t>hold til EU-retten</w:t>
            </w:r>
            <w:r w:rsidR="00DC6E18">
              <w:t>.</w:t>
            </w:r>
          </w:p>
          <w:p w:rsidR="006B11FD" w:rsidRDefault="006B11FD" w:rsidP="006B11FD">
            <w:pPr>
              <w:pStyle w:val="Tabel-BrdtekstmedafstandptekstGaramond"/>
            </w:pPr>
          </w:p>
          <w:p w:rsidR="006B11FD" w:rsidRDefault="002F5C2C" w:rsidP="006B11FD">
            <w:pPr>
              <w:pStyle w:val="Tabel-BrdtekstmedafstandptekstGaramond"/>
            </w:pPr>
            <w:r>
              <w:t>Idet</w:t>
            </w:r>
            <w:r w:rsidR="006B11FD">
              <w:t xml:space="preserve"> </w:t>
            </w:r>
            <w:proofErr w:type="spellStart"/>
            <w:r w:rsidR="006B11FD">
              <w:t>FSA</w:t>
            </w:r>
            <w:r w:rsidR="006960A3">
              <w:t>én</w:t>
            </w:r>
            <w:proofErr w:type="spellEnd"/>
            <w:r>
              <w:t xml:space="preserve"> ikke gennemføres</w:t>
            </w:r>
            <w:r w:rsidR="006B11FD">
              <w:t xml:space="preserve">, og </w:t>
            </w:r>
            <w:r>
              <w:t xml:space="preserve">der </w:t>
            </w:r>
            <w:r w:rsidR="006B11FD">
              <w:t>dermed ikke lægge</w:t>
            </w:r>
            <w:r>
              <w:t>s</w:t>
            </w:r>
            <w:r w:rsidR="006B11FD">
              <w:t xml:space="preserve"> a</w:t>
            </w:r>
            <w:r w:rsidR="006B11FD">
              <w:t>f</w:t>
            </w:r>
            <w:r w:rsidR="006B11FD">
              <w:t>gift på VE-brændsler, er det nødvendigt at fjerne afgiften på VE-brændsler udenfor energ</w:t>
            </w:r>
            <w:r w:rsidR="006B11FD">
              <w:t>i</w:t>
            </w:r>
            <w:r w:rsidR="006B11FD">
              <w:t>beskatningsdirektivet fx frakt</w:t>
            </w:r>
            <w:r w:rsidR="006B11FD">
              <w:t>i</w:t>
            </w:r>
            <w:r w:rsidR="006B11FD">
              <w:t>oner af husdyrgødning og VE-affald (træ, papir mv.) i rene læs.</w:t>
            </w:r>
          </w:p>
          <w:p w:rsidR="00265EE3" w:rsidRDefault="00265EE3" w:rsidP="00176C89">
            <w:pPr>
              <w:pStyle w:val="Tabel-BrdtekstmedafstandptekstGaramond"/>
              <w:ind w:left="0"/>
            </w:pPr>
          </w:p>
          <w:p w:rsidR="00AF0059" w:rsidRPr="00237FF6" w:rsidRDefault="002803D3" w:rsidP="00AF0059">
            <w:pPr>
              <w:pStyle w:val="Tabel-BrdtekstmedafstandptekstGaramond"/>
            </w:pPr>
            <w:r w:rsidRPr="00237FF6">
              <w:t>Konsekvenserne for genanve</w:t>
            </w:r>
            <w:r w:rsidRPr="00237FF6">
              <w:t>n</w:t>
            </w:r>
            <w:r w:rsidRPr="00237FF6">
              <w:t>delse</w:t>
            </w:r>
            <w:r w:rsidR="002F5C2C">
              <w:t xml:space="preserve"> mv.</w:t>
            </w:r>
            <w:r w:rsidRPr="00237FF6">
              <w:t xml:space="preserve"> </w:t>
            </w:r>
            <w:r w:rsidR="00176C89" w:rsidRPr="00237FF6">
              <w:t xml:space="preserve">fremgår af </w:t>
            </w:r>
            <w:r w:rsidR="00DC6E18" w:rsidRPr="00237FF6">
              <w:t>lovforsl</w:t>
            </w:r>
            <w:r w:rsidR="00DC6E18" w:rsidRPr="00237FF6">
              <w:t>a</w:t>
            </w:r>
            <w:r w:rsidR="00DC6E18" w:rsidRPr="00237FF6">
              <w:t xml:space="preserve">gets </w:t>
            </w:r>
            <w:r w:rsidRPr="00237FF6">
              <w:t>bemærkninger.</w:t>
            </w:r>
          </w:p>
          <w:p w:rsidR="00AF0059" w:rsidRPr="00237FF6" w:rsidRDefault="00AF0059" w:rsidP="00AF0059">
            <w:pPr>
              <w:pStyle w:val="Tabel-BrdtekstmedafstandptekstGaramond"/>
            </w:pPr>
          </w:p>
          <w:p w:rsidR="00AF0059" w:rsidRPr="00237FF6" w:rsidRDefault="00B634C9" w:rsidP="00AF0059">
            <w:pPr>
              <w:pStyle w:val="Tabel-BrdtekstmedafstandptekstGaramond"/>
              <w:rPr>
                <w:szCs w:val="22"/>
              </w:rPr>
            </w:pPr>
            <w:r w:rsidRPr="00237FF6">
              <w:rPr>
                <w:szCs w:val="22"/>
              </w:rPr>
              <w:t>Efter forslaget kan d</w:t>
            </w:r>
            <w:r w:rsidRPr="00237FF6">
              <w:rPr>
                <w:rFonts w:cs="Times New Roman"/>
                <w:szCs w:val="22"/>
              </w:rPr>
              <w:t>er opnås afgiftsfritagelse</w:t>
            </w:r>
            <w:r w:rsidRPr="00237FF6">
              <w:rPr>
                <w:szCs w:val="22"/>
              </w:rPr>
              <w:t xml:space="preserve"> for VE-a</w:t>
            </w:r>
            <w:r w:rsidR="00AD6400">
              <w:rPr>
                <w:szCs w:val="22"/>
              </w:rPr>
              <w:t>ffald uden</w:t>
            </w:r>
            <w:r w:rsidRPr="00237FF6">
              <w:rPr>
                <w:szCs w:val="22"/>
              </w:rPr>
              <w:t xml:space="preserve"> indhold</w:t>
            </w:r>
            <w:r w:rsidR="00AD6400">
              <w:rPr>
                <w:szCs w:val="22"/>
              </w:rPr>
              <w:t xml:space="preserve"> af kulbrinter</w:t>
            </w:r>
            <w:r w:rsidRPr="00237FF6">
              <w:rPr>
                <w:szCs w:val="22"/>
              </w:rPr>
              <w:t>. A</w:t>
            </w:r>
            <w:r w:rsidRPr="00237FF6">
              <w:rPr>
                <w:rFonts w:cs="Times New Roman"/>
                <w:szCs w:val="22"/>
              </w:rPr>
              <w:t>f</w:t>
            </w:r>
            <w:r w:rsidRPr="00237FF6">
              <w:rPr>
                <w:rFonts w:cs="Times New Roman"/>
                <w:szCs w:val="22"/>
              </w:rPr>
              <w:t>faldet</w:t>
            </w:r>
            <w:r w:rsidRPr="00237FF6">
              <w:rPr>
                <w:szCs w:val="22"/>
              </w:rPr>
              <w:t xml:space="preserve"> skal</w:t>
            </w:r>
            <w:r w:rsidRPr="00237FF6">
              <w:rPr>
                <w:rFonts w:cs="Times New Roman"/>
                <w:szCs w:val="22"/>
              </w:rPr>
              <w:t xml:space="preserve"> leveres i rene læs. </w:t>
            </w:r>
            <w:r w:rsidRPr="00237FF6">
              <w:rPr>
                <w:szCs w:val="22"/>
              </w:rPr>
              <w:t>Forslaget indeholder en hje</w:t>
            </w:r>
            <w:r w:rsidRPr="00237FF6">
              <w:rPr>
                <w:szCs w:val="22"/>
              </w:rPr>
              <w:t>m</w:t>
            </w:r>
            <w:r w:rsidRPr="00237FF6">
              <w:rPr>
                <w:szCs w:val="22"/>
              </w:rPr>
              <w:t>mel til, at der fastsættes krav til dokumentation for, hvornår der er tale om rent VE-affald. Det forventes, at krav til d</w:t>
            </w:r>
            <w:r w:rsidRPr="00237FF6">
              <w:rPr>
                <w:szCs w:val="22"/>
              </w:rPr>
              <w:t>o</w:t>
            </w:r>
            <w:r w:rsidRPr="00237FF6">
              <w:rPr>
                <w:szCs w:val="22"/>
              </w:rPr>
              <w:lastRenderedPageBreak/>
              <w:t>kumentationen er fastlagt ved lovens ikrafttræden.</w:t>
            </w:r>
          </w:p>
          <w:p w:rsidR="00AF0059" w:rsidRPr="00237FF6" w:rsidRDefault="00AF0059" w:rsidP="00AF0059">
            <w:pPr>
              <w:pStyle w:val="Tabel-BrdtekstmedafstandptekstGaramond"/>
              <w:rPr>
                <w:szCs w:val="22"/>
              </w:rPr>
            </w:pPr>
          </w:p>
          <w:p w:rsidR="00AF0059" w:rsidRDefault="00B634C9" w:rsidP="00AF0059">
            <w:pPr>
              <w:pStyle w:val="Tabel-BrdtekstmedafstandptekstGaramond"/>
              <w:rPr>
                <w:rFonts w:eastAsia="Times New Roman" w:cs="Times New Roman"/>
                <w:szCs w:val="22"/>
                <w:lang w:eastAsia="da-DK"/>
              </w:rPr>
            </w:pPr>
            <w:r w:rsidRPr="00237FF6">
              <w:rPr>
                <w:rFonts w:eastAsia="Times New Roman" w:cs="Times New Roman"/>
                <w:szCs w:val="22"/>
                <w:lang w:eastAsia="da-DK"/>
              </w:rPr>
              <w:t>Ændringen i afgifterne fører s</w:t>
            </w:r>
            <w:r w:rsidRPr="00237FF6">
              <w:rPr>
                <w:rFonts w:eastAsia="Times New Roman" w:cs="Times New Roman"/>
                <w:szCs w:val="22"/>
                <w:lang w:eastAsia="da-DK"/>
              </w:rPr>
              <w:t>å</w:t>
            </w:r>
            <w:r w:rsidRPr="00237FF6">
              <w:rPr>
                <w:rFonts w:eastAsia="Times New Roman" w:cs="Times New Roman"/>
                <w:szCs w:val="22"/>
                <w:lang w:eastAsia="da-DK"/>
              </w:rPr>
              <w:t>ledes til en større sortering end i dag, fordi der skal sorteres i rene læs for at opnå</w:t>
            </w:r>
            <w:r w:rsidRPr="00237FF6">
              <w:rPr>
                <w:szCs w:val="22"/>
              </w:rPr>
              <w:t xml:space="preserve"> afgiftsfr</w:t>
            </w:r>
            <w:r w:rsidRPr="00237FF6">
              <w:rPr>
                <w:szCs w:val="22"/>
              </w:rPr>
              <w:t>i</w:t>
            </w:r>
            <w:r w:rsidRPr="00237FF6">
              <w:rPr>
                <w:szCs w:val="22"/>
              </w:rPr>
              <w:t>hed</w:t>
            </w:r>
            <w:r w:rsidRPr="00237FF6">
              <w:rPr>
                <w:rFonts w:eastAsia="Times New Roman" w:cs="Times New Roman"/>
                <w:szCs w:val="22"/>
                <w:lang w:eastAsia="da-DK"/>
              </w:rPr>
              <w:t>. Dog fører ændringen i a</w:t>
            </w:r>
            <w:r w:rsidRPr="00237FF6">
              <w:rPr>
                <w:rFonts w:eastAsia="Times New Roman" w:cs="Times New Roman"/>
                <w:szCs w:val="22"/>
                <w:lang w:eastAsia="da-DK"/>
              </w:rPr>
              <w:t>f</w:t>
            </w:r>
            <w:r w:rsidRPr="00237FF6">
              <w:rPr>
                <w:rFonts w:eastAsia="Times New Roman" w:cs="Times New Roman"/>
                <w:szCs w:val="22"/>
                <w:lang w:eastAsia="da-DK"/>
              </w:rPr>
              <w:t>gifterne også til, at en mindre del af det udsorterede bioma</w:t>
            </w:r>
            <w:r w:rsidRPr="00237FF6">
              <w:rPr>
                <w:rFonts w:eastAsia="Times New Roman" w:cs="Times New Roman"/>
                <w:szCs w:val="22"/>
                <w:lang w:eastAsia="da-DK"/>
              </w:rPr>
              <w:t>s</w:t>
            </w:r>
            <w:r w:rsidRPr="00237FF6">
              <w:rPr>
                <w:rFonts w:eastAsia="Times New Roman" w:cs="Times New Roman"/>
                <w:szCs w:val="22"/>
                <w:lang w:eastAsia="da-DK"/>
              </w:rPr>
              <w:t>seaffald genanvendes, og at en større del afbrændes. Man kan derfor ikke entydig på forhånd afgøre, om genanvendelsen af VE-affald netto vil stige eller falde.</w:t>
            </w:r>
          </w:p>
          <w:p w:rsidR="00AD6400" w:rsidRDefault="00AD6400" w:rsidP="00AF0059">
            <w:pPr>
              <w:pStyle w:val="Tabel-BrdtekstmedafstandptekstGaramond"/>
              <w:rPr>
                <w:rFonts w:eastAsia="Times New Roman" w:cs="Times New Roman"/>
                <w:szCs w:val="22"/>
                <w:lang w:eastAsia="da-DK"/>
              </w:rPr>
            </w:pPr>
          </w:p>
          <w:p w:rsidR="00AD6400" w:rsidRPr="00237FF6" w:rsidRDefault="00AD6400" w:rsidP="00AF0059">
            <w:pPr>
              <w:pStyle w:val="Tabel-BrdtekstmedafstandptekstGaramond"/>
              <w:rPr>
                <w:rFonts w:eastAsia="Times New Roman" w:cs="Times New Roman"/>
                <w:szCs w:val="22"/>
                <w:lang w:eastAsia="da-DK"/>
              </w:rPr>
            </w:pPr>
            <w:r w:rsidRPr="00AD6400">
              <w:rPr>
                <w:rFonts w:eastAsia="Times New Roman" w:cs="Times New Roman"/>
                <w:szCs w:val="22"/>
                <w:lang w:eastAsia="da-DK"/>
              </w:rPr>
              <w:t>Den største effekt af afgiftsæ</w:t>
            </w:r>
            <w:r w:rsidRPr="00AD6400">
              <w:rPr>
                <w:rFonts w:eastAsia="Times New Roman" w:cs="Times New Roman"/>
                <w:szCs w:val="22"/>
                <w:lang w:eastAsia="da-DK"/>
              </w:rPr>
              <w:t>n</w:t>
            </w:r>
            <w:r w:rsidRPr="00AD6400">
              <w:rPr>
                <w:rFonts w:eastAsia="Times New Roman" w:cs="Times New Roman"/>
                <w:szCs w:val="22"/>
                <w:lang w:eastAsia="da-DK"/>
              </w:rPr>
              <w:t>dringerne vil være for papir og pap og træ.</w:t>
            </w:r>
          </w:p>
          <w:p w:rsidR="00AF0059" w:rsidRPr="00237FF6" w:rsidRDefault="00AF0059" w:rsidP="00AF0059">
            <w:pPr>
              <w:pStyle w:val="Tabel-BrdtekstmedafstandptekstGaramond"/>
              <w:rPr>
                <w:rFonts w:eastAsia="Times New Roman" w:cs="Times New Roman"/>
                <w:szCs w:val="22"/>
                <w:lang w:eastAsia="da-DK"/>
              </w:rPr>
            </w:pPr>
          </w:p>
          <w:p w:rsidR="00AF0059" w:rsidRPr="00237FF6" w:rsidRDefault="00B634C9" w:rsidP="00AF0059">
            <w:pPr>
              <w:pStyle w:val="Tabel-BrdtekstmedafstandptekstGaramond"/>
              <w:rPr>
                <w:rFonts w:eastAsia="Times New Roman" w:cs="Times New Roman"/>
                <w:szCs w:val="22"/>
                <w:lang w:eastAsia="da-DK"/>
              </w:rPr>
            </w:pPr>
            <w:r w:rsidRPr="00237FF6">
              <w:rPr>
                <w:rFonts w:eastAsia="Times New Roman" w:cs="Times New Roman"/>
                <w:szCs w:val="22"/>
                <w:lang w:eastAsia="da-DK"/>
              </w:rPr>
              <w:t xml:space="preserve">Priserne på returpapir og pap har </w:t>
            </w:r>
            <w:r w:rsidR="002F5C2C">
              <w:rPr>
                <w:rFonts w:eastAsia="Times New Roman" w:cs="Times New Roman"/>
                <w:szCs w:val="22"/>
                <w:lang w:eastAsia="da-DK"/>
              </w:rPr>
              <w:t xml:space="preserve">endvidere </w:t>
            </w:r>
            <w:r w:rsidRPr="00237FF6">
              <w:rPr>
                <w:rFonts w:eastAsia="Times New Roman" w:cs="Times New Roman"/>
                <w:szCs w:val="22"/>
                <w:lang w:eastAsia="da-DK"/>
              </w:rPr>
              <w:t>traditionelt været stærkt varierende</w:t>
            </w:r>
            <w:r w:rsidRPr="00237FF6">
              <w:rPr>
                <w:szCs w:val="22"/>
              </w:rPr>
              <w:t xml:space="preserve">. </w:t>
            </w:r>
            <w:r w:rsidRPr="00237FF6">
              <w:rPr>
                <w:rFonts w:eastAsia="Times New Roman" w:cs="Times New Roman"/>
                <w:szCs w:val="22"/>
                <w:lang w:eastAsia="da-DK"/>
              </w:rPr>
              <w:t>Der har imidlertid ikke været nogen umiddelbar effekt mellem pr</w:t>
            </w:r>
            <w:r w:rsidRPr="00237FF6">
              <w:rPr>
                <w:rFonts w:eastAsia="Times New Roman" w:cs="Times New Roman"/>
                <w:szCs w:val="22"/>
                <w:lang w:eastAsia="da-DK"/>
              </w:rPr>
              <w:t>i</w:t>
            </w:r>
            <w:r w:rsidRPr="00237FF6">
              <w:rPr>
                <w:rFonts w:eastAsia="Times New Roman" w:cs="Times New Roman"/>
                <w:szCs w:val="22"/>
                <w:lang w:eastAsia="da-DK"/>
              </w:rPr>
              <w:t xml:space="preserve">serne på returpapir og pap og genanvendelsesmængderne. Nettoeffekten af </w:t>
            </w:r>
            <w:r w:rsidR="002F5C2C">
              <w:rPr>
                <w:rFonts w:eastAsia="Times New Roman" w:cs="Times New Roman"/>
                <w:szCs w:val="22"/>
                <w:lang w:eastAsia="da-DK"/>
              </w:rPr>
              <w:t>afgiftsændri</w:t>
            </w:r>
            <w:r w:rsidR="002F5C2C">
              <w:rPr>
                <w:rFonts w:eastAsia="Times New Roman" w:cs="Times New Roman"/>
                <w:szCs w:val="22"/>
                <w:lang w:eastAsia="da-DK"/>
              </w:rPr>
              <w:t>n</w:t>
            </w:r>
            <w:r w:rsidR="002F5C2C">
              <w:rPr>
                <w:rFonts w:eastAsia="Times New Roman" w:cs="Times New Roman"/>
                <w:szCs w:val="22"/>
                <w:lang w:eastAsia="da-DK"/>
              </w:rPr>
              <w:t xml:space="preserve">gen i forhold til </w:t>
            </w:r>
            <w:r w:rsidRPr="00237FF6">
              <w:rPr>
                <w:rFonts w:eastAsia="Times New Roman" w:cs="Times New Roman"/>
                <w:szCs w:val="22"/>
                <w:lang w:eastAsia="da-DK"/>
              </w:rPr>
              <w:t xml:space="preserve">genanvendelse </w:t>
            </w:r>
            <w:r w:rsidRPr="00237FF6">
              <w:rPr>
                <w:szCs w:val="22"/>
              </w:rPr>
              <w:t xml:space="preserve">på papirområdet </w:t>
            </w:r>
            <w:r w:rsidRPr="00237FF6">
              <w:rPr>
                <w:rFonts w:eastAsia="Times New Roman" w:cs="Times New Roman"/>
                <w:szCs w:val="22"/>
                <w:lang w:eastAsia="da-DK"/>
              </w:rPr>
              <w:t>er således usikker. Dog skønnes det, at nettoeffekten ved de givne fo</w:t>
            </w:r>
            <w:r w:rsidRPr="00237FF6">
              <w:rPr>
                <w:rFonts w:eastAsia="Times New Roman" w:cs="Times New Roman"/>
                <w:szCs w:val="22"/>
                <w:lang w:eastAsia="da-DK"/>
              </w:rPr>
              <w:t>r</w:t>
            </w:r>
            <w:r w:rsidRPr="00237FF6">
              <w:rPr>
                <w:rFonts w:eastAsia="Times New Roman" w:cs="Times New Roman"/>
                <w:szCs w:val="22"/>
                <w:lang w:eastAsia="da-DK"/>
              </w:rPr>
              <w:t>udsætninger vil være nul, idet der er en særskilt høj pris for papir og pap til genanvendelse, og idet variationerne heri ikke synes at have påvirket gena</w:t>
            </w:r>
            <w:r w:rsidRPr="00237FF6">
              <w:rPr>
                <w:rFonts w:eastAsia="Times New Roman" w:cs="Times New Roman"/>
                <w:szCs w:val="22"/>
                <w:lang w:eastAsia="da-DK"/>
              </w:rPr>
              <w:t>n</w:t>
            </w:r>
            <w:r w:rsidRPr="00237FF6">
              <w:rPr>
                <w:rFonts w:eastAsia="Times New Roman" w:cs="Times New Roman"/>
                <w:szCs w:val="22"/>
                <w:lang w:eastAsia="da-DK"/>
              </w:rPr>
              <w:t>vendelsen i det mindste på ko</w:t>
            </w:r>
            <w:r w:rsidRPr="00237FF6">
              <w:rPr>
                <w:rFonts w:eastAsia="Times New Roman" w:cs="Times New Roman"/>
                <w:szCs w:val="22"/>
                <w:lang w:eastAsia="da-DK"/>
              </w:rPr>
              <w:t>r</w:t>
            </w:r>
            <w:r w:rsidRPr="00237FF6">
              <w:rPr>
                <w:rFonts w:eastAsia="Times New Roman" w:cs="Times New Roman"/>
                <w:szCs w:val="22"/>
                <w:lang w:eastAsia="da-DK"/>
              </w:rPr>
              <w:t>tere sigt. Det skal dog bemæ</w:t>
            </w:r>
            <w:r w:rsidRPr="00237FF6">
              <w:rPr>
                <w:rFonts w:eastAsia="Times New Roman" w:cs="Times New Roman"/>
                <w:szCs w:val="22"/>
                <w:lang w:eastAsia="da-DK"/>
              </w:rPr>
              <w:t>r</w:t>
            </w:r>
            <w:r w:rsidRPr="00237FF6">
              <w:rPr>
                <w:rFonts w:eastAsia="Times New Roman" w:cs="Times New Roman"/>
                <w:szCs w:val="22"/>
                <w:lang w:eastAsia="da-DK"/>
              </w:rPr>
              <w:t>kes, at afgiftsnedsættelsen</w:t>
            </w:r>
            <w:r w:rsidRPr="00237FF6">
              <w:rPr>
                <w:szCs w:val="22"/>
              </w:rPr>
              <w:t>,</w:t>
            </w:r>
            <w:r w:rsidRPr="00237FF6">
              <w:rPr>
                <w:rFonts w:eastAsia="Times New Roman" w:cs="Times New Roman"/>
                <w:szCs w:val="22"/>
                <w:lang w:eastAsia="da-DK"/>
              </w:rPr>
              <w:t xml:space="preserve"> kombineret med særligt lave priser på affaldsforbrænding pga. vedvarende overkapacitet </w:t>
            </w:r>
            <w:r w:rsidRPr="00237FF6">
              <w:rPr>
                <w:rFonts w:eastAsia="Times New Roman" w:cs="Times New Roman"/>
                <w:szCs w:val="22"/>
                <w:lang w:eastAsia="da-DK"/>
              </w:rPr>
              <w:lastRenderedPageBreak/>
              <w:t>og særligt lave priser på papir og pap til genanvendelse i en længere periode</w:t>
            </w:r>
            <w:r w:rsidRPr="00237FF6">
              <w:rPr>
                <w:szCs w:val="22"/>
              </w:rPr>
              <w:t>,</w:t>
            </w:r>
            <w:r w:rsidRPr="00237FF6">
              <w:rPr>
                <w:rFonts w:eastAsia="Times New Roman" w:cs="Times New Roman"/>
                <w:szCs w:val="22"/>
                <w:lang w:eastAsia="da-DK"/>
              </w:rPr>
              <w:t xml:space="preserve"> kan reducere andelen af dansk returpapir mv. til genanvendelse, mens gena</w:t>
            </w:r>
            <w:r w:rsidRPr="00237FF6">
              <w:rPr>
                <w:rFonts w:eastAsia="Times New Roman" w:cs="Times New Roman"/>
                <w:szCs w:val="22"/>
                <w:lang w:eastAsia="da-DK"/>
              </w:rPr>
              <w:t>n</w:t>
            </w:r>
            <w:r w:rsidRPr="00237FF6">
              <w:rPr>
                <w:rFonts w:eastAsia="Times New Roman" w:cs="Times New Roman"/>
                <w:szCs w:val="22"/>
                <w:lang w:eastAsia="da-DK"/>
              </w:rPr>
              <w:t>vendelsen modsat vil stige ved særligt høje priser på affald</w:t>
            </w:r>
            <w:r w:rsidRPr="00237FF6">
              <w:rPr>
                <w:rFonts w:eastAsia="Times New Roman" w:cs="Times New Roman"/>
                <w:szCs w:val="22"/>
                <w:lang w:eastAsia="da-DK"/>
              </w:rPr>
              <w:t>s</w:t>
            </w:r>
            <w:r w:rsidRPr="00237FF6">
              <w:rPr>
                <w:rFonts w:eastAsia="Times New Roman" w:cs="Times New Roman"/>
                <w:szCs w:val="22"/>
                <w:lang w:eastAsia="da-DK"/>
              </w:rPr>
              <w:t>forbrænding og særligt høje priser for genbrugspapir.</w:t>
            </w:r>
          </w:p>
          <w:p w:rsidR="00AF0059" w:rsidRPr="00237FF6" w:rsidRDefault="00AF0059" w:rsidP="00AF0059">
            <w:pPr>
              <w:pStyle w:val="Tabel-BrdtekstmedafstandptekstGaramond"/>
              <w:rPr>
                <w:rFonts w:eastAsia="Times New Roman" w:cs="Times New Roman"/>
                <w:szCs w:val="22"/>
                <w:lang w:eastAsia="da-DK"/>
              </w:rPr>
            </w:pPr>
          </w:p>
          <w:p w:rsidR="000951E6" w:rsidRPr="00237FF6" w:rsidRDefault="00B634C9" w:rsidP="00AF0059">
            <w:pPr>
              <w:pStyle w:val="Tabel-BrdtekstmedafstandptekstGaramond"/>
              <w:rPr>
                <w:szCs w:val="22"/>
              </w:rPr>
            </w:pPr>
            <w:r w:rsidRPr="00237FF6">
              <w:rPr>
                <w:rFonts w:eastAsia="Times New Roman" w:cs="Times New Roman"/>
                <w:szCs w:val="22"/>
                <w:lang w:eastAsia="da-DK"/>
              </w:rPr>
              <w:t>For træ til genanvendelse er priserne noget lavere</w:t>
            </w:r>
            <w:r w:rsidRPr="00237FF6">
              <w:rPr>
                <w:szCs w:val="22"/>
              </w:rPr>
              <w:t>. D</w:t>
            </w:r>
            <w:r w:rsidRPr="00237FF6">
              <w:rPr>
                <w:rFonts w:eastAsia="Times New Roman" w:cs="Times New Roman"/>
                <w:szCs w:val="22"/>
                <w:lang w:eastAsia="da-DK"/>
              </w:rPr>
              <w:t>et skønnes derfor, at genanve</w:t>
            </w:r>
            <w:r w:rsidRPr="00237FF6">
              <w:rPr>
                <w:rFonts w:eastAsia="Times New Roman" w:cs="Times New Roman"/>
                <w:szCs w:val="22"/>
                <w:lang w:eastAsia="da-DK"/>
              </w:rPr>
              <w:t>n</w:t>
            </w:r>
            <w:r w:rsidRPr="00237FF6">
              <w:rPr>
                <w:rFonts w:eastAsia="Times New Roman" w:cs="Times New Roman"/>
                <w:szCs w:val="22"/>
                <w:lang w:eastAsia="da-DK"/>
              </w:rPr>
              <w:t>delse af træ vil falde ca. 35.000 tons svarende til ca. 1 pct. af de samlede mængder affald til a</w:t>
            </w:r>
            <w:r w:rsidRPr="00237FF6">
              <w:rPr>
                <w:rFonts w:eastAsia="Times New Roman" w:cs="Times New Roman"/>
                <w:szCs w:val="22"/>
                <w:lang w:eastAsia="da-DK"/>
              </w:rPr>
              <w:t>f</w:t>
            </w:r>
            <w:r w:rsidRPr="00237FF6">
              <w:rPr>
                <w:rFonts w:eastAsia="Times New Roman" w:cs="Times New Roman"/>
                <w:szCs w:val="22"/>
                <w:lang w:eastAsia="da-DK"/>
              </w:rPr>
              <w:t>brænding.</w:t>
            </w:r>
            <w:r w:rsidRPr="00237FF6">
              <w:rPr>
                <w:szCs w:val="22"/>
              </w:rPr>
              <w:t xml:space="preserve"> Dog forventes a</w:t>
            </w:r>
            <w:r w:rsidRPr="00237FF6">
              <w:rPr>
                <w:szCs w:val="22"/>
              </w:rPr>
              <w:t>f</w:t>
            </w:r>
            <w:r w:rsidRPr="00237FF6">
              <w:rPr>
                <w:szCs w:val="22"/>
              </w:rPr>
              <w:t>brændingen af affaldstræ at st</w:t>
            </w:r>
            <w:r w:rsidRPr="00237FF6">
              <w:rPr>
                <w:szCs w:val="22"/>
              </w:rPr>
              <w:t>i</w:t>
            </w:r>
            <w:r w:rsidRPr="00237FF6">
              <w:rPr>
                <w:szCs w:val="22"/>
              </w:rPr>
              <w:t>ge mere, fordi affaldstræ, der i dag køres til forbrænding i Sv</w:t>
            </w:r>
            <w:r w:rsidRPr="00237FF6">
              <w:rPr>
                <w:szCs w:val="22"/>
              </w:rPr>
              <w:t>e</w:t>
            </w:r>
            <w:r w:rsidRPr="00237FF6">
              <w:rPr>
                <w:szCs w:val="22"/>
              </w:rPr>
              <w:t>rige pga. danske afgifter, fre</w:t>
            </w:r>
            <w:r w:rsidRPr="00237FF6">
              <w:rPr>
                <w:szCs w:val="22"/>
              </w:rPr>
              <w:t>m</w:t>
            </w:r>
            <w:r w:rsidRPr="00237FF6">
              <w:rPr>
                <w:szCs w:val="22"/>
              </w:rPr>
              <w:t>over forventes afbrændt i da</w:t>
            </w:r>
            <w:r w:rsidRPr="00237FF6">
              <w:rPr>
                <w:szCs w:val="22"/>
              </w:rPr>
              <w:t>n</w:t>
            </w:r>
            <w:r w:rsidRPr="00237FF6">
              <w:rPr>
                <w:szCs w:val="22"/>
              </w:rPr>
              <w:t>ske anlæg.</w:t>
            </w:r>
          </w:p>
          <w:p w:rsidR="00AF0059" w:rsidRPr="00237FF6" w:rsidRDefault="00AF0059" w:rsidP="00AF0059">
            <w:pPr>
              <w:pStyle w:val="Tabel-BrdtekstmedafstandptekstGaramond"/>
            </w:pPr>
          </w:p>
          <w:p w:rsidR="00BF5A82" w:rsidRDefault="00BF5A82" w:rsidP="00BF5A82">
            <w:pPr>
              <w:pStyle w:val="Tabel-BrdtekstmedafstandptekstGaramond"/>
            </w:pPr>
            <w:r w:rsidRPr="00237FF6">
              <w:t>Dette vil blive præciseret i lo</w:t>
            </w:r>
            <w:r w:rsidRPr="00237FF6">
              <w:t>v</w:t>
            </w:r>
            <w:r w:rsidRPr="00237FF6">
              <w:t>forslagets bemærkninger.</w:t>
            </w:r>
            <w:r>
              <w:t xml:space="preserve"> </w:t>
            </w:r>
          </w:p>
          <w:p w:rsidR="00BF5A82" w:rsidRPr="00AF0059" w:rsidRDefault="00BF5A82" w:rsidP="00AF0059">
            <w:pPr>
              <w:pStyle w:val="Tabel-BrdtekstmedafstandptekstGaramond"/>
            </w:pPr>
          </w:p>
          <w:p w:rsidR="00977C39" w:rsidRPr="000951E6" w:rsidRDefault="00B634C9" w:rsidP="00977C39">
            <w:pPr>
              <w:pStyle w:val="Tabel-BrdtekstmedafstandptekstGaramond"/>
              <w:rPr>
                <w:szCs w:val="22"/>
              </w:rPr>
            </w:pPr>
            <w:r w:rsidRPr="000951E6">
              <w:rPr>
                <w:szCs w:val="22"/>
              </w:rPr>
              <w:t>Vedr. de EU-retlige begrunde</w:t>
            </w:r>
            <w:r w:rsidRPr="000951E6">
              <w:rPr>
                <w:szCs w:val="22"/>
              </w:rPr>
              <w:t>l</w:t>
            </w:r>
            <w:r w:rsidRPr="000951E6">
              <w:rPr>
                <w:szCs w:val="22"/>
              </w:rPr>
              <w:t xml:space="preserve">ser for forslaget vedr. VE-affald, </w:t>
            </w:r>
            <w:r w:rsidR="00AB18EC" w:rsidRPr="000951E6">
              <w:rPr>
                <w:szCs w:val="22"/>
              </w:rPr>
              <w:t xml:space="preserve">henvises til </w:t>
            </w:r>
            <w:r w:rsidR="00977FB8" w:rsidRPr="000951E6">
              <w:rPr>
                <w:szCs w:val="22"/>
              </w:rPr>
              <w:t>komment</w:t>
            </w:r>
            <w:r w:rsidR="00977FB8" w:rsidRPr="000951E6">
              <w:rPr>
                <w:szCs w:val="22"/>
              </w:rPr>
              <w:t>a</w:t>
            </w:r>
            <w:r w:rsidR="00977FB8" w:rsidRPr="000951E6">
              <w:rPr>
                <w:szCs w:val="22"/>
              </w:rPr>
              <w:t>rens</w:t>
            </w:r>
            <w:r w:rsidR="00AB18EC" w:rsidRPr="000951E6">
              <w:rPr>
                <w:szCs w:val="22"/>
              </w:rPr>
              <w:t xml:space="preserve"> indledende bemærkninger. </w:t>
            </w:r>
          </w:p>
          <w:p w:rsidR="006D38E4" w:rsidRDefault="006D38E4" w:rsidP="00AB18EC">
            <w:pPr>
              <w:pStyle w:val="Tabel-BrdtekstmedafstandptekstGaramond"/>
              <w:ind w:left="0"/>
            </w:pPr>
          </w:p>
          <w:p w:rsidR="005B7A7C" w:rsidRDefault="005B7A7C" w:rsidP="00AB18EC">
            <w:pPr>
              <w:pStyle w:val="Tabel-BrdtekstmedafstandptekstGaramond"/>
              <w:ind w:left="0"/>
            </w:pPr>
          </w:p>
          <w:p w:rsidR="005B7A7C" w:rsidRDefault="005B7A7C" w:rsidP="00AB18EC">
            <w:pPr>
              <w:pStyle w:val="Tabel-BrdtekstmedafstandptekstGaramond"/>
              <w:ind w:left="0"/>
            </w:pPr>
          </w:p>
          <w:p w:rsidR="005B7A7C" w:rsidRDefault="005B7A7C" w:rsidP="00AB18EC">
            <w:pPr>
              <w:pStyle w:val="Tabel-BrdtekstmedafstandptekstGaramond"/>
              <w:ind w:left="0"/>
            </w:pPr>
          </w:p>
          <w:p w:rsidR="005B7A7C" w:rsidRDefault="005B7A7C" w:rsidP="00AB18EC">
            <w:pPr>
              <w:pStyle w:val="Tabel-BrdtekstmedafstandptekstGaramond"/>
              <w:ind w:left="0"/>
            </w:pPr>
          </w:p>
          <w:p w:rsidR="005B7A7C" w:rsidRDefault="005B7A7C" w:rsidP="00AB18EC">
            <w:pPr>
              <w:pStyle w:val="Tabel-BrdtekstmedafstandptekstGaramond"/>
              <w:ind w:left="0"/>
            </w:pPr>
          </w:p>
          <w:p w:rsidR="00AB18EC" w:rsidRDefault="00AB18EC" w:rsidP="00AB18EC">
            <w:pPr>
              <w:pStyle w:val="Tabel-BrdtekstmedafstandptekstGaramond"/>
            </w:pPr>
            <w:r>
              <w:t xml:space="preserve">Der henvises til aftaleteksten fra </w:t>
            </w:r>
            <w:r w:rsidR="00346D29">
              <w:rPr>
                <w:i/>
              </w:rPr>
              <w:t>Aftale</w:t>
            </w:r>
            <w:r w:rsidRPr="00972A69">
              <w:rPr>
                <w:i/>
              </w:rPr>
              <w:t xml:space="preserve"> </w:t>
            </w:r>
            <w:r w:rsidR="00132B7A">
              <w:rPr>
                <w:i/>
              </w:rPr>
              <w:t xml:space="preserve">om </w:t>
            </w:r>
            <w:r w:rsidRPr="00972A69">
              <w:rPr>
                <w:i/>
              </w:rPr>
              <w:t>tilbagerulning af fo</w:t>
            </w:r>
            <w:r w:rsidRPr="00972A69">
              <w:rPr>
                <w:i/>
              </w:rPr>
              <w:t>r</w:t>
            </w:r>
            <w:r w:rsidRPr="00972A69">
              <w:rPr>
                <w:i/>
              </w:rPr>
              <w:t>syningssikkerhedsafgiften mv. og lempelser af PSO</w:t>
            </w:r>
            <w:r>
              <w:t xml:space="preserve">. </w:t>
            </w:r>
          </w:p>
          <w:p w:rsidR="00AB18EC" w:rsidRDefault="00AB18EC" w:rsidP="00AB18EC">
            <w:pPr>
              <w:pStyle w:val="Tabel-BrdtekstmedafstandptekstGaramond"/>
              <w:ind w:left="0"/>
            </w:pPr>
          </w:p>
          <w:p w:rsidR="00AB18EC" w:rsidRDefault="00AB18EC" w:rsidP="00AB18EC">
            <w:pPr>
              <w:pStyle w:val="Tabel-BrdtekstmedafstandptekstGaramond"/>
              <w:ind w:left="0"/>
            </w:pPr>
          </w:p>
          <w:p w:rsidR="00AB18EC" w:rsidRDefault="00AB18EC" w:rsidP="00AB18EC">
            <w:pPr>
              <w:pStyle w:val="Tabel-BrdtekstmedafstandptekstGaramond"/>
              <w:ind w:left="0"/>
            </w:pPr>
          </w:p>
          <w:p w:rsidR="00AB18EC" w:rsidRDefault="00AB18EC" w:rsidP="00AB18EC">
            <w:pPr>
              <w:pStyle w:val="Tabel-BrdtekstmedafstandptekstGaramond"/>
              <w:ind w:left="0"/>
            </w:pPr>
          </w:p>
          <w:p w:rsidR="00AB18EC" w:rsidRDefault="00AB18EC" w:rsidP="00AB18EC">
            <w:pPr>
              <w:pStyle w:val="Tabel-BrdtekstmedafstandptekstGaramond"/>
              <w:ind w:left="0"/>
            </w:pPr>
          </w:p>
          <w:p w:rsidR="00AB18EC" w:rsidRDefault="00AB18EC" w:rsidP="00AB18EC">
            <w:pPr>
              <w:pStyle w:val="Tabel-BrdtekstmedafstandptekstGaramond"/>
              <w:ind w:left="0"/>
            </w:pPr>
          </w:p>
          <w:p w:rsidR="00AB18EC" w:rsidRDefault="00AB18EC" w:rsidP="00AB18EC">
            <w:pPr>
              <w:pStyle w:val="Tabel-BrdtekstmedafstandptekstGaramond"/>
              <w:ind w:left="0"/>
            </w:pPr>
          </w:p>
          <w:p w:rsidR="00AB18EC" w:rsidRDefault="00AB18EC" w:rsidP="00AB18EC">
            <w:pPr>
              <w:pStyle w:val="Tabel-BrdtekstmedafstandptekstGaramond"/>
              <w:ind w:left="0"/>
            </w:pPr>
          </w:p>
          <w:p w:rsidR="00AB18EC" w:rsidRDefault="00AB18EC" w:rsidP="00AB18EC">
            <w:pPr>
              <w:pStyle w:val="Tabel-BrdtekstmedafstandptekstGaramond"/>
              <w:ind w:left="0"/>
            </w:pPr>
          </w:p>
          <w:p w:rsidR="00AB18EC" w:rsidRDefault="00AB18EC" w:rsidP="00AB18EC">
            <w:pPr>
              <w:pStyle w:val="Tabel-BrdtekstmedafstandptekstGaramond"/>
              <w:ind w:left="0"/>
            </w:pPr>
          </w:p>
          <w:p w:rsidR="00AB18EC" w:rsidRDefault="00AB18EC" w:rsidP="00AB18EC">
            <w:pPr>
              <w:pStyle w:val="Tabel-BrdtekstmedafstandptekstGaramond"/>
              <w:ind w:left="0"/>
            </w:pPr>
          </w:p>
          <w:p w:rsidR="00AB18EC" w:rsidRDefault="00AB18EC" w:rsidP="00AB18EC">
            <w:pPr>
              <w:pStyle w:val="Tabel-BrdtekstmedafstandptekstGaramond"/>
              <w:ind w:left="0"/>
            </w:pPr>
          </w:p>
          <w:p w:rsidR="00AB18EC" w:rsidRDefault="00AB18EC" w:rsidP="00AB18EC">
            <w:pPr>
              <w:pStyle w:val="Tabel-BrdtekstmedafstandptekstGaramond"/>
              <w:ind w:left="0"/>
            </w:pPr>
          </w:p>
          <w:p w:rsidR="00AB18EC" w:rsidRDefault="00AB18EC" w:rsidP="00AB18EC">
            <w:pPr>
              <w:pStyle w:val="Tabel-BrdtekstmedafstandptekstGaramond"/>
              <w:ind w:left="0"/>
            </w:pPr>
          </w:p>
          <w:p w:rsidR="00AB18EC" w:rsidRDefault="00AB18EC" w:rsidP="00AB18EC">
            <w:pPr>
              <w:pStyle w:val="Tabel-BrdtekstmedafstandptekstGaramond"/>
              <w:ind w:left="0"/>
            </w:pPr>
          </w:p>
          <w:p w:rsidR="00AB18EC" w:rsidRDefault="00AB18EC" w:rsidP="00AB18EC">
            <w:pPr>
              <w:pStyle w:val="Tabel-BrdtekstmedafstandptekstGaramond"/>
              <w:ind w:left="0"/>
            </w:pPr>
          </w:p>
          <w:p w:rsidR="00AB18EC" w:rsidRDefault="00AB18EC" w:rsidP="00AB18EC">
            <w:pPr>
              <w:pStyle w:val="Tabel-BrdtekstmedafstandptekstGaramond"/>
              <w:ind w:left="0"/>
            </w:pPr>
          </w:p>
          <w:p w:rsidR="00AB18EC" w:rsidRDefault="00AB18EC" w:rsidP="00AB18EC">
            <w:pPr>
              <w:pStyle w:val="Tabel-BrdtekstmedafstandptekstGaramond"/>
              <w:ind w:left="0"/>
            </w:pPr>
          </w:p>
          <w:p w:rsidR="00AB18EC" w:rsidRDefault="00AB18EC" w:rsidP="00AB18EC">
            <w:pPr>
              <w:pStyle w:val="Tabel-BrdtekstmedafstandptekstGaramond"/>
              <w:ind w:left="0"/>
            </w:pPr>
          </w:p>
          <w:p w:rsidR="00AB18EC" w:rsidRDefault="00AB18EC" w:rsidP="00AB18EC">
            <w:pPr>
              <w:pStyle w:val="Tabel-BrdtekstmedafstandptekstGaramond"/>
              <w:ind w:left="0"/>
            </w:pPr>
          </w:p>
          <w:p w:rsidR="000951E6" w:rsidRDefault="000951E6" w:rsidP="00AB18EC">
            <w:pPr>
              <w:pStyle w:val="Tabel-BrdtekstmedafstandptekstGaramond"/>
              <w:ind w:left="0"/>
            </w:pPr>
          </w:p>
          <w:p w:rsidR="00504FF0" w:rsidRDefault="00504FF0" w:rsidP="002F26F1">
            <w:pPr>
              <w:pStyle w:val="Tabel-BrdtekstmedafstandptekstGaramond"/>
              <w:ind w:left="0"/>
            </w:pPr>
          </w:p>
          <w:p w:rsidR="00504FF0" w:rsidRPr="00F4541F" w:rsidRDefault="00504FF0" w:rsidP="00F4541F">
            <w:pPr>
              <w:pStyle w:val="Tabel-BrdtekstmedafstandptekstGaramond"/>
            </w:pPr>
            <w:r w:rsidRPr="00F4541F">
              <w:t>Det bemærkes, at den relevante EU-retlige regulering i forhold til energiafgifterne er energib</w:t>
            </w:r>
            <w:r w:rsidRPr="00F4541F">
              <w:t>e</w:t>
            </w:r>
            <w:r w:rsidR="006D38E4">
              <w:t xml:space="preserve">skatningsdirektivet, </w:t>
            </w:r>
            <w:r w:rsidRPr="00F4541F">
              <w:t>ikke a</w:t>
            </w:r>
            <w:r w:rsidRPr="00F4541F">
              <w:t>f</w:t>
            </w:r>
            <w:r w:rsidRPr="00F4541F">
              <w:t>falds</w:t>
            </w:r>
            <w:r w:rsidR="006D38E4">
              <w:t xml:space="preserve">direktivet. </w:t>
            </w:r>
          </w:p>
          <w:p w:rsidR="00504FF0" w:rsidRDefault="00504FF0" w:rsidP="002F26F1">
            <w:pPr>
              <w:pStyle w:val="Tabel-BrdtekstmedafstandptekstGaramond"/>
              <w:ind w:left="0"/>
            </w:pPr>
          </w:p>
          <w:p w:rsidR="00504FF0" w:rsidRDefault="00504FF0" w:rsidP="002F26F1">
            <w:pPr>
              <w:pStyle w:val="Tabel-BrdtekstmedafstandptekstGaramond"/>
              <w:ind w:left="0"/>
            </w:pPr>
          </w:p>
          <w:p w:rsidR="00504FF0" w:rsidRDefault="00504FF0" w:rsidP="002F26F1">
            <w:pPr>
              <w:pStyle w:val="Tabel-BrdtekstmedafstandptekstGaramond"/>
              <w:ind w:left="0"/>
            </w:pPr>
          </w:p>
          <w:p w:rsidR="00504FF0" w:rsidRDefault="00504FF0" w:rsidP="002F26F1">
            <w:pPr>
              <w:pStyle w:val="Tabel-BrdtekstmedafstandptekstGaramond"/>
              <w:ind w:left="0"/>
            </w:pPr>
          </w:p>
          <w:p w:rsidR="006D38E4" w:rsidRDefault="006D38E4" w:rsidP="002F26F1">
            <w:pPr>
              <w:pStyle w:val="Tabel-BrdtekstmedafstandptekstGaramond"/>
              <w:ind w:left="0"/>
            </w:pPr>
          </w:p>
          <w:p w:rsidR="00504FF0" w:rsidRDefault="00504FF0" w:rsidP="002F26F1">
            <w:pPr>
              <w:pStyle w:val="Tabel-BrdtekstmedafstandptekstGaramond"/>
              <w:ind w:left="0"/>
            </w:pPr>
          </w:p>
          <w:p w:rsidR="00977C39" w:rsidRPr="00074DB8" w:rsidRDefault="00977C39" w:rsidP="00074DB8">
            <w:pPr>
              <w:pStyle w:val="Tabel-BrdtekstmedafstandptekstGaramond"/>
            </w:pPr>
            <w:r w:rsidRPr="00074DB8">
              <w:t>Det oprindelige lovforslag om indførelse af en forsyningssi</w:t>
            </w:r>
            <w:r w:rsidRPr="00074DB8">
              <w:t>k</w:t>
            </w:r>
            <w:r w:rsidRPr="00074DB8">
              <w:t xml:space="preserve">kerhedsafgift på biomasse, </w:t>
            </w:r>
            <w:r w:rsidR="006D38E4">
              <w:t>som</w:t>
            </w:r>
            <w:r w:rsidRPr="00074DB8">
              <w:t xml:space="preserve"> ændringerne i afgiftsbehandli</w:t>
            </w:r>
            <w:r w:rsidRPr="00074DB8">
              <w:t>n</w:t>
            </w:r>
            <w:r w:rsidR="00314DF8">
              <w:t>gen af VE-affald</w:t>
            </w:r>
            <w:r w:rsidRPr="00074DB8">
              <w:t xml:space="preserve"> var en del af, blev sendt i høring i efterso</w:t>
            </w:r>
            <w:r w:rsidRPr="00074DB8">
              <w:t>m</w:t>
            </w:r>
            <w:r w:rsidR="006D38E4">
              <w:t>meren 2013. Det</w:t>
            </w:r>
            <w:r w:rsidRPr="00074DB8">
              <w:t xml:space="preserve"> oprindelige forslag indeholdt en min</w:t>
            </w:r>
            <w:r w:rsidRPr="00074DB8">
              <w:t>i</w:t>
            </w:r>
            <w:r w:rsidRPr="00074DB8">
              <w:t>mumsgrænse på 1 pct. fossilt indhold i de pågældende læs. På baggrund af de indkomne h</w:t>
            </w:r>
            <w:r w:rsidRPr="00074DB8">
              <w:t>ø</w:t>
            </w:r>
            <w:r w:rsidRPr="00074DB8">
              <w:t>ringssvar, der var kritiske o</w:t>
            </w:r>
            <w:r w:rsidR="00AE50E6" w:rsidRPr="00074DB8">
              <w:t>ve</w:t>
            </w:r>
            <w:r w:rsidR="00AE50E6" w:rsidRPr="00074DB8">
              <w:t>r</w:t>
            </w:r>
            <w:r w:rsidR="00AE50E6" w:rsidRPr="00074DB8">
              <w:t>for minimumsgrænsen</w:t>
            </w:r>
            <w:r w:rsidR="009C776D">
              <w:t xml:space="preserve"> bl.a. af kontrolhensyn</w:t>
            </w:r>
            <w:r w:rsidR="00AE50E6" w:rsidRPr="00074DB8">
              <w:t xml:space="preserve">, </w:t>
            </w:r>
            <w:r w:rsidR="006D38E4">
              <w:t>er</w:t>
            </w:r>
            <w:r w:rsidRPr="00074DB8">
              <w:t xml:space="preserve"> forslag</w:t>
            </w:r>
            <w:r w:rsidR="006D38E4">
              <w:t>et</w:t>
            </w:r>
            <w:r w:rsidRPr="00074DB8">
              <w:t xml:space="preserve"> </w:t>
            </w:r>
            <w:r w:rsidRPr="00074DB8">
              <w:lastRenderedPageBreak/>
              <w:t>skærpet på dette punkt, og det foreslås</w:t>
            </w:r>
            <w:r w:rsidR="001006AD">
              <w:t xml:space="preserve"> nu</w:t>
            </w:r>
            <w:r w:rsidRPr="00074DB8">
              <w:t>, at der skal være tale om rene læs. Det vil sige, at a</w:t>
            </w:r>
            <w:r w:rsidRPr="00074DB8">
              <w:t>f</w:t>
            </w:r>
            <w:r w:rsidRPr="00074DB8">
              <w:t>faldet ikke må have fossilt in</w:t>
            </w:r>
            <w:r w:rsidRPr="00074DB8">
              <w:t>d</w:t>
            </w:r>
            <w:r w:rsidRPr="00074DB8">
              <w:t xml:space="preserve">hold. Minimumsgrænsen på 1 pct. er således ikke videreført. </w:t>
            </w:r>
          </w:p>
          <w:p w:rsidR="00504FF0" w:rsidRDefault="00504FF0" w:rsidP="002F26F1">
            <w:pPr>
              <w:pStyle w:val="Tabel-BrdtekstmedafstandptekstGaramond"/>
              <w:ind w:left="0"/>
            </w:pPr>
          </w:p>
          <w:p w:rsidR="00504FF0" w:rsidRDefault="00504FF0" w:rsidP="002F26F1">
            <w:pPr>
              <w:pStyle w:val="Tabel-BrdtekstmedafstandptekstGaramond"/>
              <w:ind w:left="0"/>
            </w:pPr>
          </w:p>
          <w:p w:rsidR="00504FF0" w:rsidRDefault="00504FF0" w:rsidP="002F26F1">
            <w:pPr>
              <w:pStyle w:val="Tabel-BrdtekstmedafstandptekstGaramond"/>
              <w:ind w:left="0"/>
            </w:pPr>
          </w:p>
          <w:p w:rsidR="00504FF0" w:rsidRDefault="00504FF0" w:rsidP="002F26F1">
            <w:pPr>
              <w:pStyle w:val="Tabel-BrdtekstmedafstandptekstGaramond"/>
              <w:ind w:left="0"/>
            </w:pPr>
          </w:p>
          <w:p w:rsidR="00504FF0" w:rsidRDefault="00504FF0" w:rsidP="002F26F1">
            <w:pPr>
              <w:pStyle w:val="Tabel-BrdtekstmedafstandptekstGaramond"/>
              <w:ind w:left="0"/>
            </w:pPr>
          </w:p>
          <w:p w:rsidR="00504FF0" w:rsidRDefault="00504FF0" w:rsidP="002F26F1">
            <w:pPr>
              <w:pStyle w:val="Tabel-BrdtekstmedafstandptekstGaramond"/>
              <w:ind w:left="0"/>
            </w:pPr>
          </w:p>
          <w:p w:rsidR="00504FF0" w:rsidRDefault="00504FF0" w:rsidP="002F26F1">
            <w:pPr>
              <w:pStyle w:val="Tabel-BrdtekstmedafstandptekstGaramond"/>
              <w:ind w:left="0"/>
            </w:pPr>
          </w:p>
          <w:p w:rsidR="00504FF0" w:rsidRDefault="00504FF0" w:rsidP="002F26F1">
            <w:pPr>
              <w:pStyle w:val="Tabel-BrdtekstmedafstandptekstGaramond"/>
              <w:ind w:left="0"/>
            </w:pPr>
          </w:p>
          <w:p w:rsidR="001006AD" w:rsidRDefault="001006AD" w:rsidP="002F26F1">
            <w:pPr>
              <w:pStyle w:val="Tabel-BrdtekstmedafstandptekstGaramond"/>
              <w:ind w:left="0"/>
            </w:pPr>
          </w:p>
          <w:p w:rsidR="00ED4481" w:rsidRDefault="00ED4481" w:rsidP="002F26F1">
            <w:pPr>
              <w:pStyle w:val="Tabel-BrdtekstmedafstandptekstGaramond"/>
              <w:ind w:left="0"/>
            </w:pPr>
          </w:p>
          <w:p w:rsidR="00ED4481" w:rsidRDefault="00ED4481" w:rsidP="002F26F1">
            <w:pPr>
              <w:pStyle w:val="Tabel-BrdtekstmedafstandptekstGaramond"/>
              <w:ind w:left="0"/>
            </w:pPr>
          </w:p>
          <w:p w:rsidR="00ED4481" w:rsidRDefault="00ED4481" w:rsidP="002F26F1">
            <w:pPr>
              <w:pStyle w:val="Tabel-BrdtekstmedafstandptekstGaramond"/>
              <w:ind w:left="0"/>
            </w:pPr>
          </w:p>
          <w:p w:rsidR="00504FF0" w:rsidRDefault="00504FF0" w:rsidP="002F26F1">
            <w:pPr>
              <w:pStyle w:val="Tabel-BrdtekstmedafstandptekstGaramond"/>
              <w:ind w:left="0"/>
            </w:pPr>
          </w:p>
          <w:p w:rsidR="00504FF0" w:rsidRPr="007D4977" w:rsidRDefault="00504FF0" w:rsidP="00346D29">
            <w:pPr>
              <w:pStyle w:val="Tabel-BrdtekstmedafstandptekstGaramond"/>
            </w:pPr>
            <w:r w:rsidRPr="007D4977">
              <w:t>Der vil efterfølgende blive u</w:t>
            </w:r>
            <w:r w:rsidRPr="007D4977">
              <w:t>d</w:t>
            </w:r>
            <w:r w:rsidRPr="007D4977">
              <w:t>arbejdet et udkast til en b</w:t>
            </w:r>
            <w:r w:rsidRPr="007D4977">
              <w:t>e</w:t>
            </w:r>
            <w:r w:rsidRPr="007D4977">
              <w:t xml:space="preserve">kendtgørelse omhandlende de </w:t>
            </w:r>
            <w:r w:rsidRPr="008160DC">
              <w:t>relevante krav til dokumentat</w:t>
            </w:r>
            <w:r w:rsidRPr="008160DC">
              <w:t>i</w:t>
            </w:r>
            <w:r w:rsidR="00346D29">
              <w:t>on. B</w:t>
            </w:r>
            <w:r w:rsidR="00346D29" w:rsidRPr="00346D29">
              <w:t>ekendtgørelse</w:t>
            </w:r>
            <w:r w:rsidR="00346D29">
              <w:t>n vil blive udstedt</w:t>
            </w:r>
            <w:r w:rsidR="00346D29" w:rsidRPr="00346D29">
              <w:t xml:space="preserve"> samtidig med lovens ikrafttræden.</w:t>
            </w:r>
            <w:r w:rsidR="005D3D38">
              <w:t xml:space="preserve"> </w:t>
            </w:r>
            <w:r w:rsidR="00A06D09" w:rsidRPr="008160DC">
              <w:t xml:space="preserve">Branchen vil blive inddraget med henblik på at få </w:t>
            </w:r>
            <w:r w:rsidR="00536019" w:rsidRPr="008160DC">
              <w:t>bidrag</w:t>
            </w:r>
            <w:r w:rsidR="00A06D09" w:rsidRPr="008160DC">
              <w:t xml:space="preserve"> til </w:t>
            </w:r>
            <w:r w:rsidR="00D3798D" w:rsidRPr="008160DC">
              <w:t xml:space="preserve">brug ved </w:t>
            </w:r>
            <w:r w:rsidR="00A06D09" w:rsidRPr="008160DC">
              <w:t xml:space="preserve">fastsættelsen af kravene. Ligeledes </w:t>
            </w:r>
            <w:r w:rsidRPr="008160DC">
              <w:t xml:space="preserve">vil </w:t>
            </w:r>
            <w:r w:rsidR="00A06D09" w:rsidRPr="008160DC">
              <w:t>et</w:t>
            </w:r>
            <w:r w:rsidRPr="008160DC">
              <w:t xml:space="preserve"> u</w:t>
            </w:r>
            <w:r w:rsidRPr="008160DC">
              <w:t>d</w:t>
            </w:r>
            <w:r w:rsidR="00C3343C" w:rsidRPr="008160DC">
              <w:t xml:space="preserve">kast </w:t>
            </w:r>
            <w:r w:rsidR="00A06D09" w:rsidRPr="008160DC">
              <w:t xml:space="preserve">til bekendtgørelse efter fast praksis </w:t>
            </w:r>
            <w:r w:rsidR="00C3343C" w:rsidRPr="008160DC">
              <w:t xml:space="preserve">blive sendt i høring hos </w:t>
            </w:r>
            <w:r w:rsidRPr="008160DC">
              <w:t>høringsberettigede parter.</w:t>
            </w:r>
            <w:r w:rsidRPr="007D4977">
              <w:t xml:space="preserve"> </w:t>
            </w:r>
          </w:p>
          <w:p w:rsidR="007D4977" w:rsidRDefault="007D4977" w:rsidP="007D4977">
            <w:pPr>
              <w:pStyle w:val="Tabel-BrdtekstmedafstandptekstGaramond"/>
            </w:pPr>
          </w:p>
          <w:p w:rsidR="004C56B8" w:rsidRDefault="00504FF0" w:rsidP="001B7801">
            <w:pPr>
              <w:pStyle w:val="Tabel-BrdtekstmedafstandptekstGaramond"/>
            </w:pPr>
            <w:r w:rsidRPr="007D4977">
              <w:t xml:space="preserve">Det skal i denne sammenhæng præciseres, at der er tale om en bemyndigelsesbestemmelse til </w:t>
            </w:r>
            <w:r w:rsidR="007D4977">
              <w:t>skatteministeren til at kunne fastsætte nærmere regler for dokumentation i forhold til, at de pågældende virksomheder opfylder betingelserne for a</w:t>
            </w:r>
            <w:r w:rsidR="007D4977">
              <w:t>f</w:t>
            </w:r>
            <w:r w:rsidR="007D4977">
              <w:t xml:space="preserve">giftsfritagelsen. Der er med bemyndigelsesbestemmelsen ikke hjemmel til at fastsætte </w:t>
            </w:r>
            <w:r w:rsidR="007D4977">
              <w:lastRenderedPageBreak/>
              <w:t>nærmere regler for dokument</w:t>
            </w:r>
            <w:r w:rsidR="007D4977">
              <w:t>a</w:t>
            </w:r>
            <w:r w:rsidR="007D4977">
              <w:t>tion til brug i andre samme</w:t>
            </w:r>
            <w:r w:rsidR="007D4977">
              <w:t>n</w:t>
            </w:r>
            <w:r w:rsidR="007D4977">
              <w:t xml:space="preserve">hænge eksempelvis ved kontrol af affaldssorteringen. </w:t>
            </w:r>
            <w:r w:rsidR="00052423">
              <w:t>Denne kontrol hører ikke under S</w:t>
            </w:r>
            <w:r w:rsidR="00B4555A">
              <w:t>ka</w:t>
            </w:r>
            <w:r w:rsidR="00B4555A">
              <w:t>t</w:t>
            </w:r>
            <w:r w:rsidR="00B4555A">
              <w:t xml:space="preserve">teministeriets ressort. </w:t>
            </w:r>
          </w:p>
          <w:p w:rsidR="0001769D" w:rsidRPr="00A45E41" w:rsidRDefault="0001769D" w:rsidP="001B7801">
            <w:pPr>
              <w:pStyle w:val="Tabel-BrdtekstmedafstandptekstGaramond"/>
              <w:ind w:left="0"/>
            </w:pPr>
          </w:p>
          <w:p w:rsidR="00504FF0" w:rsidRDefault="004C56B8" w:rsidP="00235043">
            <w:pPr>
              <w:pStyle w:val="Tabel-BrdtekstmedafstandptekstGaramond"/>
            </w:pPr>
            <w:r w:rsidRPr="00A45E41">
              <w:t>Bemærkningerne er taget til e</w:t>
            </w:r>
            <w:r w:rsidRPr="00A45E41">
              <w:t>f</w:t>
            </w:r>
            <w:r w:rsidRPr="00A45E41">
              <w:t xml:space="preserve">terretning og vil </w:t>
            </w:r>
            <w:r w:rsidR="005E7689" w:rsidRPr="00A45E41">
              <w:t>i mulig</w:t>
            </w:r>
            <w:r w:rsidRPr="00A45E41">
              <w:t xml:space="preserve"> omfang blive inddraget i det endelige lovforslag. </w:t>
            </w:r>
          </w:p>
          <w:p w:rsidR="00504FF0" w:rsidRPr="006B11FD" w:rsidRDefault="00504FF0" w:rsidP="002F26F1">
            <w:pPr>
              <w:pStyle w:val="Tabel-BrdtekstmedafstandptekstGaramond"/>
              <w:ind w:left="0"/>
            </w:pPr>
          </w:p>
        </w:tc>
      </w:tr>
      <w:tr w:rsidR="001E6508" w:rsidRPr="00B5346F" w:rsidTr="00465B41">
        <w:tc>
          <w:tcPr>
            <w:tcW w:w="1701" w:type="dxa"/>
            <w:tcBorders>
              <w:bottom w:val="single" w:sz="4" w:space="0" w:color="D1C5C3" w:themeColor="accent3"/>
            </w:tcBorders>
            <w:shd w:val="clear" w:color="auto" w:fill="FBF9F9"/>
          </w:tcPr>
          <w:p w:rsidR="001E6508" w:rsidRDefault="00B27BC4" w:rsidP="00474E2F">
            <w:pPr>
              <w:pStyle w:val="Tabel-BrdtekstmedafstandptekstGaramond"/>
              <w:rPr>
                <w:i/>
              </w:rPr>
            </w:pPr>
            <w:r w:rsidRPr="00B27BC4">
              <w:rPr>
                <w:i/>
              </w:rPr>
              <w:lastRenderedPageBreak/>
              <w:t>Brancheforeni</w:t>
            </w:r>
            <w:r w:rsidRPr="00B27BC4">
              <w:rPr>
                <w:i/>
              </w:rPr>
              <w:t>n</w:t>
            </w:r>
            <w:r w:rsidRPr="00B27BC4">
              <w:rPr>
                <w:i/>
              </w:rPr>
              <w:t>gen for Biogas</w:t>
            </w:r>
          </w:p>
        </w:tc>
        <w:tc>
          <w:tcPr>
            <w:tcW w:w="142" w:type="dxa"/>
            <w:shd w:val="clear" w:color="auto" w:fill="FFFFFF" w:themeFill="background1"/>
          </w:tcPr>
          <w:p w:rsidR="001E6508" w:rsidRPr="00B5346F" w:rsidRDefault="001E6508" w:rsidP="000B4D0B"/>
        </w:tc>
        <w:tc>
          <w:tcPr>
            <w:tcW w:w="4517" w:type="dxa"/>
            <w:tcBorders>
              <w:bottom w:val="single" w:sz="4" w:space="0" w:color="D1C5C3" w:themeColor="accent3"/>
            </w:tcBorders>
            <w:shd w:val="clear" w:color="auto" w:fill="FBF9F9"/>
          </w:tcPr>
          <w:p w:rsidR="001E6508" w:rsidRDefault="001E6508" w:rsidP="001E6508">
            <w:pPr>
              <w:pStyle w:val="Tabel-BrdtekstmedafstandptekstGaramond"/>
            </w:pPr>
            <w:r>
              <w:t>Brancheforeningen for Biogas har forståelse for det politiske ønske om at finde administr</w:t>
            </w:r>
            <w:r>
              <w:t>a</w:t>
            </w:r>
            <w:r>
              <w:t>tivt simple alternativer til forsyningssikkerhed</w:t>
            </w:r>
            <w:r>
              <w:t>s</w:t>
            </w:r>
            <w:r>
              <w:t>afgiften og forbedring af er</w:t>
            </w:r>
            <w:r w:rsidR="00B27BC4">
              <w:t>hvervslivets konku</w:t>
            </w:r>
            <w:r w:rsidR="00B27BC4">
              <w:t>r</w:t>
            </w:r>
            <w:r w:rsidR="00B27BC4">
              <w:t>rence</w:t>
            </w:r>
            <w:r>
              <w:t>evne. Brancheforeningen finder imidle</w:t>
            </w:r>
            <w:r>
              <w:t>r</w:t>
            </w:r>
            <w:r>
              <w:t>tid, at det foreliggende lovforslag indeholder en række elementer, som ud fra en samlet sa</w:t>
            </w:r>
            <w:r>
              <w:t>m</w:t>
            </w:r>
            <w:r>
              <w:t>fundsmæssig vurdering er særdeles uhensigt</w:t>
            </w:r>
            <w:r>
              <w:t>s</w:t>
            </w:r>
            <w:r>
              <w:t>mæssige.</w:t>
            </w:r>
          </w:p>
          <w:p w:rsidR="005B4242" w:rsidRDefault="005B4242" w:rsidP="005B4242">
            <w:pPr>
              <w:pStyle w:val="Tabel-BrdtekstmedafstandptekstGaramond"/>
              <w:ind w:left="0"/>
            </w:pPr>
          </w:p>
          <w:p w:rsidR="001E6508" w:rsidRDefault="003C4288" w:rsidP="00D04DBE">
            <w:pPr>
              <w:pStyle w:val="Tabel-BrdtekstmedafstandptekstGaramond"/>
            </w:pPr>
            <w:r>
              <w:t>R</w:t>
            </w:r>
            <w:r w:rsidR="001E6508">
              <w:t>egeringens ressources</w:t>
            </w:r>
            <w:r>
              <w:t>trategi fra oktober 2013 har</w:t>
            </w:r>
            <w:r w:rsidR="001E6508">
              <w:t xml:space="preserve"> fokus på at genanvende flere ressourcer ved at begrænse afbrændingen og i stedet fremme genanvendelse og herunder afgasning af org</w:t>
            </w:r>
            <w:r w:rsidR="001E6508">
              <w:t>a</w:t>
            </w:r>
            <w:r>
              <w:t>niske fraktioner i biogasanlæg. Nærværende l</w:t>
            </w:r>
            <w:r w:rsidR="001E6508">
              <w:t>ovforsla</w:t>
            </w:r>
            <w:r>
              <w:t>g</w:t>
            </w:r>
            <w:r w:rsidR="001E6508">
              <w:t xml:space="preserve"> lægger op til at fremme forbrænding af organi</w:t>
            </w:r>
            <w:r w:rsidR="00B27BC4">
              <w:t>ske fraktioner, herunder hus</w:t>
            </w:r>
            <w:r w:rsidR="001E6508">
              <w:t>dyrgø</w:t>
            </w:r>
            <w:r w:rsidR="001E6508">
              <w:t>d</w:t>
            </w:r>
            <w:r w:rsidR="001E6508">
              <w:t>ning gennem fjernelse af energiafgifterne (a</w:t>
            </w:r>
            <w:r w:rsidR="001E6508">
              <w:t>f</w:t>
            </w:r>
            <w:r w:rsidR="001E6508">
              <w:t>faldsvarmeafgift og tillægsafgifter).</w:t>
            </w:r>
          </w:p>
          <w:p w:rsidR="005B4242" w:rsidRDefault="005B4242" w:rsidP="005B4242">
            <w:pPr>
              <w:pStyle w:val="Tabel-BrdtekstmedafstandptekstGaramond"/>
              <w:ind w:left="0"/>
            </w:pPr>
          </w:p>
          <w:p w:rsidR="001E6508" w:rsidRDefault="00316A66" w:rsidP="00194625">
            <w:pPr>
              <w:pStyle w:val="Tabel-BrdtekstmedafstandptekstGaramond"/>
            </w:pPr>
            <w:r>
              <w:t>Det anføres bl.a. at an</w:t>
            </w:r>
            <w:r w:rsidR="001E6508">
              <w:t>vendelse af tørstofrige husdyrgødningsfraktioner i form af dybstrøelse, fiberfraktioner og fast møg er et vigtigt element til at fremme biogasudbygningen</w:t>
            </w:r>
            <w:r>
              <w:t>. Med forsl</w:t>
            </w:r>
            <w:r>
              <w:t>a</w:t>
            </w:r>
            <w:r>
              <w:t xml:space="preserve">get </w:t>
            </w:r>
            <w:r w:rsidR="001E6508">
              <w:t xml:space="preserve">vil </w:t>
            </w:r>
            <w:r w:rsidR="003D718E">
              <w:t xml:space="preserve">det </w:t>
            </w:r>
            <w:r>
              <w:t>blive</w:t>
            </w:r>
            <w:r w:rsidR="001E6508">
              <w:t xml:space="preserve"> vanskeligt at realisere det meget store energipotentiale, der er i den f</w:t>
            </w:r>
            <w:r w:rsidR="00194625">
              <w:t xml:space="preserve">lydende del af husdyrgødningen. </w:t>
            </w:r>
            <w:r w:rsidR="001E6508">
              <w:t>Det vil også mindske m</w:t>
            </w:r>
            <w:r w:rsidR="001E6508">
              <w:t>u</w:t>
            </w:r>
            <w:r w:rsidR="001E6508">
              <w:t>ligheden for at reducere udslippet af drivhu</w:t>
            </w:r>
            <w:r w:rsidR="001E6508">
              <w:t>s</w:t>
            </w:r>
            <w:r w:rsidR="001E6508">
              <w:t>gasser, lugtgener og næringsstoftab fra gyllen.</w:t>
            </w:r>
          </w:p>
          <w:p w:rsidR="001E6508" w:rsidRDefault="001E6508" w:rsidP="003853FD">
            <w:pPr>
              <w:pStyle w:val="Tabel-BrdtekstmedafstandptekstGaramond"/>
              <w:ind w:left="0"/>
            </w:pPr>
          </w:p>
          <w:p w:rsidR="001E6508" w:rsidRDefault="003365C2" w:rsidP="00D04DBE">
            <w:pPr>
              <w:pStyle w:val="Tabel-BrdtekstmedafstandptekstGaramond"/>
            </w:pPr>
            <w:r>
              <w:t>L</w:t>
            </w:r>
            <w:r w:rsidR="001E6508">
              <w:t>ovforslag</w:t>
            </w:r>
            <w:r w:rsidR="00781105">
              <w:t>et</w:t>
            </w:r>
            <w:r w:rsidR="001E6508">
              <w:t xml:space="preserve"> fremme</w:t>
            </w:r>
            <w:r>
              <w:t>r</w:t>
            </w:r>
            <w:r w:rsidR="001E6508">
              <w:t xml:space="preserve"> produktion af varme frem for produktion af biogas, som både kan bruges til effektiv </w:t>
            </w:r>
            <w:proofErr w:type="spellStart"/>
            <w:r w:rsidR="001E6508">
              <w:t>elproduktion</w:t>
            </w:r>
            <w:proofErr w:type="spellEnd"/>
            <w:r w:rsidR="001E6508">
              <w:t xml:space="preserve"> og som tran</w:t>
            </w:r>
            <w:r w:rsidR="001E6508">
              <w:t>s</w:t>
            </w:r>
            <w:r w:rsidR="001E6508">
              <w:t>portbræ</w:t>
            </w:r>
            <w:r w:rsidR="00B27BC4">
              <w:t xml:space="preserve">ndstof. </w:t>
            </w:r>
            <w:r w:rsidR="001E6508">
              <w:t xml:space="preserve">Der har </w:t>
            </w:r>
            <w:r w:rsidR="00C20C68">
              <w:t xml:space="preserve">ligeledes </w:t>
            </w:r>
            <w:r w:rsidR="001E6508">
              <w:t xml:space="preserve">hidtil været økonomiske </w:t>
            </w:r>
            <w:r w:rsidR="007C19AF">
              <w:t>incitamenter</w:t>
            </w:r>
            <w:r w:rsidR="001E6508">
              <w:t xml:space="preserve"> til at fremme de</w:t>
            </w:r>
            <w:r w:rsidR="00B27BC4">
              <w:t>n re</w:t>
            </w:r>
            <w:r w:rsidR="00B27BC4">
              <w:t>s</w:t>
            </w:r>
            <w:r w:rsidR="00B27BC4">
              <w:t>source- og energikvalitets</w:t>
            </w:r>
            <w:r w:rsidR="001E6508">
              <w:t>mæssige optimale u</w:t>
            </w:r>
            <w:r w:rsidR="001E6508">
              <w:t>d</w:t>
            </w:r>
            <w:r w:rsidR="001E6508">
              <w:t xml:space="preserve">nyttelse af husdyrgødning gennem afgasning i biogasanlæg. </w:t>
            </w:r>
            <w:r w:rsidR="00D04DBE">
              <w:t xml:space="preserve"> B</w:t>
            </w:r>
            <w:r w:rsidR="001E6508">
              <w:t xml:space="preserve">iogasproduktion </w:t>
            </w:r>
            <w:r w:rsidR="00D04DBE">
              <w:t xml:space="preserve">er </w:t>
            </w:r>
            <w:r w:rsidR="001E6508">
              <w:t>i modsæ</w:t>
            </w:r>
            <w:r w:rsidR="001E6508">
              <w:t>t</w:t>
            </w:r>
            <w:r w:rsidR="001E6508">
              <w:t xml:space="preserve">ning til afbrænding af husdyrgødning </w:t>
            </w:r>
            <w:r w:rsidR="00D04DBE">
              <w:t>pålagt a</w:t>
            </w:r>
            <w:r w:rsidR="00D04DBE">
              <w:t>f</w:t>
            </w:r>
            <w:r w:rsidR="00D04DBE">
              <w:t xml:space="preserve">gift. </w:t>
            </w:r>
          </w:p>
        </w:tc>
        <w:tc>
          <w:tcPr>
            <w:tcW w:w="115" w:type="dxa"/>
            <w:shd w:val="clear" w:color="auto" w:fill="FFFFFF" w:themeFill="background1"/>
          </w:tcPr>
          <w:p w:rsidR="001E6508" w:rsidRPr="00B5346F" w:rsidRDefault="001E6508" w:rsidP="000B4D0B"/>
        </w:tc>
        <w:tc>
          <w:tcPr>
            <w:tcW w:w="3164" w:type="dxa"/>
            <w:tcBorders>
              <w:bottom w:val="single" w:sz="4" w:space="0" w:color="14143C" w:themeColor="accent1"/>
            </w:tcBorders>
            <w:shd w:val="clear" w:color="auto" w:fill="D2CED8"/>
          </w:tcPr>
          <w:p w:rsidR="005B4242" w:rsidRDefault="005B4242" w:rsidP="005B4242">
            <w:pPr>
              <w:pStyle w:val="Tabel-BrdtekstmedafstandptekstGaramond"/>
            </w:pPr>
          </w:p>
          <w:p w:rsidR="005B4242" w:rsidRDefault="005B4242" w:rsidP="005B4242">
            <w:pPr>
              <w:pStyle w:val="Tabel-BrdtekstmedafstandptekstGaramond"/>
            </w:pPr>
          </w:p>
          <w:p w:rsidR="005B4242" w:rsidRDefault="005B4242" w:rsidP="005B4242">
            <w:pPr>
              <w:pStyle w:val="Tabel-BrdtekstmedafstandptekstGaramond"/>
            </w:pPr>
          </w:p>
          <w:p w:rsidR="005B4242" w:rsidRDefault="005B4242" w:rsidP="005B4242">
            <w:pPr>
              <w:pStyle w:val="Tabel-BrdtekstmedafstandptekstGaramond"/>
            </w:pPr>
          </w:p>
          <w:p w:rsidR="005B4242" w:rsidRDefault="005B4242" w:rsidP="005B4242">
            <w:pPr>
              <w:pStyle w:val="Tabel-BrdtekstmedafstandptekstGaramond"/>
            </w:pPr>
          </w:p>
          <w:p w:rsidR="005B4242" w:rsidRDefault="005B4242" w:rsidP="005B4242">
            <w:pPr>
              <w:pStyle w:val="Tabel-BrdtekstmedafstandptekstGaramond"/>
              <w:ind w:left="0"/>
            </w:pPr>
          </w:p>
          <w:p w:rsidR="005B4242" w:rsidRDefault="005B4242" w:rsidP="005B4242">
            <w:pPr>
              <w:pStyle w:val="Tabel-BrdtekstmedafstandptekstGaramond"/>
            </w:pPr>
          </w:p>
          <w:p w:rsidR="005B4242" w:rsidRDefault="005B4242" w:rsidP="005B4242">
            <w:pPr>
              <w:pStyle w:val="Tabel-BrdtekstmedafstandptekstGaramond"/>
            </w:pPr>
          </w:p>
          <w:p w:rsidR="00237FF6" w:rsidRDefault="00237FF6" w:rsidP="005B4242">
            <w:pPr>
              <w:pStyle w:val="Tabel-BrdtekstmedafstandptekstGaramond"/>
            </w:pPr>
          </w:p>
          <w:p w:rsidR="00237FF6" w:rsidRDefault="00237FF6" w:rsidP="005B4242">
            <w:pPr>
              <w:pStyle w:val="Tabel-BrdtekstmedafstandptekstGaramond"/>
            </w:pPr>
          </w:p>
          <w:p w:rsidR="001E6508" w:rsidRPr="005B4242" w:rsidRDefault="00C3343C" w:rsidP="005B4242">
            <w:pPr>
              <w:pStyle w:val="Tabel-BrdtekstmedafstandptekstGaramond"/>
            </w:pPr>
            <w:r w:rsidRPr="005B4242">
              <w:t>Der henvises til høringssvaret til Affald- og Ressourceind</w:t>
            </w:r>
            <w:r w:rsidRPr="005B4242">
              <w:t>u</w:t>
            </w:r>
            <w:r w:rsidRPr="005B4242">
              <w:t>strien.</w:t>
            </w:r>
          </w:p>
          <w:p w:rsidR="006612D2" w:rsidRDefault="006612D2" w:rsidP="00C3343C">
            <w:pPr>
              <w:pStyle w:val="Tabel-BrdtekstmedafstandptekstGaramond"/>
            </w:pPr>
          </w:p>
          <w:p w:rsidR="006612D2" w:rsidRPr="00D04DBE" w:rsidRDefault="00D04DBE" w:rsidP="00D04DBE">
            <w:pPr>
              <w:pStyle w:val="Tabel-BrdtekstmedafstandptekstGaramond"/>
            </w:pPr>
            <w:r>
              <w:t>Lov</w:t>
            </w:r>
            <w:r w:rsidR="006612D2" w:rsidRPr="00D04DBE">
              <w:t xml:space="preserve">forslaget </w:t>
            </w:r>
            <w:r>
              <w:t xml:space="preserve">har </w:t>
            </w:r>
            <w:r w:rsidR="006612D2" w:rsidRPr="00D04DBE">
              <w:t xml:space="preserve">ikke til formål at fremme </w:t>
            </w:r>
            <w:r w:rsidR="00572FE2">
              <w:t xml:space="preserve">eller begrænse </w:t>
            </w:r>
            <w:r w:rsidR="006612D2" w:rsidRPr="00D04DBE">
              <w:t>fo</w:t>
            </w:r>
            <w:r w:rsidR="006612D2" w:rsidRPr="00D04DBE">
              <w:t>r</w:t>
            </w:r>
            <w:r w:rsidR="006612D2" w:rsidRPr="00D04DBE">
              <w:t>brænding af organiske frakti</w:t>
            </w:r>
            <w:r w:rsidR="006612D2" w:rsidRPr="00D04DBE">
              <w:t>o</w:t>
            </w:r>
            <w:r w:rsidR="006612D2" w:rsidRPr="00D04DBE">
              <w:t xml:space="preserve">ner. Forslaget har </w:t>
            </w:r>
            <w:r w:rsidR="00572FE2">
              <w:t>i forhold til afgiftsændringerne omhandle</w:t>
            </w:r>
            <w:r w:rsidR="00572FE2">
              <w:t>n</w:t>
            </w:r>
            <w:r w:rsidR="00572FE2">
              <w:t xml:space="preserve">de VE-brændsler alene </w:t>
            </w:r>
            <w:r w:rsidR="006612D2" w:rsidRPr="00D04DBE">
              <w:t>til fo</w:t>
            </w:r>
            <w:r w:rsidR="006612D2" w:rsidRPr="00D04DBE">
              <w:t>r</w:t>
            </w:r>
            <w:r w:rsidR="006612D2" w:rsidRPr="00D04DBE">
              <w:t>mål at sikre reglernes overen</w:t>
            </w:r>
            <w:r w:rsidR="006612D2" w:rsidRPr="00D04DBE">
              <w:t>s</w:t>
            </w:r>
            <w:r w:rsidR="006612D2" w:rsidRPr="00D04DBE">
              <w:t>stemmelse med EU-retten.</w:t>
            </w:r>
          </w:p>
          <w:p w:rsidR="00675DA1" w:rsidRDefault="00675DA1" w:rsidP="00C3343C">
            <w:pPr>
              <w:pStyle w:val="Tabel-BrdtekstmedafstandptekstGaramond"/>
            </w:pPr>
          </w:p>
          <w:p w:rsidR="00675DA1" w:rsidRPr="003770DB" w:rsidRDefault="005B4242" w:rsidP="00C3343C">
            <w:pPr>
              <w:pStyle w:val="Tabel-BrdtekstmedafstandptekstGaramond"/>
            </w:pPr>
            <w:r w:rsidRPr="003770DB">
              <w:t>De typer husdyrgødning, der vil blive brændt af, vil have et meget højt energiindhold, fx høvlspåner, halm og træpiller. Sådan gødninger egner sig då</w:t>
            </w:r>
            <w:r w:rsidRPr="003770DB">
              <w:t>r</w:t>
            </w:r>
            <w:r w:rsidRPr="003770DB">
              <w:t xml:space="preserve">ligt til biogasproduktion.  </w:t>
            </w:r>
          </w:p>
          <w:p w:rsidR="005B4242" w:rsidRPr="003770DB" w:rsidRDefault="005B4242" w:rsidP="00C3343C">
            <w:pPr>
              <w:pStyle w:val="Tabel-BrdtekstmedafstandptekstGaramond"/>
            </w:pPr>
          </w:p>
          <w:p w:rsidR="00675DA1" w:rsidRPr="003770DB" w:rsidRDefault="005B4242" w:rsidP="00237FF6">
            <w:pPr>
              <w:pStyle w:val="Tabel-BrdtekstmedafstandptekstGaramond"/>
            </w:pPr>
            <w:r w:rsidRPr="003770DB">
              <w:t>Der fremstilles typisk el og varme i kombination på a</w:t>
            </w:r>
            <w:r w:rsidRPr="003770DB">
              <w:t>f</w:t>
            </w:r>
            <w:r w:rsidRPr="003770DB">
              <w:t xml:space="preserve">faldsforbrændingsanlæggene. </w:t>
            </w:r>
            <w:r w:rsidR="00237FF6" w:rsidRPr="003770DB">
              <w:t>Det vurderes</w:t>
            </w:r>
            <w:r w:rsidR="002640CE" w:rsidRPr="003770DB">
              <w:t xml:space="preserve"> endvidere</w:t>
            </w:r>
            <w:r w:rsidR="00237FF6" w:rsidRPr="003770DB">
              <w:t>, at h</w:t>
            </w:r>
            <w:r w:rsidRPr="003770DB">
              <w:t>o</w:t>
            </w:r>
            <w:r w:rsidRPr="003770DB">
              <w:t>vedparten af den marginale biogasproduktion vil gå til o</w:t>
            </w:r>
            <w:r w:rsidRPr="003770DB">
              <w:t>p</w:t>
            </w:r>
            <w:r w:rsidRPr="003770DB">
              <w:t>gradering til naturgasnettet, hvor der gives større tilskud end ved afbrænding af husdy</w:t>
            </w:r>
            <w:r w:rsidRPr="003770DB">
              <w:t>r</w:t>
            </w:r>
            <w:r w:rsidRPr="003770DB">
              <w:t xml:space="preserve">gødning. </w:t>
            </w:r>
          </w:p>
          <w:p w:rsidR="00D04DBE" w:rsidRPr="003770DB" w:rsidRDefault="00D04DBE" w:rsidP="00572FE2">
            <w:pPr>
              <w:pStyle w:val="Tabel-BrdtekstmedafstandptekstGaramond"/>
              <w:ind w:left="0"/>
            </w:pPr>
          </w:p>
          <w:p w:rsidR="00BF5A82" w:rsidRDefault="00BF5A82" w:rsidP="00D04DBE">
            <w:pPr>
              <w:pStyle w:val="Tabel-BrdtekstmedafstandptekstGaramond"/>
            </w:pPr>
            <w:r w:rsidRPr="003770DB">
              <w:t>Det gælder for vådt organisk affald, der anvendes til bioga</w:t>
            </w:r>
            <w:r w:rsidRPr="003770DB">
              <w:t>s</w:t>
            </w:r>
            <w:r w:rsidRPr="003770DB">
              <w:t>fremstilling, at afgiftsændringen er forholdsvis lille pga. lavt energiindhold, og at biogasa</w:t>
            </w:r>
            <w:r w:rsidRPr="003770DB">
              <w:t>n</w:t>
            </w:r>
            <w:r w:rsidRPr="003770DB">
              <w:t>læggene kan have en særskilt høj betalingsvillighed for org</w:t>
            </w:r>
            <w:r w:rsidRPr="003770DB">
              <w:t>a</w:t>
            </w:r>
            <w:r w:rsidRPr="003770DB">
              <w:t>nisk affald pga. store tilskud til fremstilling af biogas</w:t>
            </w:r>
            <w:r w:rsidRPr="002776B7">
              <w:t>. Dermed vurderes genanvendelsen af o</w:t>
            </w:r>
            <w:r w:rsidRPr="002776B7">
              <w:t>r</w:t>
            </w:r>
            <w:r w:rsidRPr="002776B7">
              <w:t>ganisk affald ikke at blive p</w:t>
            </w:r>
            <w:r w:rsidRPr="002776B7">
              <w:t>å</w:t>
            </w:r>
            <w:r w:rsidRPr="002776B7">
              <w:t>virket af forslaget.</w:t>
            </w:r>
          </w:p>
          <w:p w:rsidR="00BF5A82" w:rsidRDefault="00BF5A82" w:rsidP="00D04DBE">
            <w:pPr>
              <w:pStyle w:val="Tabel-BrdtekstmedafstandptekstGaramond"/>
            </w:pPr>
          </w:p>
          <w:p w:rsidR="00BF5A82" w:rsidRDefault="00BF5A82" w:rsidP="00D04DBE">
            <w:pPr>
              <w:pStyle w:val="Tabel-BrdtekstmedafstandptekstGaramond"/>
            </w:pPr>
            <w:r>
              <w:t>Dette vil blive præciseret i lo</w:t>
            </w:r>
            <w:r>
              <w:t>v</w:t>
            </w:r>
            <w:r>
              <w:t xml:space="preserve">forslagets bemærkninger. </w:t>
            </w:r>
          </w:p>
          <w:p w:rsidR="00BF5A82" w:rsidRDefault="00BF5A82" w:rsidP="00D04DBE">
            <w:pPr>
              <w:pStyle w:val="Tabel-BrdtekstmedafstandptekstGaramond"/>
            </w:pPr>
          </w:p>
          <w:p w:rsidR="00675DA1" w:rsidRPr="00C3343C" w:rsidRDefault="004008B5" w:rsidP="00BF5A82">
            <w:pPr>
              <w:pStyle w:val="Tabel-BrdtekstmedafstandptekstGaramond"/>
            </w:pPr>
            <w:r>
              <w:t>Der henvises</w:t>
            </w:r>
            <w:r w:rsidR="00BF5A82">
              <w:t xml:space="preserve"> i øvrigt</w:t>
            </w:r>
            <w:r>
              <w:t xml:space="preserve"> til ko</w:t>
            </w:r>
            <w:r>
              <w:t>m</w:t>
            </w:r>
            <w:r>
              <w:t xml:space="preserve">mentaren </w:t>
            </w:r>
            <w:r w:rsidR="00E4722E">
              <w:t>til Affald- og R</w:t>
            </w:r>
            <w:r>
              <w:t>e</w:t>
            </w:r>
            <w:r>
              <w:t>s</w:t>
            </w:r>
            <w:r>
              <w:t>sourceindustrien.</w:t>
            </w:r>
          </w:p>
        </w:tc>
      </w:tr>
      <w:tr w:rsidR="00474E2F" w:rsidRPr="00B5346F" w:rsidTr="00465B41">
        <w:tc>
          <w:tcPr>
            <w:tcW w:w="1701" w:type="dxa"/>
            <w:tcBorders>
              <w:bottom w:val="single" w:sz="4" w:space="0" w:color="D1C5C3" w:themeColor="accent3"/>
            </w:tcBorders>
            <w:shd w:val="clear" w:color="auto" w:fill="FBF9F9"/>
          </w:tcPr>
          <w:p w:rsidR="00474E2F" w:rsidRDefault="00474E2F" w:rsidP="00474E2F">
            <w:pPr>
              <w:pStyle w:val="Tabel-BrdtekstmedafstandptekstGaramond"/>
              <w:rPr>
                <w:i/>
              </w:rPr>
            </w:pPr>
            <w:r>
              <w:rPr>
                <w:i/>
              </w:rPr>
              <w:lastRenderedPageBreak/>
              <w:t>Centralforeni</w:t>
            </w:r>
            <w:r>
              <w:rPr>
                <w:i/>
              </w:rPr>
              <w:t>n</w:t>
            </w:r>
            <w:r>
              <w:rPr>
                <w:i/>
              </w:rPr>
              <w:t>gen af Autorep</w:t>
            </w:r>
            <w:r>
              <w:rPr>
                <w:i/>
              </w:rPr>
              <w:t>a</w:t>
            </w:r>
            <w:r>
              <w:rPr>
                <w:i/>
              </w:rPr>
              <w:t>ratører i Da</w:t>
            </w:r>
            <w:r>
              <w:rPr>
                <w:i/>
              </w:rPr>
              <w:t>n</w:t>
            </w:r>
            <w:r>
              <w:rPr>
                <w:i/>
              </w:rPr>
              <w:t>mark (CAD)</w:t>
            </w:r>
          </w:p>
        </w:tc>
        <w:tc>
          <w:tcPr>
            <w:tcW w:w="142" w:type="dxa"/>
            <w:shd w:val="clear" w:color="auto" w:fill="FFFFFF" w:themeFill="background1"/>
          </w:tcPr>
          <w:p w:rsidR="00474E2F" w:rsidRPr="00B5346F" w:rsidRDefault="00474E2F" w:rsidP="000B4D0B"/>
        </w:tc>
        <w:tc>
          <w:tcPr>
            <w:tcW w:w="4517" w:type="dxa"/>
            <w:tcBorders>
              <w:bottom w:val="single" w:sz="4" w:space="0" w:color="D1C5C3" w:themeColor="accent3"/>
            </w:tcBorders>
            <w:shd w:val="clear" w:color="auto" w:fill="FBF9F9"/>
          </w:tcPr>
          <w:p w:rsidR="00474E2F" w:rsidRDefault="00B14F26" w:rsidP="000B4D0B">
            <w:pPr>
              <w:pStyle w:val="Tabel-BrdtekstmedafstandptekstGaramond"/>
            </w:pPr>
            <w:r>
              <w:t>I</w:t>
            </w:r>
            <w:r w:rsidR="00474E2F">
              <w:t xml:space="preserve">ngen bemærkninger. </w:t>
            </w:r>
          </w:p>
        </w:tc>
        <w:tc>
          <w:tcPr>
            <w:tcW w:w="115" w:type="dxa"/>
            <w:shd w:val="clear" w:color="auto" w:fill="FFFFFF" w:themeFill="background1"/>
          </w:tcPr>
          <w:p w:rsidR="00474E2F" w:rsidRPr="00B5346F" w:rsidRDefault="00474E2F" w:rsidP="000B4D0B"/>
        </w:tc>
        <w:tc>
          <w:tcPr>
            <w:tcW w:w="3164" w:type="dxa"/>
            <w:tcBorders>
              <w:bottom w:val="single" w:sz="4" w:space="0" w:color="14143C" w:themeColor="accent1"/>
            </w:tcBorders>
            <w:shd w:val="clear" w:color="auto" w:fill="D2CED8"/>
          </w:tcPr>
          <w:p w:rsidR="00474E2F" w:rsidRPr="00B5346F" w:rsidRDefault="00474E2F" w:rsidP="000B4D0B">
            <w:pPr>
              <w:pStyle w:val="Tabel-BrdtekstmedafstandptekstGaramond"/>
            </w:pPr>
          </w:p>
        </w:tc>
      </w:tr>
      <w:tr w:rsidR="00C24557" w:rsidRPr="00B5346F" w:rsidTr="00465B41">
        <w:tc>
          <w:tcPr>
            <w:tcW w:w="1701" w:type="dxa"/>
            <w:tcBorders>
              <w:bottom w:val="single" w:sz="4" w:space="0" w:color="D1C5C3" w:themeColor="accent3"/>
            </w:tcBorders>
            <w:shd w:val="clear" w:color="auto" w:fill="FBF9F9"/>
          </w:tcPr>
          <w:p w:rsidR="00C24557" w:rsidRDefault="00C24557" w:rsidP="00474E2F">
            <w:pPr>
              <w:pStyle w:val="Tabel-BrdtekstmedafstandptekstGaramond"/>
              <w:rPr>
                <w:i/>
              </w:rPr>
            </w:pPr>
            <w:r>
              <w:rPr>
                <w:i/>
              </w:rPr>
              <w:t>Dansk Affald</w:t>
            </w:r>
            <w:r>
              <w:rPr>
                <w:i/>
              </w:rPr>
              <w:t>s</w:t>
            </w:r>
            <w:r>
              <w:rPr>
                <w:i/>
              </w:rPr>
              <w:t>forening</w:t>
            </w:r>
          </w:p>
        </w:tc>
        <w:tc>
          <w:tcPr>
            <w:tcW w:w="142" w:type="dxa"/>
            <w:shd w:val="clear" w:color="auto" w:fill="FFFFFF" w:themeFill="background1"/>
          </w:tcPr>
          <w:p w:rsidR="00C24557" w:rsidRPr="00B5346F" w:rsidRDefault="00C24557" w:rsidP="000B4D0B"/>
        </w:tc>
        <w:tc>
          <w:tcPr>
            <w:tcW w:w="4517" w:type="dxa"/>
            <w:tcBorders>
              <w:bottom w:val="single" w:sz="4" w:space="0" w:color="D1C5C3" w:themeColor="accent3"/>
            </w:tcBorders>
            <w:shd w:val="clear" w:color="auto" w:fill="FBF9F9"/>
          </w:tcPr>
          <w:p w:rsidR="00C24557" w:rsidRDefault="00C24557" w:rsidP="009420AE">
            <w:pPr>
              <w:pStyle w:val="Tabel-BrdtekstmedafstandptekstGaramond"/>
            </w:pPr>
            <w:r w:rsidRPr="00C24557">
              <w:t xml:space="preserve">Dansk Affaldsforening </w:t>
            </w:r>
            <w:r w:rsidR="009420AE">
              <w:t>anfører</w:t>
            </w:r>
            <w:r w:rsidRPr="00C24557">
              <w:t>, at affald er en ressource, hvor afgiftsstrukturen skal unde</w:t>
            </w:r>
            <w:r w:rsidRPr="00C24557">
              <w:t>r</w:t>
            </w:r>
            <w:r w:rsidRPr="00C24557">
              <w:t xml:space="preserve">støtte, hvordan affaldets ressourcer udnyttes bedst muligt. </w:t>
            </w:r>
          </w:p>
          <w:p w:rsidR="00C24557" w:rsidRDefault="00C24557" w:rsidP="00C24557">
            <w:pPr>
              <w:pStyle w:val="Tabel-BrdtekstmedafstandptekstGaramond"/>
            </w:pPr>
          </w:p>
          <w:p w:rsidR="00C24557" w:rsidRDefault="00C24557" w:rsidP="00C24557">
            <w:pPr>
              <w:pStyle w:val="Tabel-BrdtekstmedafstandptekstGaramond"/>
            </w:pPr>
            <w:r>
              <w:lastRenderedPageBreak/>
              <w:t>Når der ikke indføres forsyningssikkerhedsa</w:t>
            </w:r>
            <w:r>
              <w:t>f</w:t>
            </w:r>
            <w:r>
              <w:t>gift på biomasse, er tilbagerulning af fors</w:t>
            </w:r>
            <w:r>
              <w:t>y</w:t>
            </w:r>
            <w:r>
              <w:t>ningssikkerhedsafgift på øvrige brændsler samt affaldsenergi en naturlig følge.</w:t>
            </w:r>
          </w:p>
          <w:p w:rsidR="00C24557" w:rsidRDefault="00C24557" w:rsidP="00C24557">
            <w:pPr>
              <w:pStyle w:val="Tabel-BrdtekstmedafstandptekstGaramond"/>
            </w:pPr>
          </w:p>
          <w:p w:rsidR="00C24557" w:rsidRDefault="00C24557" w:rsidP="00C24557">
            <w:pPr>
              <w:pStyle w:val="Tabel-BrdtekstmedafstandptekstGaramond"/>
            </w:pPr>
            <w:r>
              <w:t>Dansk Affaldsforening mener</w:t>
            </w:r>
            <w:r w:rsidR="004008B5">
              <w:t>,</w:t>
            </w:r>
            <w:r>
              <w:t xml:space="preserve"> at den opkræv</w:t>
            </w:r>
            <w:r>
              <w:t>e</w:t>
            </w:r>
            <w:r>
              <w:t xml:space="preserve">de forsyningssikkerhedsafgift bør tilbagebetales til de affaldsvarmekunder, som i forventning om forsyningssikkerhedsafgift på biomasse, forholdsmæssigt har betalt for meget </w:t>
            </w:r>
            <w:r w:rsidR="004008B5">
              <w:t xml:space="preserve">i </w:t>
            </w:r>
            <w:r>
              <w:t>afgift.</w:t>
            </w:r>
          </w:p>
          <w:p w:rsidR="00C24557" w:rsidRDefault="00C24557" w:rsidP="00C24557">
            <w:pPr>
              <w:pStyle w:val="Tabel-BrdtekstmedafstandptekstGaramond"/>
            </w:pPr>
          </w:p>
          <w:p w:rsidR="009B0D57" w:rsidRDefault="009B0D57" w:rsidP="00C24557">
            <w:pPr>
              <w:pStyle w:val="Tabel-BrdtekstmedafstandptekstGaramond"/>
            </w:pPr>
          </w:p>
          <w:p w:rsidR="009B0D57" w:rsidRDefault="009B0D57" w:rsidP="009420AE">
            <w:pPr>
              <w:pStyle w:val="Tabel-BrdtekstmedafstandptekstGaramond"/>
              <w:ind w:left="0"/>
            </w:pPr>
          </w:p>
          <w:p w:rsidR="00C24557" w:rsidRDefault="00C24557" w:rsidP="003D0E06">
            <w:pPr>
              <w:pStyle w:val="Tabel-BrdtekstmedafstandptekstGaramond"/>
            </w:pPr>
            <w:r>
              <w:t>Dansk Affaldsforening skal endnu en gang o</w:t>
            </w:r>
            <w:r>
              <w:t>p</w:t>
            </w:r>
            <w:r>
              <w:t>fordre Skatteministeriet til at vurdere</w:t>
            </w:r>
            <w:r w:rsidR="004008B5">
              <w:t>,</w:t>
            </w:r>
            <w:r>
              <w:t xml:space="preserve"> om den afgiftsstruktur, som gælder for affaldsenergien, sammenlignet med andre energibrændsler, giver den rette incitamenter i forhold til de overor</w:t>
            </w:r>
            <w:r>
              <w:t>d</w:t>
            </w:r>
            <w:r>
              <w:t>nede energipolitiske målsætninger, herunder a</w:t>
            </w:r>
            <w:r>
              <w:t>f</w:t>
            </w:r>
            <w:r>
              <w:t>faldsenergianlæggenes fremtidige rolle i energ</w:t>
            </w:r>
            <w:r>
              <w:t>i</w:t>
            </w:r>
            <w:r>
              <w:t>systemet o</w:t>
            </w:r>
            <w:r w:rsidR="003D0E06">
              <w:t xml:space="preserve">g det nuværende kraftvarmekrav. Der nævnes dernæst en række ønsker til denne analyse. </w:t>
            </w:r>
          </w:p>
          <w:p w:rsidR="00C24557" w:rsidRDefault="00C24557" w:rsidP="00C24557">
            <w:pPr>
              <w:pStyle w:val="Tabel-BrdtekstmedafstandptekstGaramond"/>
            </w:pPr>
          </w:p>
          <w:p w:rsidR="00C24557" w:rsidRDefault="00C24557" w:rsidP="00C24557">
            <w:pPr>
              <w:pStyle w:val="Tabel-BrdtekstmedafstandptekstGaramond"/>
            </w:pPr>
            <w:r>
              <w:t>Dansk Affaldsforening mener, at der især er brug for i højere grad at sidestille den biogene del af affaldsenergi med al anden vedvarende energi. Det bør føre til</w:t>
            </w:r>
            <w:r w:rsidR="004008B5">
              <w:t>,</w:t>
            </w:r>
            <w:r>
              <w:t xml:space="preserve"> at især den såkaldte ti</w:t>
            </w:r>
            <w:r>
              <w:t>l</w:t>
            </w:r>
            <w:r>
              <w:t>lægsafgift (affaldsvarmeafgift) tilpasses propo</w:t>
            </w:r>
            <w:r>
              <w:t>r</w:t>
            </w:r>
            <w:r>
              <w:t>tionalt til affaldsenergiens fossile andel, som i dag måles og opgøres i forbindelse med a</w:t>
            </w:r>
            <w:r>
              <w:t>f</w:t>
            </w:r>
            <w:r>
              <w:t>faldsenergianlæggenes deltagelse i det europæ</w:t>
            </w:r>
            <w:r>
              <w:t>i</w:t>
            </w:r>
            <w:r>
              <w:t>ske CO2-kvotesystem (ETS).</w:t>
            </w:r>
          </w:p>
          <w:p w:rsidR="00C24557" w:rsidRDefault="00C24557" w:rsidP="00C24557">
            <w:pPr>
              <w:pStyle w:val="Tabel-BrdtekstmedafstandptekstGaramond"/>
            </w:pPr>
          </w:p>
          <w:p w:rsidR="00C24557" w:rsidRDefault="0014584C" w:rsidP="00C24557">
            <w:pPr>
              <w:pStyle w:val="Tabel-BrdtekstmedafstandptekstGaramond"/>
            </w:pPr>
            <w:r>
              <w:t xml:space="preserve">Dansk Affaldsforening mener, at </w:t>
            </w:r>
            <w:r w:rsidR="00C24557">
              <w:t xml:space="preserve">der er brug for </w:t>
            </w:r>
            <w:r w:rsidR="0079555B">
              <w:t>at</w:t>
            </w:r>
            <w:r w:rsidR="00C24557">
              <w:t xml:space="preserve"> fjerne den nuværende CO2-afgift, når danske affaldsenergianlæg</w:t>
            </w:r>
            <w:r w:rsidR="000D04A1">
              <w:t>,</w:t>
            </w:r>
            <w:r w:rsidR="00C24557">
              <w:t xml:space="preserve"> som nævnt</w:t>
            </w:r>
            <w:r w:rsidR="000D04A1">
              <w:t>,</w:t>
            </w:r>
            <w:r w:rsidR="00C24557">
              <w:t xml:space="preserve"> allerede er omfattet af CO2-kvotesystemet (ETS). Der er tale om en dobbeltbeskatning, når affald</w:t>
            </w:r>
            <w:r w:rsidR="00C24557">
              <w:t>s</w:t>
            </w:r>
            <w:r w:rsidR="00C24557">
              <w:t>energianlæggene</w:t>
            </w:r>
            <w:r w:rsidR="0079555B">
              <w:t>,</w:t>
            </w:r>
            <w:r w:rsidR="00C24557">
              <w:t xml:space="preserve"> som det gælder i dag, både skal betale CO2-afgift og skal købe CO2-kvoter.</w:t>
            </w:r>
          </w:p>
          <w:p w:rsidR="00C24557" w:rsidRDefault="00C24557" w:rsidP="00C24557">
            <w:pPr>
              <w:pStyle w:val="Tabel-BrdtekstmedafstandptekstGaramond"/>
            </w:pPr>
          </w:p>
          <w:p w:rsidR="00C24557" w:rsidRDefault="00C24557" w:rsidP="00C24557">
            <w:pPr>
              <w:pStyle w:val="Tabel-BrdtekstmedafstandptekstGaramond"/>
            </w:pPr>
            <w:r>
              <w:t xml:space="preserve">Hvis hovedparten af det forbrændingsegnede </w:t>
            </w:r>
            <w:r>
              <w:lastRenderedPageBreak/>
              <w:t>affald pålægges energi- og miljøafgifter, som var der tale om fossile brændsler, risikerer Danmark at miste muligheder for at CO2-neutralt forbrændingsegnet affald nyttiggøres til energiformål i Danmark.</w:t>
            </w:r>
          </w:p>
          <w:p w:rsidR="000C5942" w:rsidRDefault="000C5942" w:rsidP="000D04A1">
            <w:pPr>
              <w:pStyle w:val="Tabel-BrdtekstmedafstandptekstGaramond"/>
              <w:ind w:left="0"/>
            </w:pPr>
          </w:p>
          <w:p w:rsidR="00C24557" w:rsidRDefault="0014584C" w:rsidP="009644E8">
            <w:pPr>
              <w:pStyle w:val="Tabel-BrdtekstmedafstandptekstGaramond"/>
            </w:pPr>
            <w:r w:rsidRPr="009614F7">
              <w:t>Dansk Affaldsforening gør opmærksom</w:t>
            </w:r>
            <w:r w:rsidR="00C24557" w:rsidRPr="009614F7">
              <w:t xml:space="preserve"> på, at der i dag anvendes biomasse til procesenerg</w:t>
            </w:r>
            <w:r w:rsidR="00C24557" w:rsidRPr="009614F7">
              <w:t>i</w:t>
            </w:r>
            <w:r w:rsidR="00C24557" w:rsidRPr="009614F7">
              <w:t>formål på affaldskraft/varmeværkerne. Det drejer sig bl.a. om brug af biomasse under o</w:t>
            </w:r>
            <w:r w:rsidR="00C24557" w:rsidRPr="009614F7">
              <w:t>p</w:t>
            </w:r>
            <w:r w:rsidR="00C24557" w:rsidRPr="009614F7">
              <w:t>start, ned</w:t>
            </w:r>
            <w:r w:rsidR="009644E8" w:rsidRPr="009614F7">
              <w:t xml:space="preserve">lukning eller procesregulering. </w:t>
            </w:r>
            <w:r w:rsidR="00C24557" w:rsidRPr="009614F7">
              <w:t>Denne biomasse bør i lighed med andre brændsler, der anvendes som procesenergi, fortsat være helt fritaget for energiafgifter.</w:t>
            </w:r>
          </w:p>
          <w:p w:rsidR="0014584C" w:rsidRDefault="0014584C" w:rsidP="00C24557">
            <w:pPr>
              <w:pStyle w:val="Tabel-BrdtekstmedafstandptekstGaramond"/>
            </w:pPr>
          </w:p>
          <w:p w:rsidR="00C24557" w:rsidRDefault="00C24557" w:rsidP="00C24557">
            <w:pPr>
              <w:pStyle w:val="Tabel-BrdtekstmedafstandptekstGaramond"/>
            </w:pPr>
            <w:r>
              <w:t>Dansk Affaldsforening bemærker</w:t>
            </w:r>
            <w:r w:rsidR="009140F1">
              <w:t>,</w:t>
            </w:r>
            <w:r>
              <w:t xml:space="preserve"> at det ifølge lovforslaget er energianlæggene, som skal fre</w:t>
            </w:r>
            <w:r>
              <w:t>m</w:t>
            </w:r>
            <w:r>
              <w:t>skaffe dokumentation for den afgiftsmæssige håndtering af affaldstræ til energiformål. Dansk Affaldsforening vil gerne samarbejde med SKAT om at udforme de nærmere vilkår, og foreningen igangsætter derfor nu et udvalgsa</w:t>
            </w:r>
            <w:r>
              <w:t>r</w:t>
            </w:r>
            <w:r>
              <w:t>bejde om et konkret administrationsgrundlag, som kan lægges frem til drøftelse med SKAT.</w:t>
            </w:r>
          </w:p>
        </w:tc>
        <w:tc>
          <w:tcPr>
            <w:tcW w:w="115" w:type="dxa"/>
            <w:shd w:val="clear" w:color="auto" w:fill="FFFFFF" w:themeFill="background1"/>
          </w:tcPr>
          <w:p w:rsidR="00C24557" w:rsidRPr="00B5346F" w:rsidRDefault="00C24557" w:rsidP="000B4D0B"/>
        </w:tc>
        <w:tc>
          <w:tcPr>
            <w:tcW w:w="3164" w:type="dxa"/>
            <w:tcBorders>
              <w:bottom w:val="single" w:sz="4" w:space="0" w:color="14143C" w:themeColor="accent1"/>
            </w:tcBorders>
            <w:shd w:val="clear" w:color="auto" w:fill="D2CED8"/>
          </w:tcPr>
          <w:p w:rsidR="00C24557" w:rsidRDefault="00C24557" w:rsidP="000B4D0B">
            <w:pPr>
              <w:pStyle w:val="Tabel-BrdtekstmedafstandptekstGaramond"/>
            </w:pPr>
          </w:p>
          <w:p w:rsidR="00142C21" w:rsidRDefault="00142C21" w:rsidP="000B4D0B">
            <w:pPr>
              <w:pStyle w:val="Tabel-BrdtekstmedafstandptekstGaramond"/>
            </w:pPr>
          </w:p>
          <w:p w:rsidR="00142C21" w:rsidRDefault="00142C21" w:rsidP="000B4D0B">
            <w:pPr>
              <w:pStyle w:val="Tabel-BrdtekstmedafstandptekstGaramond"/>
            </w:pPr>
          </w:p>
          <w:p w:rsidR="00142C21" w:rsidRDefault="00142C21" w:rsidP="000B4D0B">
            <w:pPr>
              <w:pStyle w:val="Tabel-BrdtekstmedafstandptekstGaramond"/>
            </w:pPr>
          </w:p>
          <w:p w:rsidR="00142C21" w:rsidRDefault="00142C21" w:rsidP="000B4D0B">
            <w:pPr>
              <w:pStyle w:val="Tabel-BrdtekstmedafstandptekstGaramond"/>
            </w:pPr>
          </w:p>
          <w:p w:rsidR="00142C21" w:rsidRDefault="00142C21" w:rsidP="000B4D0B">
            <w:pPr>
              <w:pStyle w:val="Tabel-BrdtekstmedafstandptekstGaramond"/>
            </w:pPr>
          </w:p>
          <w:p w:rsidR="00142C21" w:rsidRDefault="00142C21" w:rsidP="000B4D0B">
            <w:pPr>
              <w:pStyle w:val="Tabel-BrdtekstmedafstandptekstGaramond"/>
            </w:pPr>
          </w:p>
          <w:p w:rsidR="00142C21" w:rsidRDefault="00142C21" w:rsidP="004008B5">
            <w:pPr>
              <w:pStyle w:val="Tabel-BrdtekstmedafstandptekstGaramond"/>
              <w:ind w:left="0"/>
            </w:pPr>
          </w:p>
          <w:p w:rsidR="00142C21" w:rsidRDefault="00142C21" w:rsidP="000B4D0B">
            <w:pPr>
              <w:pStyle w:val="Tabel-BrdtekstmedafstandptekstGaramond"/>
            </w:pPr>
          </w:p>
          <w:p w:rsidR="00142C21" w:rsidRDefault="00142C21" w:rsidP="009420AE">
            <w:pPr>
              <w:pStyle w:val="Tabel-BrdtekstmedafstandptekstGaramond"/>
              <w:ind w:left="0"/>
            </w:pPr>
          </w:p>
          <w:p w:rsidR="00142C21" w:rsidRPr="004008B5" w:rsidRDefault="004008B5" w:rsidP="004008B5">
            <w:pPr>
              <w:pStyle w:val="Tabel-BrdtekstmedafstandptekstGaramond"/>
            </w:pPr>
            <w:r w:rsidRPr="004008B5">
              <w:t xml:space="preserve">Efter </w:t>
            </w:r>
            <w:r w:rsidR="00A34206">
              <w:rPr>
                <w:i/>
              </w:rPr>
              <w:t>Aftale</w:t>
            </w:r>
            <w:r w:rsidRPr="003D718E">
              <w:rPr>
                <w:i/>
              </w:rPr>
              <w:t xml:space="preserve"> </w:t>
            </w:r>
            <w:r w:rsidR="00132B7A">
              <w:rPr>
                <w:i/>
              </w:rPr>
              <w:t xml:space="preserve">om </w:t>
            </w:r>
            <w:r w:rsidRPr="003D718E">
              <w:rPr>
                <w:i/>
              </w:rPr>
              <w:t>tilbagerulning af forsyningssikkerhedsafgiften mv. og lempelser af PSO</w:t>
            </w:r>
            <w:r w:rsidRPr="004008B5">
              <w:t xml:space="preserve"> af 14. j</w:t>
            </w:r>
            <w:r>
              <w:t>uli 2014 sker der ingen ændringer ve</w:t>
            </w:r>
            <w:r>
              <w:t>d</w:t>
            </w:r>
            <w:r>
              <w:t>rørende allerede betalt fors</w:t>
            </w:r>
            <w:r>
              <w:t>y</w:t>
            </w:r>
            <w:r>
              <w:t xml:space="preserve">ningssikkerhedsafgift på fossile brændsler. </w:t>
            </w:r>
          </w:p>
          <w:p w:rsidR="004008B5" w:rsidRDefault="004008B5" w:rsidP="009420AE">
            <w:pPr>
              <w:pStyle w:val="Tabel-BrdtekstmedafstandptekstGaramond"/>
              <w:ind w:left="0"/>
            </w:pPr>
          </w:p>
          <w:p w:rsidR="00142C21" w:rsidRDefault="00142C21" w:rsidP="00DF14A1">
            <w:pPr>
              <w:pStyle w:val="Tabel-BrdtekstmedafstandptekstGaramond"/>
            </w:pPr>
            <w:r w:rsidRPr="00DF14A1">
              <w:t>Forslaget falder udenfor ra</w:t>
            </w:r>
            <w:r w:rsidRPr="00DF14A1">
              <w:t>m</w:t>
            </w:r>
            <w:r w:rsidRPr="00DF14A1">
              <w:t xml:space="preserve">merne af dette lovforslag. </w:t>
            </w:r>
          </w:p>
          <w:p w:rsidR="00DF14A1" w:rsidRDefault="00DF14A1" w:rsidP="00DF14A1">
            <w:pPr>
              <w:pStyle w:val="Tabel-BrdtekstmedafstandptekstGaramond"/>
            </w:pPr>
          </w:p>
          <w:p w:rsidR="00DF14A1" w:rsidRDefault="00DF14A1" w:rsidP="00DF14A1">
            <w:pPr>
              <w:pStyle w:val="Tabel-BrdtekstmedafstandptekstGaramond"/>
            </w:pPr>
          </w:p>
          <w:p w:rsidR="00DF14A1" w:rsidRDefault="00DF14A1" w:rsidP="00DF14A1">
            <w:pPr>
              <w:pStyle w:val="Tabel-BrdtekstmedafstandptekstGaramond"/>
            </w:pPr>
          </w:p>
          <w:p w:rsidR="00DF14A1" w:rsidRDefault="00DF14A1" w:rsidP="00DF14A1">
            <w:pPr>
              <w:pStyle w:val="Tabel-BrdtekstmedafstandptekstGaramond"/>
            </w:pPr>
          </w:p>
          <w:p w:rsidR="00DF14A1" w:rsidRDefault="00DF14A1" w:rsidP="00DF14A1">
            <w:pPr>
              <w:pStyle w:val="Tabel-BrdtekstmedafstandptekstGaramond"/>
            </w:pPr>
          </w:p>
          <w:p w:rsidR="00DF14A1" w:rsidRDefault="00DF14A1" w:rsidP="00DF14A1">
            <w:pPr>
              <w:pStyle w:val="Tabel-BrdtekstmedafstandptekstGaramond"/>
            </w:pPr>
          </w:p>
          <w:p w:rsidR="00DF14A1" w:rsidRDefault="00DF14A1" w:rsidP="00DF14A1">
            <w:pPr>
              <w:pStyle w:val="Tabel-BrdtekstmedafstandptekstGaramond"/>
            </w:pPr>
          </w:p>
          <w:p w:rsidR="00DF14A1" w:rsidRDefault="00DF14A1" w:rsidP="00DF14A1">
            <w:pPr>
              <w:pStyle w:val="Tabel-BrdtekstmedafstandptekstGaramond"/>
            </w:pPr>
          </w:p>
          <w:p w:rsidR="00DF14A1" w:rsidRDefault="00DF14A1" w:rsidP="004008B5">
            <w:pPr>
              <w:pStyle w:val="Tabel-BrdtekstmedafstandptekstGaramond"/>
              <w:ind w:left="0"/>
            </w:pPr>
          </w:p>
          <w:p w:rsidR="004008B5" w:rsidRDefault="004008B5" w:rsidP="004008B5">
            <w:pPr>
              <w:pStyle w:val="Tabel-BrdtekstmedafstandptekstGaramond"/>
            </w:pPr>
            <w:r w:rsidRPr="00DF14A1">
              <w:t>Forslaget falder udenfor ra</w:t>
            </w:r>
            <w:r w:rsidRPr="00DF14A1">
              <w:t>m</w:t>
            </w:r>
            <w:r w:rsidRPr="00DF14A1">
              <w:t xml:space="preserve">merne af dette lovforslag. </w:t>
            </w:r>
          </w:p>
          <w:p w:rsidR="00DF14A1" w:rsidRDefault="00DF14A1" w:rsidP="00DF14A1">
            <w:pPr>
              <w:pStyle w:val="Tabel-BrdtekstmedafstandptekstGaramond"/>
            </w:pPr>
          </w:p>
          <w:p w:rsidR="00DF14A1" w:rsidRDefault="00DF14A1" w:rsidP="00DF14A1">
            <w:pPr>
              <w:pStyle w:val="Tabel-BrdtekstmedafstandptekstGaramond"/>
            </w:pPr>
          </w:p>
          <w:p w:rsidR="00DF14A1" w:rsidRDefault="00DF14A1" w:rsidP="00DF14A1">
            <w:pPr>
              <w:pStyle w:val="Tabel-BrdtekstmedafstandptekstGaramond"/>
            </w:pPr>
          </w:p>
          <w:p w:rsidR="00DF14A1" w:rsidRDefault="00DF14A1" w:rsidP="00DF14A1">
            <w:pPr>
              <w:pStyle w:val="Tabel-BrdtekstmedafstandptekstGaramond"/>
            </w:pPr>
          </w:p>
          <w:p w:rsidR="00DF14A1" w:rsidRDefault="00DF14A1" w:rsidP="00DF14A1">
            <w:pPr>
              <w:pStyle w:val="Tabel-BrdtekstmedafstandptekstGaramond"/>
            </w:pPr>
          </w:p>
          <w:p w:rsidR="00DF14A1" w:rsidRDefault="00DF14A1" w:rsidP="00DF14A1">
            <w:pPr>
              <w:pStyle w:val="Tabel-BrdtekstmedafstandptekstGaramond"/>
            </w:pPr>
          </w:p>
          <w:p w:rsidR="00DF14A1" w:rsidRDefault="00DF14A1" w:rsidP="003D0E06">
            <w:pPr>
              <w:pStyle w:val="Tabel-BrdtekstmedafstandptekstGaramond"/>
              <w:ind w:left="0"/>
            </w:pPr>
          </w:p>
          <w:p w:rsidR="00DF14A1" w:rsidRDefault="00DF14A1" w:rsidP="00DF14A1">
            <w:pPr>
              <w:pStyle w:val="Tabel-BrdtekstmedafstandptekstGaramond"/>
            </w:pPr>
          </w:p>
          <w:p w:rsidR="00DF14A1" w:rsidRPr="00DF14A1" w:rsidRDefault="00DF14A1" w:rsidP="00DF14A1">
            <w:pPr>
              <w:pStyle w:val="Tabel-BrdtekstmedafstandptekstGaramond"/>
            </w:pPr>
            <w:r w:rsidRPr="00DF14A1">
              <w:t>Forslaget falder udenfor ra</w:t>
            </w:r>
            <w:r w:rsidRPr="00DF14A1">
              <w:t>m</w:t>
            </w:r>
            <w:r w:rsidRPr="00DF14A1">
              <w:t xml:space="preserve">merne af dette lovforslag. </w:t>
            </w:r>
          </w:p>
          <w:p w:rsidR="00DF14A1" w:rsidRDefault="00DF14A1" w:rsidP="00DF14A1">
            <w:pPr>
              <w:pStyle w:val="Tabel-BrdtekstmedafstandptekstGaramond"/>
            </w:pPr>
          </w:p>
          <w:p w:rsidR="00DF14A1" w:rsidRDefault="00DF14A1" w:rsidP="00DF14A1">
            <w:pPr>
              <w:pStyle w:val="Tabel-BrdtekstmedafstandptekstGaramond"/>
            </w:pPr>
          </w:p>
          <w:p w:rsidR="00DF14A1" w:rsidRDefault="00DF14A1" w:rsidP="00DF14A1">
            <w:pPr>
              <w:pStyle w:val="Tabel-BrdtekstmedafstandptekstGaramond"/>
            </w:pPr>
          </w:p>
          <w:p w:rsidR="00DF14A1" w:rsidRDefault="00DF14A1" w:rsidP="00DF14A1">
            <w:pPr>
              <w:pStyle w:val="Tabel-BrdtekstmedafstandptekstGaramond"/>
              <w:ind w:left="0"/>
            </w:pPr>
          </w:p>
          <w:p w:rsidR="00DF14A1" w:rsidRDefault="00DF14A1" w:rsidP="00DF14A1">
            <w:pPr>
              <w:pStyle w:val="Tabel-BrdtekstmedafstandptekstGaramond"/>
              <w:ind w:left="0"/>
            </w:pPr>
          </w:p>
          <w:p w:rsidR="00DF14A1" w:rsidRDefault="00DF14A1" w:rsidP="00DF14A1">
            <w:pPr>
              <w:pStyle w:val="Tabel-BrdtekstmedafstandptekstGaramond"/>
              <w:ind w:left="0"/>
            </w:pPr>
          </w:p>
          <w:p w:rsidR="00DF14A1" w:rsidRDefault="00DF14A1" w:rsidP="00DF14A1">
            <w:pPr>
              <w:pStyle w:val="Tabel-BrdtekstmedafstandptekstGaramond"/>
              <w:ind w:left="0"/>
            </w:pPr>
          </w:p>
          <w:p w:rsidR="00DF14A1" w:rsidRPr="000D04A1" w:rsidRDefault="000D04A1" w:rsidP="000D04A1">
            <w:pPr>
              <w:pStyle w:val="Tabel-BrdtekstmedafstandptekstGaramond"/>
            </w:pPr>
            <w:r w:rsidRPr="000D04A1">
              <w:t>Der henvises til, at dette lo</w:t>
            </w:r>
            <w:r w:rsidRPr="000D04A1">
              <w:t>v</w:t>
            </w:r>
            <w:r w:rsidRPr="000D04A1">
              <w:lastRenderedPageBreak/>
              <w:t xml:space="preserve">forslag </w:t>
            </w:r>
            <w:r>
              <w:t>netop fritager</w:t>
            </w:r>
            <w:r w:rsidRPr="000D04A1">
              <w:t xml:space="preserve"> </w:t>
            </w:r>
            <w:r w:rsidR="0079555B">
              <w:t xml:space="preserve">rent </w:t>
            </w:r>
            <w:r>
              <w:t xml:space="preserve">VE-affaldsbrændsel fra energiafgift. </w:t>
            </w:r>
          </w:p>
          <w:p w:rsidR="00DF14A1" w:rsidRDefault="00DF14A1" w:rsidP="00DF14A1">
            <w:pPr>
              <w:pStyle w:val="Tabel-BrdtekstmedafstandptekstGaramond"/>
              <w:ind w:left="0"/>
            </w:pPr>
          </w:p>
          <w:p w:rsidR="00DF14A1" w:rsidRDefault="00DF14A1" w:rsidP="00DF14A1">
            <w:pPr>
              <w:pStyle w:val="Tabel-BrdtekstmedafstandptekstGaramond"/>
              <w:ind w:left="0"/>
            </w:pPr>
          </w:p>
          <w:p w:rsidR="00DF14A1" w:rsidRDefault="00DF14A1" w:rsidP="00DF14A1">
            <w:pPr>
              <w:pStyle w:val="Tabel-BrdtekstmedafstandptekstGaramond"/>
              <w:ind w:left="0"/>
            </w:pPr>
          </w:p>
          <w:p w:rsidR="00DF14A1" w:rsidRDefault="00DF14A1" w:rsidP="00DF14A1">
            <w:pPr>
              <w:pStyle w:val="Tabel-BrdtekstmedafstandptekstGaramond"/>
              <w:ind w:left="0"/>
            </w:pPr>
          </w:p>
          <w:p w:rsidR="003A0A1A" w:rsidRDefault="009614F7" w:rsidP="003A0A1A">
            <w:pPr>
              <w:pStyle w:val="Tabel-BrdtekstmedafstandptekstGaramond"/>
            </w:pPr>
            <w:r w:rsidRPr="003A0A1A">
              <w:t>Med forslaget foretages der i</w:t>
            </w:r>
            <w:r w:rsidRPr="003A0A1A">
              <w:t>n</w:t>
            </w:r>
            <w:r w:rsidRPr="003A0A1A">
              <w:t xml:space="preserve">gen ændringer i reglerne </w:t>
            </w:r>
            <w:r w:rsidR="003A0A1A">
              <w:t>for opgørelse af procesenergi.</w:t>
            </w:r>
          </w:p>
          <w:p w:rsidR="00DF14A1" w:rsidRDefault="00DF14A1" w:rsidP="00DF14A1">
            <w:pPr>
              <w:pStyle w:val="Tabel-BrdtekstmedafstandptekstGaramond"/>
              <w:ind w:left="0"/>
            </w:pPr>
          </w:p>
          <w:p w:rsidR="003A0A1A" w:rsidRDefault="003A0A1A" w:rsidP="00DF14A1">
            <w:pPr>
              <w:pStyle w:val="Tabel-BrdtekstmedafstandptekstGaramond"/>
              <w:ind w:left="0"/>
            </w:pPr>
          </w:p>
          <w:p w:rsidR="00DF14A1" w:rsidRDefault="00DF14A1" w:rsidP="00DF14A1">
            <w:pPr>
              <w:pStyle w:val="Tabel-BrdtekstmedafstandptekstGaramond"/>
              <w:ind w:left="0"/>
            </w:pPr>
          </w:p>
          <w:p w:rsidR="00DF14A1" w:rsidRDefault="00DF14A1" w:rsidP="00DF14A1">
            <w:pPr>
              <w:pStyle w:val="Tabel-BrdtekstmedafstandptekstGaramond"/>
              <w:ind w:left="0"/>
            </w:pPr>
          </w:p>
          <w:p w:rsidR="00DF14A1" w:rsidRDefault="00DF14A1" w:rsidP="00DF14A1">
            <w:pPr>
              <w:pStyle w:val="Tabel-BrdtekstmedafstandptekstGaramond"/>
              <w:ind w:left="0"/>
            </w:pPr>
          </w:p>
          <w:p w:rsidR="000D04A1" w:rsidRDefault="000D04A1" w:rsidP="003A0A1A">
            <w:pPr>
              <w:pStyle w:val="Tabel-BrdtekstmedafstandptekstGaramond"/>
              <w:ind w:left="0"/>
            </w:pPr>
          </w:p>
          <w:p w:rsidR="00DF14A1" w:rsidRPr="00DF14A1" w:rsidRDefault="00DF14A1" w:rsidP="006B3779">
            <w:pPr>
              <w:pStyle w:val="Tabel-BrdtekstmedafstandptekstGaramond"/>
            </w:pPr>
            <w:r w:rsidRPr="000C5942">
              <w:t>Der vil blive udarbejdet et u</w:t>
            </w:r>
            <w:r w:rsidRPr="000C5942">
              <w:t>d</w:t>
            </w:r>
            <w:r w:rsidRPr="000C5942">
              <w:t>kast til en bekendtgørelse o</w:t>
            </w:r>
            <w:r w:rsidRPr="000C5942">
              <w:t>m</w:t>
            </w:r>
            <w:r w:rsidRPr="000C5942">
              <w:t>handlende de relevante krav til dokumentation, som vil blive sendt i høring hos høringsb</w:t>
            </w:r>
            <w:r w:rsidRPr="000C5942">
              <w:t>e</w:t>
            </w:r>
            <w:r w:rsidRPr="000C5942">
              <w:t>rettigede parter. Dansk Affald</w:t>
            </w:r>
            <w:r w:rsidRPr="000C5942">
              <w:t>s</w:t>
            </w:r>
            <w:r w:rsidRPr="000C5942">
              <w:t xml:space="preserve">forening vil i den forbindelse få mulighed for at fremkomme med bemærkninger. </w:t>
            </w:r>
          </w:p>
        </w:tc>
      </w:tr>
      <w:tr w:rsidR="004D5CA1" w:rsidRPr="00B5346F" w:rsidTr="00465B41">
        <w:tc>
          <w:tcPr>
            <w:tcW w:w="1701" w:type="dxa"/>
            <w:tcBorders>
              <w:bottom w:val="single" w:sz="4" w:space="0" w:color="D1C5C3" w:themeColor="accent3"/>
            </w:tcBorders>
            <w:shd w:val="clear" w:color="auto" w:fill="FBF9F9"/>
          </w:tcPr>
          <w:p w:rsidR="004D5CA1" w:rsidRDefault="004D5CA1" w:rsidP="00474E2F">
            <w:pPr>
              <w:pStyle w:val="Tabel-BrdtekstmedafstandptekstGaramond"/>
              <w:rPr>
                <w:i/>
              </w:rPr>
            </w:pPr>
            <w:r>
              <w:rPr>
                <w:i/>
              </w:rPr>
              <w:lastRenderedPageBreak/>
              <w:t>Dansk Akti</w:t>
            </w:r>
            <w:r>
              <w:rPr>
                <w:i/>
              </w:rPr>
              <w:t>o</w:t>
            </w:r>
            <w:r>
              <w:rPr>
                <w:i/>
              </w:rPr>
              <w:t>nærforening</w:t>
            </w:r>
          </w:p>
        </w:tc>
        <w:tc>
          <w:tcPr>
            <w:tcW w:w="142" w:type="dxa"/>
            <w:shd w:val="clear" w:color="auto" w:fill="FFFFFF" w:themeFill="background1"/>
          </w:tcPr>
          <w:p w:rsidR="004D5CA1" w:rsidRPr="00B5346F" w:rsidRDefault="004D5CA1" w:rsidP="000B4D0B"/>
        </w:tc>
        <w:tc>
          <w:tcPr>
            <w:tcW w:w="4517" w:type="dxa"/>
            <w:tcBorders>
              <w:bottom w:val="single" w:sz="4" w:space="0" w:color="D1C5C3" w:themeColor="accent3"/>
            </w:tcBorders>
            <w:shd w:val="clear" w:color="auto" w:fill="FBF9F9"/>
          </w:tcPr>
          <w:p w:rsidR="004D5CA1" w:rsidRDefault="004D5CA1" w:rsidP="000B4D0B">
            <w:pPr>
              <w:pStyle w:val="Tabel-BrdtekstmedafstandptekstGaramond"/>
            </w:pPr>
            <w:r>
              <w:t>Ingen bemærkninger.</w:t>
            </w:r>
          </w:p>
        </w:tc>
        <w:tc>
          <w:tcPr>
            <w:tcW w:w="115" w:type="dxa"/>
            <w:shd w:val="clear" w:color="auto" w:fill="FFFFFF" w:themeFill="background1"/>
          </w:tcPr>
          <w:p w:rsidR="004D5CA1" w:rsidRPr="00B5346F" w:rsidRDefault="004D5CA1" w:rsidP="000B4D0B"/>
        </w:tc>
        <w:tc>
          <w:tcPr>
            <w:tcW w:w="3164" w:type="dxa"/>
            <w:tcBorders>
              <w:bottom w:val="single" w:sz="4" w:space="0" w:color="14143C" w:themeColor="accent1"/>
            </w:tcBorders>
            <w:shd w:val="clear" w:color="auto" w:fill="D2CED8"/>
          </w:tcPr>
          <w:p w:rsidR="004D5CA1" w:rsidRPr="00B5346F" w:rsidRDefault="004D5CA1" w:rsidP="000B4D0B">
            <w:pPr>
              <w:pStyle w:val="Tabel-BrdtekstmedafstandptekstGaramond"/>
            </w:pPr>
          </w:p>
        </w:tc>
      </w:tr>
      <w:tr w:rsidR="00474E2F" w:rsidRPr="00B5346F" w:rsidTr="00465B41">
        <w:tc>
          <w:tcPr>
            <w:tcW w:w="1701" w:type="dxa"/>
            <w:tcBorders>
              <w:bottom w:val="single" w:sz="4" w:space="0" w:color="D1C5C3" w:themeColor="accent3"/>
            </w:tcBorders>
            <w:shd w:val="clear" w:color="auto" w:fill="FBF9F9"/>
          </w:tcPr>
          <w:p w:rsidR="00815F28" w:rsidRPr="00600E3E" w:rsidRDefault="000D2DD7" w:rsidP="000B4D0B">
            <w:pPr>
              <w:pStyle w:val="Tabel-BrdtekstmedafstandptekstGaramond"/>
              <w:rPr>
                <w:i/>
              </w:rPr>
            </w:pPr>
            <w:r>
              <w:rPr>
                <w:i/>
              </w:rPr>
              <w:t>Dansk Arbejd</w:t>
            </w:r>
            <w:r>
              <w:rPr>
                <w:i/>
              </w:rPr>
              <w:t>s</w:t>
            </w:r>
            <w:r>
              <w:rPr>
                <w:i/>
              </w:rPr>
              <w:t>giverforening (DA)</w:t>
            </w:r>
          </w:p>
        </w:tc>
        <w:tc>
          <w:tcPr>
            <w:tcW w:w="142" w:type="dxa"/>
            <w:shd w:val="clear" w:color="auto" w:fill="FFFFFF" w:themeFill="background1"/>
          </w:tcPr>
          <w:p w:rsidR="00815F28" w:rsidRPr="00B5346F" w:rsidRDefault="00815F28" w:rsidP="000B4D0B"/>
        </w:tc>
        <w:tc>
          <w:tcPr>
            <w:tcW w:w="4517" w:type="dxa"/>
            <w:tcBorders>
              <w:bottom w:val="single" w:sz="4" w:space="0" w:color="D1C5C3" w:themeColor="accent3"/>
            </w:tcBorders>
            <w:shd w:val="clear" w:color="auto" w:fill="FBF9F9"/>
          </w:tcPr>
          <w:p w:rsidR="00815F28" w:rsidRPr="00B5346F" w:rsidRDefault="00B14F26" w:rsidP="000B4D0B">
            <w:pPr>
              <w:pStyle w:val="Tabel-BrdtekstmedafstandptekstGaramond"/>
            </w:pPr>
            <w:r>
              <w:t>I</w:t>
            </w:r>
            <w:r w:rsidR="000D2DD7">
              <w:t>ngen bemærkninger.</w:t>
            </w:r>
          </w:p>
        </w:tc>
        <w:tc>
          <w:tcPr>
            <w:tcW w:w="115" w:type="dxa"/>
            <w:shd w:val="clear" w:color="auto" w:fill="FFFFFF" w:themeFill="background1"/>
          </w:tcPr>
          <w:p w:rsidR="00815F28" w:rsidRPr="00B5346F" w:rsidRDefault="00815F28" w:rsidP="000B4D0B"/>
        </w:tc>
        <w:tc>
          <w:tcPr>
            <w:tcW w:w="3164" w:type="dxa"/>
            <w:tcBorders>
              <w:bottom w:val="single" w:sz="4" w:space="0" w:color="14143C" w:themeColor="accent1"/>
            </w:tcBorders>
            <w:shd w:val="clear" w:color="auto" w:fill="D2CED8"/>
          </w:tcPr>
          <w:p w:rsidR="00815F28" w:rsidRPr="00B5346F" w:rsidRDefault="00815F28" w:rsidP="000B4D0B">
            <w:pPr>
              <w:pStyle w:val="Tabel-BrdtekstmedafstandptekstGaramond"/>
            </w:pPr>
          </w:p>
        </w:tc>
      </w:tr>
      <w:tr w:rsidR="0012348B" w:rsidRPr="00B5346F" w:rsidTr="00465B41">
        <w:tc>
          <w:tcPr>
            <w:tcW w:w="1701" w:type="dxa"/>
            <w:tcBorders>
              <w:bottom w:val="single" w:sz="4" w:space="0" w:color="D1C5C3" w:themeColor="accent3"/>
            </w:tcBorders>
            <w:shd w:val="clear" w:color="auto" w:fill="FBF9F9"/>
          </w:tcPr>
          <w:p w:rsidR="0012348B" w:rsidRDefault="0012348B" w:rsidP="000B4D0B">
            <w:pPr>
              <w:pStyle w:val="Tabel-BrdtekstmedafstandptekstGaramond"/>
              <w:rPr>
                <w:i/>
              </w:rPr>
            </w:pPr>
            <w:r>
              <w:rPr>
                <w:i/>
              </w:rPr>
              <w:t>Dansk Byggeri</w:t>
            </w:r>
          </w:p>
        </w:tc>
        <w:tc>
          <w:tcPr>
            <w:tcW w:w="142" w:type="dxa"/>
            <w:shd w:val="clear" w:color="auto" w:fill="FFFFFF" w:themeFill="background1"/>
          </w:tcPr>
          <w:p w:rsidR="0012348B" w:rsidRPr="00B5346F" w:rsidRDefault="0012348B" w:rsidP="000B4D0B"/>
        </w:tc>
        <w:tc>
          <w:tcPr>
            <w:tcW w:w="4517" w:type="dxa"/>
            <w:tcBorders>
              <w:bottom w:val="single" w:sz="4" w:space="0" w:color="D1C5C3" w:themeColor="accent3"/>
            </w:tcBorders>
            <w:shd w:val="clear" w:color="auto" w:fill="FBF9F9"/>
          </w:tcPr>
          <w:p w:rsidR="0012348B" w:rsidRDefault="0012348B" w:rsidP="0012348B">
            <w:pPr>
              <w:pStyle w:val="Tabel-BrdtekstmedafstandptekstGaramond"/>
            </w:pPr>
            <w:r>
              <w:t>Dansk Byggeri er overordnet særdeles godt ti</w:t>
            </w:r>
            <w:r>
              <w:t>l</w:t>
            </w:r>
            <w:r>
              <w:t>freds med selve indholdet af vækstpakken,</w:t>
            </w:r>
          </w:p>
          <w:p w:rsidR="0012348B" w:rsidRDefault="0012348B" w:rsidP="00860CD3">
            <w:pPr>
              <w:pStyle w:val="Tabel-BrdtekstmedafstandptekstGaramond"/>
            </w:pPr>
            <w:r>
              <w:t>der indeholder mange positive elementer for erhvervslivet generelt og bygge- og anlægsbra</w:t>
            </w:r>
            <w:r>
              <w:t>n</w:t>
            </w:r>
            <w:r w:rsidR="00860CD3">
              <w:t xml:space="preserve">chen </w:t>
            </w:r>
            <w:r>
              <w:t xml:space="preserve">specifikt. Imidlertid finder </w:t>
            </w:r>
            <w:r w:rsidR="00860CD3">
              <w:t>de</w:t>
            </w:r>
            <w:r>
              <w:t>, at forliget om Vækstpakke 2014 desværre også er udtryk for en beklagelig og markant ”undladelse</w:t>
            </w:r>
            <w:r>
              <w:t>s</w:t>
            </w:r>
            <w:r>
              <w:t>synd”, idet man politisk har valgt ikke at vid</w:t>
            </w:r>
            <w:r>
              <w:t>e</w:t>
            </w:r>
            <w:r>
              <w:t>reføre Boligjob</w:t>
            </w:r>
            <w:r w:rsidR="004E280C">
              <w:t>-</w:t>
            </w:r>
            <w:r>
              <w:t xml:space="preserve">ordningen efter udgangen af </w:t>
            </w:r>
            <w:r>
              <w:lastRenderedPageBreak/>
              <w:t xml:space="preserve">2014. </w:t>
            </w:r>
          </w:p>
          <w:p w:rsidR="0012348B" w:rsidRDefault="0012348B" w:rsidP="0012348B">
            <w:pPr>
              <w:pStyle w:val="Tabel-BrdtekstmedafstandptekstGaramond"/>
            </w:pPr>
          </w:p>
          <w:p w:rsidR="0012348B" w:rsidRDefault="0012348B" w:rsidP="0012348B">
            <w:pPr>
              <w:pStyle w:val="Tabel-BrdtekstmedafstandptekstGaramond"/>
            </w:pPr>
            <w:r>
              <w:t>På finansieringssiden mener Dansk</w:t>
            </w:r>
          </w:p>
          <w:p w:rsidR="0012348B" w:rsidRDefault="0012348B" w:rsidP="0012348B">
            <w:pPr>
              <w:pStyle w:val="Tabel-BrdtekstmedafstandptekstGaramond"/>
            </w:pPr>
            <w:r>
              <w:t>Byggeri ligeledes, at der kunne være truffet bedre løsninger end de valgte. Det drejer sig</w:t>
            </w:r>
          </w:p>
          <w:p w:rsidR="0012348B" w:rsidRDefault="0012348B" w:rsidP="0012348B">
            <w:pPr>
              <w:pStyle w:val="Tabel-BrdtekstmedafstandptekstGaramond"/>
            </w:pPr>
            <w:r>
              <w:t xml:space="preserve">primært om, at </w:t>
            </w:r>
            <w:r w:rsidR="00091DA6">
              <w:t>foreningen</w:t>
            </w:r>
            <w:r>
              <w:t xml:space="preserve"> havde foretrukket større finansiering fra den grønne check fre</w:t>
            </w:r>
            <w:r>
              <w:t>m</w:t>
            </w:r>
            <w:r>
              <w:t>for bundskatten.</w:t>
            </w:r>
          </w:p>
          <w:p w:rsidR="0012348B" w:rsidRDefault="0012348B" w:rsidP="0012348B">
            <w:pPr>
              <w:pStyle w:val="Tabel-BrdtekstmedafstandptekstGaramond"/>
            </w:pPr>
          </w:p>
          <w:p w:rsidR="0012348B" w:rsidRDefault="0012348B" w:rsidP="0012348B">
            <w:pPr>
              <w:pStyle w:val="Tabel-BrdtekstmedafstandptekstGaramond"/>
            </w:pPr>
            <w:r>
              <w:t>Dansk Byggeri finder det yderst tilfredsstille</w:t>
            </w:r>
            <w:r>
              <w:t>n</w:t>
            </w:r>
            <w:r>
              <w:t>de, at det politisk er besluttet at afskaffe fors</w:t>
            </w:r>
            <w:r>
              <w:t>y</w:t>
            </w:r>
            <w:r>
              <w:t>ningssikkerhedsafgiften.</w:t>
            </w:r>
          </w:p>
          <w:p w:rsidR="0012348B" w:rsidRDefault="0012348B" w:rsidP="0012348B">
            <w:pPr>
              <w:pStyle w:val="Tabel-BrdtekstmedafstandptekstGaramond"/>
            </w:pPr>
          </w:p>
          <w:p w:rsidR="0012348B" w:rsidRDefault="0012348B" w:rsidP="0012348B">
            <w:pPr>
              <w:pStyle w:val="Tabel-BrdtekstmedafstandptekstGaramond"/>
            </w:pPr>
            <w:r>
              <w:t xml:space="preserve">Indførslen af den såkaldte brændeskat på VE-brændsler ville – </w:t>
            </w:r>
            <w:r w:rsidR="00091DA6">
              <w:t>s</w:t>
            </w:r>
            <w:r>
              <w:t>om også fremført af Dansk Byggeri ved høringssvar af 6. september 2013 - have medført store omkostninger og admin</w:t>
            </w:r>
            <w:r>
              <w:t>i</w:t>
            </w:r>
            <w:r>
              <w:t>strative byrder for både erhvervsliv og forbr</w:t>
            </w:r>
            <w:r>
              <w:t>u</w:t>
            </w:r>
            <w:r>
              <w:t>gerne.</w:t>
            </w:r>
          </w:p>
          <w:p w:rsidR="0012348B" w:rsidRDefault="0012348B" w:rsidP="0012348B">
            <w:pPr>
              <w:pStyle w:val="Tabel-BrdtekstmedafstandptekstGaramond"/>
            </w:pPr>
          </w:p>
          <w:p w:rsidR="0012348B" w:rsidRDefault="0012348B" w:rsidP="0012348B">
            <w:pPr>
              <w:pStyle w:val="Tabel-BrdtekstmedafstandptekstGaramond"/>
            </w:pPr>
            <w:r>
              <w:t>Da den anden del af forsyningssikkerhedsafgi</w:t>
            </w:r>
            <w:r>
              <w:t>f</w:t>
            </w:r>
            <w:r>
              <w:t>ten – på fossile brændsler - alene vedrører</w:t>
            </w:r>
          </w:p>
          <w:p w:rsidR="0012348B" w:rsidRDefault="0012348B" w:rsidP="0012348B">
            <w:pPr>
              <w:pStyle w:val="Tabel-BrdtekstmedafstandptekstGaramond"/>
            </w:pPr>
            <w:r>
              <w:t>rumvarme, så medfører en tilbagerulning af de allerede vedtagne dele af afgiften samtidig,</w:t>
            </w:r>
          </w:p>
          <w:p w:rsidR="0012348B" w:rsidRDefault="0012348B" w:rsidP="0012348B">
            <w:pPr>
              <w:pStyle w:val="Tabel-BrdtekstmedafstandptekstGaramond"/>
            </w:pPr>
            <w:r>
              <w:t>at der heldigvis opnås væsentligt større grad af neutralitet i energibeskatningen i Danmark, da den skattemæssige diskrimination af energi brugt til rumvarme dermed gøres mindre.</w:t>
            </w:r>
          </w:p>
          <w:p w:rsidR="0012348B" w:rsidRDefault="0012348B" w:rsidP="0012348B">
            <w:pPr>
              <w:pStyle w:val="Tabel-BrdtekstmedafstandptekstGaramond"/>
            </w:pPr>
            <w:r>
              <w:t>Der rettes dermed op på den yderligere diskr</w:t>
            </w:r>
            <w:r>
              <w:t>i</w:t>
            </w:r>
            <w:r>
              <w:t>mination i beskatningen mellem rum- og pr</w:t>
            </w:r>
            <w:r>
              <w:t>o</w:t>
            </w:r>
            <w:r>
              <w:t xml:space="preserve">cesvarme, der opstod, da man i januar 2013 indførte </w:t>
            </w:r>
            <w:proofErr w:type="spellStart"/>
            <w:r>
              <w:t>FSA’en</w:t>
            </w:r>
            <w:proofErr w:type="spellEnd"/>
            <w:r>
              <w:t>.</w:t>
            </w:r>
          </w:p>
          <w:p w:rsidR="0012348B" w:rsidRDefault="0012348B" w:rsidP="0012348B">
            <w:pPr>
              <w:pStyle w:val="Tabel-BrdtekstmedafstandptekstGaramond"/>
              <w:ind w:left="0"/>
            </w:pPr>
          </w:p>
          <w:p w:rsidR="0012348B" w:rsidRDefault="0012348B" w:rsidP="0012348B">
            <w:pPr>
              <w:pStyle w:val="Tabel-BrdtekstmedafstandptekstGaramond"/>
            </w:pPr>
            <w:r>
              <w:t>En del af finansieringen af afgiftslettelserne findes ved at hæve bundskatten og det skrå skatteloft. Dansk Byggeri finder det uhensigt</w:t>
            </w:r>
            <w:r>
              <w:t>s</w:t>
            </w:r>
            <w:r>
              <w:t>mæssigt at øge skatten på arbejde for alle da</w:t>
            </w:r>
            <w:r>
              <w:t>n</w:t>
            </w:r>
            <w:r>
              <w:t>skere, hvilket er konsekvensen af hævet bun</w:t>
            </w:r>
            <w:r>
              <w:t>d</w:t>
            </w:r>
            <w:r>
              <w:t>skat</w:t>
            </w:r>
          </w:p>
          <w:p w:rsidR="0012348B" w:rsidRDefault="0012348B" w:rsidP="0012348B">
            <w:pPr>
              <w:pStyle w:val="Tabel-BrdtekstmedafstandptekstGaramond"/>
            </w:pPr>
          </w:p>
          <w:p w:rsidR="0012348B" w:rsidRDefault="00091DA6" w:rsidP="0012348B">
            <w:pPr>
              <w:pStyle w:val="Tabel-BrdtekstmedafstandptekstGaramond"/>
            </w:pPr>
            <w:r>
              <w:t>Dansk Byggeri</w:t>
            </w:r>
            <w:r w:rsidR="0012348B">
              <w:t xml:space="preserve"> anerkender</w:t>
            </w:r>
            <w:r w:rsidR="00234FC9">
              <w:t xml:space="preserve"> - </w:t>
            </w:r>
            <w:r w:rsidR="0012348B">
              <w:t xml:space="preserve">som det også fremgår af lovforslagets bemærkninger - at bundskatten i sig selv er mindre forvridende end </w:t>
            </w:r>
            <w:proofErr w:type="spellStart"/>
            <w:r w:rsidR="0012348B">
              <w:t>FSA’en</w:t>
            </w:r>
            <w:proofErr w:type="spellEnd"/>
            <w:r w:rsidR="0012348B">
              <w:t xml:space="preserve">, men </w:t>
            </w:r>
            <w:r w:rsidR="000A4AA6">
              <w:t xml:space="preserve">Dansk Byggeri </w:t>
            </w:r>
            <w:r w:rsidR="0012348B">
              <w:t>havde for</w:t>
            </w:r>
            <w:r w:rsidR="0012348B">
              <w:t>e</w:t>
            </w:r>
            <w:r w:rsidR="0012348B">
              <w:lastRenderedPageBreak/>
              <w:t>trukket en finansiering via den grøn</w:t>
            </w:r>
            <w:r w:rsidR="006B5FEA">
              <w:t>ne check i stedet.</w:t>
            </w:r>
          </w:p>
          <w:p w:rsidR="0012348B" w:rsidRDefault="0012348B" w:rsidP="0012348B">
            <w:pPr>
              <w:pStyle w:val="Tabel-BrdtekstmedafstandptekstGaramond"/>
            </w:pPr>
          </w:p>
          <w:p w:rsidR="0012348B" w:rsidRDefault="0012348B" w:rsidP="0012348B">
            <w:pPr>
              <w:pStyle w:val="Tabel-BrdtekstmedafstandptekstGaramond"/>
            </w:pPr>
            <w:r>
              <w:t>En anden del af finansieringen sker ved at r</w:t>
            </w:r>
            <w:r>
              <w:t>e</w:t>
            </w:r>
            <w:r>
              <w:t>ducere den grønne check og den supplerende grønne check proportionalt. Dansk Byggeri finder, at dette er et fornuftigt finansieringsti</w:t>
            </w:r>
            <w:r>
              <w:t>l</w:t>
            </w:r>
            <w:r>
              <w:t>tag, dels fordi den grønne check og den suppl</w:t>
            </w:r>
            <w:r>
              <w:t>e</w:t>
            </w:r>
            <w:r>
              <w:t>rende grønne check netop blev indført for at kompensere for nogle af de afgifter, der nu bl</w:t>
            </w:r>
            <w:r>
              <w:t>i</w:t>
            </w:r>
            <w:r>
              <w:t>ver ophævet</w:t>
            </w:r>
            <w:r w:rsidR="000A4AA6">
              <w:t>,</w:t>
            </w:r>
            <w:r>
              <w:t xml:space="preserve"> og dels fordi den grønne check i forvejen er en uhensigtsmæssig og unødigt komplicerende knopskydning i indkomstb</w:t>
            </w:r>
            <w:r>
              <w:t>e</w:t>
            </w:r>
            <w:r>
              <w:t>skatningen med uheldige virkninger for den sammensatte marginalskat på en del af in</w:t>
            </w:r>
            <w:r>
              <w:t>d</w:t>
            </w:r>
            <w:r w:rsidR="00234FC9">
              <w:t>komst</w:t>
            </w:r>
            <w:r>
              <w:t>skalaen. På den baggrund anbefaler Dansk Byggeri, at man finansierer tilbageru</w:t>
            </w:r>
            <w:r>
              <w:t>l</w:t>
            </w:r>
            <w:r>
              <w:t>ningen af FSA ved at afskaffe den grønne check og den supplerende grønne check ful</w:t>
            </w:r>
            <w:r>
              <w:t>d</w:t>
            </w:r>
            <w:r>
              <w:t>stændigt og i stedet friholde bundskatten.</w:t>
            </w:r>
          </w:p>
          <w:p w:rsidR="0012213C" w:rsidRDefault="0012213C" w:rsidP="0012348B">
            <w:pPr>
              <w:pStyle w:val="Tabel-BrdtekstmedafstandptekstGaramond"/>
            </w:pPr>
          </w:p>
          <w:p w:rsidR="0012348B" w:rsidRPr="006B3779" w:rsidRDefault="007B5544" w:rsidP="006B3779">
            <w:pPr>
              <w:pStyle w:val="Tabel-BrdtekstmedafstandptekstGaramond"/>
            </w:pPr>
            <w:r w:rsidRPr="006B3779">
              <w:t>I forhold til ændringerne omhandlende lempe</w:t>
            </w:r>
            <w:r w:rsidRPr="006B3779">
              <w:t>l</w:t>
            </w:r>
            <w:r w:rsidRPr="006B3779">
              <w:t>serne i PSO samt forhøjelse af elafgiften b</w:t>
            </w:r>
            <w:r w:rsidRPr="006B3779">
              <w:t>e</w:t>
            </w:r>
            <w:r w:rsidRPr="006B3779">
              <w:t xml:space="preserve">mærker </w:t>
            </w:r>
            <w:r w:rsidR="0012348B" w:rsidRPr="006B3779">
              <w:t>Dansk Byggeri</w:t>
            </w:r>
            <w:r w:rsidRPr="006B3779">
              <w:t xml:space="preserve">, at </w:t>
            </w:r>
            <w:r w:rsidR="006B3779" w:rsidRPr="006B3779">
              <w:t>organisationen</w:t>
            </w:r>
            <w:r w:rsidR="0012348B" w:rsidRPr="006B3779">
              <w:t xml:space="preserve"> ha</w:t>
            </w:r>
            <w:r w:rsidR="0012348B" w:rsidRPr="006B3779">
              <w:t>v</w:t>
            </w:r>
            <w:r w:rsidR="0012348B" w:rsidRPr="006B3779">
              <w:t>de håbet, at der med Vækstpakken va</w:t>
            </w:r>
            <w:r w:rsidR="00340110" w:rsidRPr="006B3779">
              <w:t>r skabt ro om rammerne for ener</w:t>
            </w:r>
            <w:r w:rsidR="0012348B" w:rsidRPr="006B3779">
              <w:t>giaftalen og de tilhøre</w:t>
            </w:r>
            <w:r w:rsidR="0012348B" w:rsidRPr="006B3779">
              <w:t>n</w:t>
            </w:r>
            <w:r w:rsidR="0012348B" w:rsidRPr="006B3779">
              <w:t>de samfundsnyttige investeringer. Det må man imidlertid desværre konstatere ikke er tilfældet, eftersom lovforslagets EU-medholdelighed er bragt i tvivl.</w:t>
            </w:r>
          </w:p>
          <w:p w:rsidR="0012348B" w:rsidRDefault="0012348B" w:rsidP="0012348B">
            <w:pPr>
              <w:pStyle w:val="Tabel-BrdtekstmedafstandptekstGaramond"/>
            </w:pPr>
          </w:p>
          <w:p w:rsidR="0012348B" w:rsidRDefault="0012348B" w:rsidP="0012348B">
            <w:pPr>
              <w:pStyle w:val="Tabel-BrdtekstmedafstandptekstGaramond"/>
            </w:pPr>
            <w:r>
              <w:t>Dansk Byggeri støtter, at der foretages en gen</w:t>
            </w:r>
            <w:r>
              <w:t>e</w:t>
            </w:r>
            <w:r>
              <w:t>rel lempelse af PSO-betalingen, som mod-svares af en</w:t>
            </w:r>
            <w:r w:rsidR="00091DA6">
              <w:t xml:space="preserve"> forhøjelse af elafgiften. Det</w:t>
            </w:r>
            <w:r>
              <w:t xml:space="preserve"> er fo</w:t>
            </w:r>
            <w:r>
              <w:t>r</w:t>
            </w:r>
            <w:r>
              <w:t>udsat, at forhøjelsen af elafgiften ikke kommer til at gælde for elektricitet anvendt til proces i erhverv, hvilket der da også er lagt op til i lo</w:t>
            </w:r>
            <w:r>
              <w:t>v</w:t>
            </w:r>
            <w:r>
              <w:t>forslaget.</w:t>
            </w:r>
          </w:p>
          <w:p w:rsidR="0012348B" w:rsidRDefault="0012348B" w:rsidP="0012348B">
            <w:pPr>
              <w:pStyle w:val="Tabel-BrdtekstmedafstandptekstGaramond"/>
            </w:pPr>
          </w:p>
          <w:p w:rsidR="0012348B" w:rsidRDefault="0012348B" w:rsidP="0012348B">
            <w:pPr>
              <w:pStyle w:val="Tabel-BrdtekstmedafstandptekstGaramond"/>
            </w:pPr>
            <w:r>
              <w:t>Principielt bør det for god ordens skyld næ</w:t>
            </w:r>
            <w:r>
              <w:t>v</w:t>
            </w:r>
            <w:r>
              <w:t>nes, at denne del af vækstpakken ikke bidrager til en større sektorneutralitet på energiafgift</w:t>
            </w:r>
            <w:r>
              <w:t>s</w:t>
            </w:r>
            <w:r>
              <w:t xml:space="preserve">området. For helt generelt er det jo sådan, at når man politisk vælger at friholde nogle dele af </w:t>
            </w:r>
            <w:r>
              <w:lastRenderedPageBreak/>
              <w:t>erhvervslivet fx for energiafgifter, så kommer det øvrige erhvervsliv og forbrugerne til at b</w:t>
            </w:r>
            <w:r>
              <w:t>e</w:t>
            </w:r>
            <w:r>
              <w:t>tale tilsvarende mere, med alt hvad det indeb</w:t>
            </w:r>
            <w:r>
              <w:t>æ</w:t>
            </w:r>
            <w:r>
              <w:t>rer af konsekvenser dels for konkurrenceevne og privatforbrug.</w:t>
            </w:r>
          </w:p>
          <w:p w:rsidR="0012348B" w:rsidRDefault="0012348B" w:rsidP="0012348B">
            <w:pPr>
              <w:pStyle w:val="Tabel-BrdtekstmedafstandptekstGaramond"/>
            </w:pPr>
          </w:p>
          <w:p w:rsidR="0012348B" w:rsidRDefault="0012348B" w:rsidP="0012348B">
            <w:pPr>
              <w:pStyle w:val="Tabel-BrdtekstmedafstandptekstGaramond"/>
            </w:pPr>
            <w:r>
              <w:t>Dansk Byggeri har ingen bemærkninger til æ</w:t>
            </w:r>
            <w:r>
              <w:t>n</w:t>
            </w:r>
            <w:r>
              <w:t xml:space="preserve">dringerne vedrørende tobaksafgifterne. </w:t>
            </w:r>
          </w:p>
        </w:tc>
        <w:tc>
          <w:tcPr>
            <w:tcW w:w="115" w:type="dxa"/>
            <w:shd w:val="clear" w:color="auto" w:fill="FFFFFF" w:themeFill="background1"/>
          </w:tcPr>
          <w:p w:rsidR="0012348B" w:rsidRPr="00B5346F" w:rsidRDefault="0012348B" w:rsidP="000B4D0B"/>
        </w:tc>
        <w:tc>
          <w:tcPr>
            <w:tcW w:w="3164" w:type="dxa"/>
            <w:tcBorders>
              <w:bottom w:val="single" w:sz="4" w:space="0" w:color="14143C" w:themeColor="accent1"/>
            </w:tcBorders>
            <w:shd w:val="clear" w:color="auto" w:fill="D2CED8"/>
          </w:tcPr>
          <w:p w:rsidR="00860CD3" w:rsidRPr="00DF14A1" w:rsidRDefault="00860CD3" w:rsidP="00860CD3">
            <w:pPr>
              <w:pStyle w:val="Tabel-BrdtekstmedafstandptekstGaramond"/>
            </w:pPr>
            <w:r w:rsidRPr="00DF14A1">
              <w:t>Forslaget falder udenfor ra</w:t>
            </w:r>
            <w:r w:rsidRPr="00DF14A1">
              <w:t>m</w:t>
            </w:r>
            <w:r w:rsidRPr="00DF14A1">
              <w:t xml:space="preserve">merne af dette lovforslag. </w:t>
            </w:r>
          </w:p>
          <w:p w:rsidR="00860CD3" w:rsidRDefault="00860CD3" w:rsidP="000B4D0B">
            <w:pPr>
              <w:pStyle w:val="Tabel-BrdtekstmedafstandptekstGaramond"/>
            </w:pPr>
          </w:p>
          <w:p w:rsidR="00CA1F4A" w:rsidRDefault="00CA1F4A" w:rsidP="000B4D0B">
            <w:pPr>
              <w:pStyle w:val="Tabel-BrdtekstmedafstandptekstGaramond"/>
            </w:pPr>
          </w:p>
          <w:p w:rsidR="00CA1F4A" w:rsidRDefault="00CA1F4A" w:rsidP="000B4D0B">
            <w:pPr>
              <w:pStyle w:val="Tabel-BrdtekstmedafstandptekstGaramond"/>
            </w:pPr>
          </w:p>
          <w:p w:rsidR="00CA1F4A" w:rsidRDefault="00CA1F4A" w:rsidP="000B4D0B">
            <w:pPr>
              <w:pStyle w:val="Tabel-BrdtekstmedafstandptekstGaramond"/>
            </w:pPr>
          </w:p>
          <w:p w:rsidR="00CA1F4A" w:rsidRDefault="00CA1F4A" w:rsidP="000B4D0B">
            <w:pPr>
              <w:pStyle w:val="Tabel-BrdtekstmedafstandptekstGaramond"/>
            </w:pPr>
          </w:p>
          <w:p w:rsidR="00CA1F4A" w:rsidRDefault="00CA1F4A" w:rsidP="000B4D0B">
            <w:pPr>
              <w:pStyle w:val="Tabel-BrdtekstmedafstandptekstGaramond"/>
            </w:pPr>
          </w:p>
          <w:p w:rsidR="00CA1F4A" w:rsidRDefault="00CA1F4A" w:rsidP="000B4D0B">
            <w:pPr>
              <w:pStyle w:val="Tabel-BrdtekstmedafstandptekstGaramond"/>
            </w:pPr>
          </w:p>
          <w:p w:rsidR="00CA1F4A" w:rsidRDefault="00CA1F4A" w:rsidP="000B4D0B">
            <w:pPr>
              <w:pStyle w:val="Tabel-BrdtekstmedafstandptekstGaramond"/>
            </w:pPr>
          </w:p>
          <w:p w:rsidR="00CA1F4A" w:rsidRDefault="00CA1F4A" w:rsidP="000B4D0B">
            <w:pPr>
              <w:pStyle w:val="Tabel-BrdtekstmedafstandptekstGaramond"/>
            </w:pPr>
          </w:p>
          <w:p w:rsidR="00CA1F4A" w:rsidRDefault="00CA1F4A" w:rsidP="000B4D0B">
            <w:pPr>
              <w:pStyle w:val="Tabel-BrdtekstmedafstandptekstGaramond"/>
            </w:pPr>
          </w:p>
          <w:p w:rsidR="00CA1F4A" w:rsidRDefault="00CA1F4A" w:rsidP="000B4D0B">
            <w:pPr>
              <w:pStyle w:val="Tabel-BrdtekstmedafstandptekstGaramond"/>
            </w:pPr>
          </w:p>
          <w:p w:rsidR="00CA1F4A" w:rsidRDefault="00CA1F4A" w:rsidP="000B4D0B">
            <w:pPr>
              <w:pStyle w:val="Tabel-BrdtekstmedafstandptekstGaramond"/>
            </w:pPr>
          </w:p>
          <w:p w:rsidR="00CA1F4A" w:rsidRDefault="00CA1F4A" w:rsidP="000B4D0B">
            <w:pPr>
              <w:pStyle w:val="Tabel-BrdtekstmedafstandptekstGaramond"/>
            </w:pPr>
          </w:p>
          <w:p w:rsidR="00CA1F4A" w:rsidRDefault="00CA1F4A" w:rsidP="000B4D0B">
            <w:pPr>
              <w:pStyle w:val="Tabel-BrdtekstmedafstandptekstGaramond"/>
            </w:pPr>
          </w:p>
          <w:p w:rsidR="00CA1F4A" w:rsidRDefault="00CA1F4A" w:rsidP="000B4D0B">
            <w:pPr>
              <w:pStyle w:val="Tabel-BrdtekstmedafstandptekstGaramond"/>
            </w:pPr>
          </w:p>
          <w:p w:rsidR="00CA1F4A" w:rsidRDefault="00CA1F4A" w:rsidP="000B4D0B">
            <w:pPr>
              <w:pStyle w:val="Tabel-BrdtekstmedafstandptekstGaramond"/>
            </w:pPr>
          </w:p>
          <w:p w:rsidR="00CA1F4A" w:rsidRDefault="00CA1F4A" w:rsidP="000B4D0B">
            <w:pPr>
              <w:pStyle w:val="Tabel-BrdtekstmedafstandptekstGaramond"/>
            </w:pPr>
          </w:p>
          <w:p w:rsidR="00CA1F4A" w:rsidRDefault="00CA1F4A" w:rsidP="000B4D0B">
            <w:pPr>
              <w:pStyle w:val="Tabel-BrdtekstmedafstandptekstGaramond"/>
            </w:pPr>
          </w:p>
          <w:p w:rsidR="00CA1F4A" w:rsidRDefault="00CA1F4A" w:rsidP="000B4D0B">
            <w:pPr>
              <w:pStyle w:val="Tabel-BrdtekstmedafstandptekstGaramond"/>
            </w:pPr>
          </w:p>
          <w:p w:rsidR="00CA1F4A" w:rsidRDefault="00CA1F4A" w:rsidP="000B4D0B">
            <w:pPr>
              <w:pStyle w:val="Tabel-BrdtekstmedafstandptekstGaramond"/>
            </w:pPr>
          </w:p>
          <w:p w:rsidR="00CA1F4A" w:rsidRDefault="00CA1F4A" w:rsidP="000B4D0B">
            <w:pPr>
              <w:pStyle w:val="Tabel-BrdtekstmedafstandptekstGaramond"/>
            </w:pPr>
          </w:p>
          <w:p w:rsidR="00CA1F4A" w:rsidRDefault="00CA1F4A" w:rsidP="000B4D0B">
            <w:pPr>
              <w:pStyle w:val="Tabel-BrdtekstmedafstandptekstGaramond"/>
            </w:pPr>
          </w:p>
          <w:p w:rsidR="00CA1F4A" w:rsidRDefault="00CA1F4A" w:rsidP="000B4D0B">
            <w:pPr>
              <w:pStyle w:val="Tabel-BrdtekstmedafstandptekstGaramond"/>
            </w:pPr>
          </w:p>
          <w:p w:rsidR="00CA1F4A" w:rsidRDefault="00CA1F4A" w:rsidP="000B4D0B">
            <w:pPr>
              <w:pStyle w:val="Tabel-BrdtekstmedafstandptekstGaramond"/>
            </w:pPr>
          </w:p>
          <w:p w:rsidR="00CA1F4A" w:rsidRDefault="00CA1F4A" w:rsidP="000B4D0B">
            <w:pPr>
              <w:pStyle w:val="Tabel-BrdtekstmedafstandptekstGaramond"/>
            </w:pPr>
          </w:p>
          <w:p w:rsidR="00CA1F4A" w:rsidRDefault="00CA1F4A" w:rsidP="000B4D0B">
            <w:pPr>
              <w:pStyle w:val="Tabel-BrdtekstmedafstandptekstGaramond"/>
            </w:pPr>
          </w:p>
          <w:p w:rsidR="00CA1F4A" w:rsidRDefault="00CA1F4A" w:rsidP="000B4D0B">
            <w:pPr>
              <w:pStyle w:val="Tabel-BrdtekstmedafstandptekstGaramond"/>
            </w:pPr>
          </w:p>
          <w:p w:rsidR="00CA1F4A" w:rsidRDefault="00CA1F4A" w:rsidP="000B4D0B">
            <w:pPr>
              <w:pStyle w:val="Tabel-BrdtekstmedafstandptekstGaramond"/>
            </w:pPr>
          </w:p>
          <w:p w:rsidR="00CA1F4A" w:rsidRDefault="00CA1F4A" w:rsidP="000B4D0B">
            <w:pPr>
              <w:pStyle w:val="Tabel-BrdtekstmedafstandptekstGaramond"/>
            </w:pPr>
          </w:p>
          <w:p w:rsidR="00CA1F4A" w:rsidRDefault="00CA1F4A" w:rsidP="000B4D0B">
            <w:pPr>
              <w:pStyle w:val="Tabel-BrdtekstmedafstandptekstGaramond"/>
            </w:pPr>
          </w:p>
          <w:p w:rsidR="00CA1F4A" w:rsidRDefault="00CA1F4A" w:rsidP="000B4D0B">
            <w:pPr>
              <w:pStyle w:val="Tabel-BrdtekstmedafstandptekstGaramond"/>
            </w:pPr>
          </w:p>
          <w:p w:rsidR="00CA1F4A" w:rsidRDefault="00CA1F4A" w:rsidP="000B4D0B">
            <w:pPr>
              <w:pStyle w:val="Tabel-BrdtekstmedafstandptekstGaramond"/>
            </w:pPr>
          </w:p>
          <w:p w:rsidR="00CA1F4A" w:rsidRDefault="00CA1F4A" w:rsidP="000B4D0B">
            <w:pPr>
              <w:pStyle w:val="Tabel-BrdtekstmedafstandptekstGaramond"/>
            </w:pPr>
          </w:p>
          <w:p w:rsidR="00CA1F4A" w:rsidRDefault="00CA1F4A" w:rsidP="000B4D0B">
            <w:pPr>
              <w:pStyle w:val="Tabel-BrdtekstmedafstandptekstGaramond"/>
            </w:pPr>
          </w:p>
          <w:p w:rsidR="00CA1F4A" w:rsidRDefault="00CA1F4A" w:rsidP="000B4D0B">
            <w:pPr>
              <w:pStyle w:val="Tabel-BrdtekstmedafstandptekstGaramond"/>
            </w:pPr>
          </w:p>
          <w:p w:rsidR="006F3F48" w:rsidRDefault="006F3F48" w:rsidP="00CA1F4A">
            <w:pPr>
              <w:pStyle w:val="Tabel-BrdtekstmedafstandptekstGaramond"/>
            </w:pPr>
          </w:p>
          <w:p w:rsidR="006F3F48" w:rsidRDefault="006F3F48" w:rsidP="00CA1F4A">
            <w:pPr>
              <w:pStyle w:val="Tabel-BrdtekstmedafstandptekstGaramond"/>
            </w:pPr>
          </w:p>
          <w:p w:rsidR="006F3F48" w:rsidRDefault="006F3F48" w:rsidP="00CA1F4A">
            <w:pPr>
              <w:pStyle w:val="Tabel-BrdtekstmedafstandptekstGaramond"/>
            </w:pPr>
          </w:p>
          <w:p w:rsidR="006F3F48" w:rsidRDefault="006F3F48" w:rsidP="00CA1F4A">
            <w:pPr>
              <w:pStyle w:val="Tabel-BrdtekstmedafstandptekstGaramond"/>
            </w:pPr>
          </w:p>
          <w:p w:rsidR="006F3F48" w:rsidRDefault="006F3F48" w:rsidP="00CA1F4A">
            <w:pPr>
              <w:pStyle w:val="Tabel-BrdtekstmedafstandptekstGaramond"/>
            </w:pPr>
          </w:p>
          <w:p w:rsidR="00CA1F4A" w:rsidRPr="00EE03A9" w:rsidRDefault="00CA1F4A" w:rsidP="00CA1F4A">
            <w:pPr>
              <w:pStyle w:val="Tabel-BrdtekstmedafstandptekstGaramond"/>
            </w:pPr>
            <w:r>
              <w:t>Der henvises til kommentare</w:t>
            </w:r>
            <w:r>
              <w:t>r</w:t>
            </w:r>
            <w:r>
              <w:t xml:space="preserve">ne til Dansk Erhverv. </w:t>
            </w:r>
          </w:p>
          <w:p w:rsidR="00CA1F4A" w:rsidRDefault="00CA1F4A" w:rsidP="000B4D0B">
            <w:pPr>
              <w:pStyle w:val="Tabel-BrdtekstmedafstandptekstGaramond"/>
            </w:pPr>
          </w:p>
          <w:p w:rsidR="00CA1F4A" w:rsidRDefault="00CA1F4A" w:rsidP="000B4D0B">
            <w:pPr>
              <w:pStyle w:val="Tabel-BrdtekstmedafstandptekstGaramond"/>
            </w:pPr>
          </w:p>
          <w:p w:rsidR="006B5FEA" w:rsidRDefault="006B5FEA" w:rsidP="000B4D0B">
            <w:pPr>
              <w:pStyle w:val="Tabel-BrdtekstmedafstandptekstGaramond"/>
            </w:pPr>
          </w:p>
          <w:p w:rsidR="006B5FEA" w:rsidRDefault="006B5FEA" w:rsidP="000B4D0B">
            <w:pPr>
              <w:pStyle w:val="Tabel-BrdtekstmedafstandptekstGaramond"/>
            </w:pPr>
          </w:p>
          <w:p w:rsidR="006B5FEA" w:rsidRDefault="006B5FEA" w:rsidP="000B4D0B">
            <w:pPr>
              <w:pStyle w:val="Tabel-BrdtekstmedafstandptekstGaramond"/>
            </w:pPr>
          </w:p>
          <w:p w:rsidR="006B5FEA" w:rsidRDefault="006B5FEA" w:rsidP="000B4D0B">
            <w:pPr>
              <w:pStyle w:val="Tabel-BrdtekstmedafstandptekstGaramond"/>
            </w:pPr>
          </w:p>
          <w:p w:rsidR="006B5FEA" w:rsidRDefault="006B5FEA" w:rsidP="000B4D0B">
            <w:pPr>
              <w:pStyle w:val="Tabel-BrdtekstmedafstandptekstGaramond"/>
            </w:pPr>
          </w:p>
          <w:p w:rsidR="006B5FEA" w:rsidRDefault="006B5FEA" w:rsidP="000B4D0B">
            <w:pPr>
              <w:pStyle w:val="Tabel-BrdtekstmedafstandptekstGaramond"/>
            </w:pPr>
          </w:p>
          <w:p w:rsidR="006B5FEA" w:rsidRDefault="006B5FEA" w:rsidP="000B4D0B">
            <w:pPr>
              <w:pStyle w:val="Tabel-BrdtekstmedafstandptekstGaramond"/>
            </w:pPr>
          </w:p>
          <w:p w:rsidR="006B5FEA" w:rsidRDefault="006B5FEA" w:rsidP="000B4D0B">
            <w:pPr>
              <w:pStyle w:val="Tabel-BrdtekstmedafstandptekstGaramond"/>
            </w:pPr>
          </w:p>
          <w:p w:rsidR="006B5FEA" w:rsidRDefault="006B5FEA" w:rsidP="000B4D0B">
            <w:pPr>
              <w:pStyle w:val="Tabel-BrdtekstmedafstandptekstGaramond"/>
            </w:pPr>
          </w:p>
          <w:p w:rsidR="006B5FEA" w:rsidRDefault="006B5FEA" w:rsidP="000B4D0B">
            <w:pPr>
              <w:pStyle w:val="Tabel-BrdtekstmedafstandptekstGaramond"/>
            </w:pPr>
          </w:p>
          <w:p w:rsidR="006B5FEA" w:rsidRDefault="006B5FEA" w:rsidP="000B4D0B">
            <w:pPr>
              <w:pStyle w:val="Tabel-BrdtekstmedafstandptekstGaramond"/>
            </w:pPr>
          </w:p>
          <w:p w:rsidR="006B5FEA" w:rsidRDefault="006B5FEA" w:rsidP="000B4D0B">
            <w:pPr>
              <w:pStyle w:val="Tabel-BrdtekstmedafstandptekstGaramond"/>
            </w:pPr>
          </w:p>
          <w:p w:rsidR="006B5FEA" w:rsidRDefault="006B5FEA" w:rsidP="000B4D0B">
            <w:pPr>
              <w:pStyle w:val="Tabel-BrdtekstmedafstandptekstGaramond"/>
            </w:pPr>
          </w:p>
          <w:p w:rsidR="006B5FEA" w:rsidRDefault="006B5FEA" w:rsidP="000B4D0B">
            <w:pPr>
              <w:pStyle w:val="Tabel-BrdtekstmedafstandptekstGaramond"/>
            </w:pPr>
          </w:p>
          <w:p w:rsidR="006B5FEA" w:rsidRDefault="006B5FEA" w:rsidP="000B4D0B">
            <w:pPr>
              <w:pStyle w:val="Tabel-BrdtekstmedafstandptekstGaramond"/>
            </w:pPr>
          </w:p>
          <w:p w:rsidR="006B5FEA" w:rsidRDefault="006B5FEA" w:rsidP="000B4D0B">
            <w:pPr>
              <w:pStyle w:val="Tabel-BrdtekstmedafstandptekstGaramond"/>
            </w:pPr>
          </w:p>
          <w:p w:rsidR="006B5FEA" w:rsidRDefault="006B5FEA" w:rsidP="000B4D0B">
            <w:pPr>
              <w:pStyle w:val="Tabel-BrdtekstmedafstandptekstGaramond"/>
            </w:pPr>
          </w:p>
          <w:p w:rsidR="006B5FEA" w:rsidRDefault="006B5FEA" w:rsidP="000B4D0B">
            <w:pPr>
              <w:pStyle w:val="Tabel-BrdtekstmedafstandptekstGaramond"/>
            </w:pPr>
          </w:p>
          <w:p w:rsidR="006B5FEA" w:rsidRDefault="006B5FEA" w:rsidP="000B4D0B">
            <w:pPr>
              <w:pStyle w:val="Tabel-BrdtekstmedafstandptekstGaramond"/>
            </w:pPr>
          </w:p>
          <w:p w:rsidR="006B5FEA" w:rsidRDefault="006B5FEA" w:rsidP="000B4D0B">
            <w:pPr>
              <w:pStyle w:val="Tabel-BrdtekstmedafstandptekstGaramond"/>
            </w:pPr>
          </w:p>
          <w:p w:rsidR="006B5FEA" w:rsidRDefault="006B5FEA" w:rsidP="000B4D0B">
            <w:pPr>
              <w:pStyle w:val="Tabel-BrdtekstmedafstandptekstGaramond"/>
            </w:pPr>
          </w:p>
          <w:p w:rsidR="006B5FEA" w:rsidRDefault="006B5FEA" w:rsidP="000B4D0B">
            <w:pPr>
              <w:pStyle w:val="Tabel-BrdtekstmedafstandptekstGaramond"/>
            </w:pPr>
          </w:p>
          <w:p w:rsidR="006B5FEA" w:rsidRDefault="006B5FEA" w:rsidP="000B4D0B">
            <w:pPr>
              <w:pStyle w:val="Tabel-BrdtekstmedafstandptekstGaramond"/>
            </w:pPr>
          </w:p>
          <w:p w:rsidR="006B5FEA" w:rsidRDefault="006B5FEA" w:rsidP="000B4D0B">
            <w:pPr>
              <w:pStyle w:val="Tabel-BrdtekstmedafstandptekstGaramond"/>
            </w:pPr>
          </w:p>
          <w:p w:rsidR="006B5FEA" w:rsidRDefault="006B5FEA" w:rsidP="000B4D0B">
            <w:pPr>
              <w:pStyle w:val="Tabel-BrdtekstmedafstandptekstGaramond"/>
            </w:pPr>
          </w:p>
          <w:p w:rsidR="006B5FEA" w:rsidRDefault="006B5FEA" w:rsidP="000B4D0B">
            <w:pPr>
              <w:pStyle w:val="Tabel-BrdtekstmedafstandptekstGaramond"/>
            </w:pPr>
          </w:p>
          <w:p w:rsidR="006B5FEA" w:rsidRDefault="006B5FEA" w:rsidP="000B4D0B">
            <w:pPr>
              <w:pStyle w:val="Tabel-BrdtekstmedafstandptekstGaramond"/>
            </w:pPr>
          </w:p>
          <w:p w:rsidR="0012213C" w:rsidRDefault="0012213C" w:rsidP="000B4D0B">
            <w:pPr>
              <w:pStyle w:val="Tabel-BrdtekstmedafstandptekstGaramond"/>
            </w:pPr>
          </w:p>
          <w:p w:rsidR="006B5FEA" w:rsidRPr="00B5346F" w:rsidRDefault="00502F63" w:rsidP="00502F63">
            <w:pPr>
              <w:pStyle w:val="Tabel-BrdtekstmedafstandptekstGaramond"/>
            </w:pPr>
            <w:r>
              <w:t>Problemstillingen omhandle</w:t>
            </w:r>
            <w:r>
              <w:t>n</w:t>
            </w:r>
            <w:r>
              <w:t xml:space="preserve">de PSO-ordningens EU-medholdelighed falder udenfor rammerne af dette lovforslag. </w:t>
            </w:r>
          </w:p>
        </w:tc>
      </w:tr>
      <w:tr w:rsidR="006D59B0" w:rsidRPr="00B5346F" w:rsidTr="00465B41">
        <w:tc>
          <w:tcPr>
            <w:tcW w:w="1701" w:type="dxa"/>
            <w:tcBorders>
              <w:bottom w:val="single" w:sz="4" w:space="0" w:color="D1C5C3" w:themeColor="accent3"/>
            </w:tcBorders>
            <w:shd w:val="clear" w:color="auto" w:fill="FBF9F9"/>
          </w:tcPr>
          <w:p w:rsidR="006D59B0" w:rsidRDefault="006D59B0" w:rsidP="000B4D0B">
            <w:pPr>
              <w:pStyle w:val="Tabel-BrdtekstmedafstandptekstGaramond"/>
              <w:rPr>
                <w:i/>
              </w:rPr>
            </w:pPr>
            <w:r>
              <w:rPr>
                <w:i/>
              </w:rPr>
              <w:lastRenderedPageBreak/>
              <w:t>Dansk Energi</w:t>
            </w:r>
          </w:p>
        </w:tc>
        <w:tc>
          <w:tcPr>
            <w:tcW w:w="142" w:type="dxa"/>
            <w:shd w:val="clear" w:color="auto" w:fill="FFFFFF" w:themeFill="background1"/>
          </w:tcPr>
          <w:p w:rsidR="006D59B0" w:rsidRPr="00B5346F" w:rsidRDefault="006D59B0" w:rsidP="000B4D0B"/>
        </w:tc>
        <w:tc>
          <w:tcPr>
            <w:tcW w:w="4517" w:type="dxa"/>
            <w:tcBorders>
              <w:bottom w:val="single" w:sz="4" w:space="0" w:color="D1C5C3" w:themeColor="accent3"/>
            </w:tcBorders>
            <w:shd w:val="clear" w:color="auto" w:fill="FBF9F9"/>
          </w:tcPr>
          <w:p w:rsidR="006D59B0" w:rsidRDefault="006D59B0" w:rsidP="006D59B0">
            <w:pPr>
              <w:pStyle w:val="Tabel-BrdtekstmedafstandptekstGaramond"/>
            </w:pPr>
            <w:r>
              <w:t xml:space="preserve">Lovforslaget er en del af </w:t>
            </w:r>
            <w:r w:rsidRPr="00A34206">
              <w:rPr>
                <w:i/>
              </w:rPr>
              <w:t>Vækstpakke 2014</w:t>
            </w:r>
            <w:r>
              <w:t>. Som led heri tilbagerulles de allerede vedtagne afgiftsforhøjelser på fossile brændsler til n</w:t>
            </w:r>
            <w:r>
              <w:t>i</w:t>
            </w:r>
            <w:r>
              <w:t>veauet før Forårspakke 2.0, mens afgiften på el til varme kun lempes i beskedent omfang.</w:t>
            </w:r>
          </w:p>
          <w:p w:rsidR="006D59B0" w:rsidRDefault="006D59B0" w:rsidP="006D59B0">
            <w:pPr>
              <w:pStyle w:val="Tabel-BrdtekstmedafstandptekstGaramond"/>
            </w:pPr>
            <w:r>
              <w:t>Dermed gøres det billigere at bruge olie og gas frem for el til varme. Dette er i modsætning til i dag, hvor der er en afgiftsmæssig ligestilling mellem el og fossile brændsler til opvarmning</w:t>
            </w:r>
            <w:r>
              <w:t>s</w:t>
            </w:r>
            <w:r>
              <w:t>formål.</w:t>
            </w:r>
          </w:p>
          <w:p w:rsidR="006D59B0" w:rsidRDefault="006D59B0" w:rsidP="006D59B0">
            <w:pPr>
              <w:pStyle w:val="Tabel-BrdtekstmedafstandptekstGaramond"/>
            </w:pPr>
          </w:p>
          <w:p w:rsidR="006D59B0" w:rsidRDefault="000234AA" w:rsidP="003770DB">
            <w:pPr>
              <w:pStyle w:val="Tabel-BrdtekstmedafstandptekstGaramond"/>
            </w:pPr>
            <w:r>
              <w:t>Af det udsendte lovforslags almindelige b</w:t>
            </w:r>
            <w:r>
              <w:t>e</w:t>
            </w:r>
            <w:r>
              <w:t>mærkninger fremgår:</w:t>
            </w:r>
            <w:r w:rsidR="00245AB9">
              <w:t xml:space="preserve"> </w:t>
            </w:r>
            <w:r>
              <w:t>”Der er som følge af f</w:t>
            </w:r>
            <w:r>
              <w:t>i</w:t>
            </w:r>
            <w:r>
              <w:t>nanslovsaftalen for 2013 indført parallelitet mellem afgiftsbelastningen på elvarme, jf. lov om afgift af elektricitet (herefter elafgiftsloven), og afgiftsbelastningen ved opvarmning baseret på fossile brændsler som f.eks. olie og natu</w:t>
            </w:r>
            <w:r>
              <w:t>r</w:t>
            </w:r>
            <w:r>
              <w:t>gas”</w:t>
            </w:r>
            <w:r w:rsidR="000A4AA6">
              <w:t>.</w:t>
            </w:r>
            <w:r w:rsidR="003770DB">
              <w:t xml:space="preserve"> </w:t>
            </w:r>
            <w:r>
              <w:t>Der blev dog indført mere end en a</w:t>
            </w:r>
            <w:r>
              <w:t>f</w:t>
            </w:r>
            <w:r>
              <w:t>giftsmæssig parallelitet med finanslovsaftalen for 2013. Der blev i virkeligheden indført en afgiftsmæs</w:t>
            </w:r>
            <w:r w:rsidR="008F4654">
              <w:t xml:space="preserve">sig ligestilling. </w:t>
            </w:r>
            <w:r>
              <w:t>Med finanslovsaftalen for 2013 blev det dermed sikret, at afgiftss</w:t>
            </w:r>
            <w:r>
              <w:t>y</w:t>
            </w:r>
            <w:r>
              <w:t>stemet var neutralt over for, om der blev brugt el til opvarmning, eller om der blev brugt foss</w:t>
            </w:r>
            <w:r>
              <w:t>i</w:t>
            </w:r>
            <w:r>
              <w:t>le brændsler.</w:t>
            </w:r>
          </w:p>
          <w:p w:rsidR="000234AA" w:rsidRDefault="000234AA" w:rsidP="000234AA">
            <w:pPr>
              <w:pStyle w:val="Tabel-BrdtekstmedafstandptekstGaramond"/>
            </w:pPr>
          </w:p>
          <w:p w:rsidR="000234AA" w:rsidRDefault="000234AA" w:rsidP="000234AA">
            <w:pPr>
              <w:pStyle w:val="Tabel-BrdtekstmedafstandptekstGaramond"/>
            </w:pPr>
            <w:r>
              <w:t>Med det udsendte lovforslag bliver elvarmea</w:t>
            </w:r>
            <w:r>
              <w:t>f</w:t>
            </w:r>
            <w:r>
              <w:t>giften inkl. PSO ikke ligestillet med den nye l</w:t>
            </w:r>
            <w:r>
              <w:t>a</w:t>
            </w:r>
            <w:r>
              <w:t>ve afgift på fossile brændsler, men derimod fastsat til et højere afgiftsmæssigt niveau.</w:t>
            </w:r>
          </w:p>
          <w:p w:rsidR="000234AA" w:rsidRDefault="000234AA" w:rsidP="000234AA">
            <w:pPr>
              <w:pStyle w:val="Tabel-BrdtekstmedafstandptekstGaramond"/>
            </w:pPr>
            <w:r>
              <w:t>Dermed genindføres den afgiftsmæssige favor</w:t>
            </w:r>
            <w:r>
              <w:t>i</w:t>
            </w:r>
            <w:r>
              <w:t>sering af de fossile brændsler fra før finansl</w:t>
            </w:r>
            <w:r>
              <w:t>o</w:t>
            </w:r>
            <w:r>
              <w:t>ven for 2013.</w:t>
            </w:r>
          </w:p>
          <w:p w:rsidR="000234AA" w:rsidRDefault="000234AA" w:rsidP="000234AA">
            <w:pPr>
              <w:pStyle w:val="Tabel-BrdtekstmedafstandptekstGaramond"/>
            </w:pPr>
          </w:p>
          <w:p w:rsidR="000234AA" w:rsidRDefault="000234AA" w:rsidP="000234AA">
            <w:pPr>
              <w:pStyle w:val="Tabel-BrdtekstmedafstandptekstGaramond"/>
            </w:pPr>
            <w:r>
              <w:t>Forslaget medfører, at det bliver billigere at fyre med olie og gas i de private hjem. Dermed vil private husstande tilskyndes til at fastholde d</w:t>
            </w:r>
            <w:r>
              <w:t>e</w:t>
            </w:r>
            <w:r>
              <w:t xml:space="preserve">res olie/gasfyr, evt. investere i et nyt gasfyr eller købe et </w:t>
            </w:r>
            <w:proofErr w:type="spellStart"/>
            <w:r>
              <w:t>træpillefyr</w:t>
            </w:r>
            <w:proofErr w:type="spellEnd"/>
            <w:r>
              <w:t xml:space="preserve"> i stedet for at investere i varmepumper, og det alene pga. en skæv a</w:t>
            </w:r>
            <w:r>
              <w:t>f</w:t>
            </w:r>
            <w:r>
              <w:t>giftsbelastning.</w:t>
            </w:r>
          </w:p>
          <w:p w:rsidR="000234AA" w:rsidRDefault="000234AA" w:rsidP="000234AA">
            <w:pPr>
              <w:pStyle w:val="Tabel-BrdtekstmedafstandptekstGaramond"/>
            </w:pPr>
          </w:p>
          <w:p w:rsidR="000234AA" w:rsidRDefault="000234AA" w:rsidP="00A810DE">
            <w:pPr>
              <w:pStyle w:val="Tabel-BrdtekstmedafstandptekstGaramond"/>
            </w:pPr>
            <w:r>
              <w:t>Den ny lovgivning vil ikke kun få betydning for husholdningers valg af opvarmning. Det vil o</w:t>
            </w:r>
            <w:r>
              <w:t>g</w:t>
            </w:r>
            <w:r>
              <w:t>så stille de store varmepumper i de decentrale områder i en dårligere konkurrencemæssig sit</w:t>
            </w:r>
            <w:r>
              <w:t>u</w:t>
            </w:r>
            <w:r>
              <w:t>ation, hvilket i den nuværend</w:t>
            </w:r>
            <w:r w:rsidR="00A810DE">
              <w:t xml:space="preserve">e situation er stærkt uheldigt. </w:t>
            </w:r>
            <w:r>
              <w:t>Det er vigtigt at være opmær</w:t>
            </w:r>
            <w:r>
              <w:t>k</w:t>
            </w:r>
            <w:r>
              <w:t xml:space="preserve">som på, </w:t>
            </w:r>
            <w:proofErr w:type="gramStart"/>
            <w:r>
              <w:t>at</w:t>
            </w:r>
            <w:proofErr w:type="gramEnd"/>
            <w:r>
              <w:t xml:space="preserve"> </w:t>
            </w:r>
            <w:proofErr w:type="gramStart"/>
            <w:r>
              <w:t>med</w:t>
            </w:r>
            <w:proofErr w:type="gramEnd"/>
            <w:r>
              <w:t xml:space="preserve"> det såkaldte grundbeløb</w:t>
            </w:r>
            <w:r w:rsidR="004E712D">
              <w:t>s udløb i 2018</w:t>
            </w:r>
            <w:r>
              <w:t xml:space="preserve"> er det netop nu, at der træffes beslutning om investering i fremtidens opvarmning i de decentrale områder. Ved at gøre el til opvar</w:t>
            </w:r>
            <w:r>
              <w:t>m</w:t>
            </w:r>
            <w:r>
              <w:t>ning afgiftsmæssigt dyrere end fossile brændsler og biomasse, er der risiko for, at investering</w:t>
            </w:r>
            <w:r>
              <w:t>s</w:t>
            </w:r>
            <w:r>
              <w:t>vinduet smækker i for store varmepumper i de decentrale områder i lang årrække. Dermed forpasses muligheden for at få el ind i den d</w:t>
            </w:r>
            <w:r>
              <w:t>e</w:t>
            </w:r>
            <w:r>
              <w:t>centrale fjernvarmeforsyning.</w:t>
            </w:r>
          </w:p>
          <w:p w:rsidR="002604F2" w:rsidRDefault="002604F2" w:rsidP="00A810DE">
            <w:pPr>
              <w:pStyle w:val="Tabel-BrdtekstmedafstandptekstGaramond"/>
            </w:pPr>
          </w:p>
          <w:p w:rsidR="000234AA" w:rsidRDefault="000234AA" w:rsidP="000234AA">
            <w:pPr>
              <w:pStyle w:val="Tabel-BrdtekstmedafstandptekstGaramond"/>
            </w:pPr>
            <w:r>
              <w:t>Det kan på sigt vise sig at blive dyrt for stat</w:t>
            </w:r>
            <w:r>
              <w:t>s</w:t>
            </w:r>
            <w:r>
              <w:t>kassen, hvis de investeringer, som nu skal for</w:t>
            </w:r>
            <w:r>
              <w:t>e</w:t>
            </w:r>
            <w:r>
              <w:t>tages i de decentrale områder, alene bliver i form af biomassekedler og solvarmeanlæg.</w:t>
            </w:r>
          </w:p>
          <w:p w:rsidR="000234AA" w:rsidRDefault="000234AA" w:rsidP="000234AA">
            <w:pPr>
              <w:pStyle w:val="Tabel-BrdtekstmedafstandptekstGaramond"/>
            </w:pPr>
          </w:p>
          <w:p w:rsidR="000234AA" w:rsidRDefault="000234AA" w:rsidP="007C348D">
            <w:pPr>
              <w:pStyle w:val="Tabel-BrdtekstmedafstandptekstGaramond"/>
            </w:pPr>
            <w:r>
              <w:t>Der er et politisk bredt forankret ønske om en øget elektrificering af det danske samfund, he</w:t>
            </w:r>
            <w:r>
              <w:t>r</w:t>
            </w:r>
            <w:r>
              <w:t>under til opvarmningsformål. I takt med de st</w:t>
            </w:r>
            <w:r>
              <w:t>i</w:t>
            </w:r>
            <w:r>
              <w:t>gende mængder vedvarende energi i den danske energiforsyning fra bl.a. sol, vind og biomasse mv. er der behov for, at der bruges mere el i det danske samfund. Det er dog svært at se, hvordan dette lovforslag hænger sammen med elektrificeringsdagsordenen, når den grønne el stilles afgiftsmæssigt ri</w:t>
            </w:r>
            <w:r w:rsidR="007C348D">
              <w:t>ngere end de fossile brændsler.</w:t>
            </w:r>
          </w:p>
        </w:tc>
        <w:tc>
          <w:tcPr>
            <w:tcW w:w="115" w:type="dxa"/>
            <w:shd w:val="clear" w:color="auto" w:fill="FFFFFF" w:themeFill="background1"/>
          </w:tcPr>
          <w:p w:rsidR="006D59B0" w:rsidRPr="00B5346F" w:rsidRDefault="006D59B0" w:rsidP="000B4D0B"/>
        </w:tc>
        <w:tc>
          <w:tcPr>
            <w:tcW w:w="3164" w:type="dxa"/>
            <w:tcBorders>
              <w:bottom w:val="single" w:sz="4" w:space="0" w:color="14143C" w:themeColor="accent1"/>
            </w:tcBorders>
            <w:shd w:val="clear" w:color="auto" w:fill="D2CED8"/>
          </w:tcPr>
          <w:p w:rsidR="006D59B0" w:rsidRDefault="006D59B0" w:rsidP="000B4D0B">
            <w:pPr>
              <w:pStyle w:val="Tabel-BrdtekstmedafstandptekstGaramond"/>
            </w:pPr>
          </w:p>
          <w:p w:rsidR="008F0104" w:rsidRDefault="008F0104" w:rsidP="000B4D0B">
            <w:pPr>
              <w:pStyle w:val="Tabel-BrdtekstmedafstandptekstGaramond"/>
            </w:pPr>
          </w:p>
          <w:p w:rsidR="008F0104" w:rsidRDefault="008F0104" w:rsidP="000B4D0B">
            <w:pPr>
              <w:pStyle w:val="Tabel-BrdtekstmedafstandptekstGaramond"/>
            </w:pPr>
          </w:p>
          <w:p w:rsidR="008F0104" w:rsidRDefault="008F0104" w:rsidP="000B4D0B">
            <w:pPr>
              <w:pStyle w:val="Tabel-BrdtekstmedafstandptekstGaramond"/>
            </w:pPr>
          </w:p>
          <w:p w:rsidR="008F0104" w:rsidRDefault="008F0104" w:rsidP="000B4D0B">
            <w:pPr>
              <w:pStyle w:val="Tabel-BrdtekstmedafstandptekstGaramond"/>
            </w:pPr>
          </w:p>
          <w:p w:rsidR="008F0104" w:rsidRDefault="008F0104" w:rsidP="000B4D0B">
            <w:pPr>
              <w:pStyle w:val="Tabel-BrdtekstmedafstandptekstGaramond"/>
            </w:pPr>
          </w:p>
          <w:p w:rsidR="008F0104" w:rsidRDefault="008F0104" w:rsidP="000B4D0B">
            <w:pPr>
              <w:pStyle w:val="Tabel-BrdtekstmedafstandptekstGaramond"/>
            </w:pPr>
          </w:p>
          <w:p w:rsidR="008F0104" w:rsidRDefault="008F0104" w:rsidP="000B4D0B">
            <w:pPr>
              <w:pStyle w:val="Tabel-BrdtekstmedafstandptekstGaramond"/>
            </w:pPr>
          </w:p>
          <w:p w:rsidR="008F0104" w:rsidRDefault="008F0104" w:rsidP="000B4D0B">
            <w:pPr>
              <w:pStyle w:val="Tabel-BrdtekstmedafstandptekstGaramond"/>
            </w:pPr>
          </w:p>
          <w:p w:rsidR="008F0104" w:rsidRDefault="008F0104" w:rsidP="000B4D0B">
            <w:pPr>
              <w:pStyle w:val="Tabel-BrdtekstmedafstandptekstGaramond"/>
            </w:pPr>
          </w:p>
          <w:p w:rsidR="008F0104" w:rsidRDefault="008F0104" w:rsidP="000B4D0B">
            <w:pPr>
              <w:pStyle w:val="Tabel-BrdtekstmedafstandptekstGaramond"/>
            </w:pPr>
          </w:p>
          <w:p w:rsidR="006E4360" w:rsidRDefault="004C5D3C" w:rsidP="001C26D3">
            <w:pPr>
              <w:pStyle w:val="Tabel-BrdtekstmedafstandptekstGaramond"/>
            </w:pPr>
            <w:r w:rsidRPr="004C5D3C">
              <w:t xml:space="preserve">Med </w:t>
            </w:r>
            <w:r w:rsidRPr="004C5D3C">
              <w:rPr>
                <w:i/>
              </w:rPr>
              <w:t>Finanslovsaftalen for 2013</w:t>
            </w:r>
            <w:r w:rsidRPr="004C5D3C">
              <w:t xml:space="preserve"> blev der skabt balance mellem den samlede afgiftsbelastning på hhv. elvarme og opvar</w:t>
            </w:r>
            <w:r w:rsidRPr="004C5D3C">
              <w:t>m</w:t>
            </w:r>
            <w:r w:rsidRPr="004C5D3C">
              <w:t>ning med fossile brændsler. E</w:t>
            </w:r>
            <w:r w:rsidRPr="004C5D3C">
              <w:t>f</w:t>
            </w:r>
            <w:r w:rsidRPr="004C5D3C">
              <w:t xml:space="preserve">terfølgende blev energiafgiften på fossile brændsler forhøjet i forbindelse </w:t>
            </w:r>
            <w:r w:rsidR="004E712D">
              <w:t xml:space="preserve">med </w:t>
            </w:r>
            <w:r w:rsidRPr="004C5D3C">
              <w:t>indførelsen af FSA på fossile brændsler. E</w:t>
            </w:r>
            <w:r w:rsidRPr="004C5D3C">
              <w:t>l</w:t>
            </w:r>
            <w:r w:rsidRPr="004C5D3C">
              <w:t>varmeafgiften blev imidlertid ikke forhøjet i forbindelse med forhøjelsen af afgiften på foss</w:t>
            </w:r>
            <w:r w:rsidRPr="004C5D3C">
              <w:t>i</w:t>
            </w:r>
            <w:r w:rsidRPr="004C5D3C">
              <w:t xml:space="preserve">le brændsler. I forbindelse med selve tilbagerulningen af FSA er der derfor ikke foreslået en nedsættelse af elvarmeafgiften. </w:t>
            </w:r>
          </w:p>
          <w:p w:rsidR="006E4360" w:rsidRDefault="006E4360" w:rsidP="001C26D3">
            <w:pPr>
              <w:pStyle w:val="Tabel-BrdtekstmedafstandptekstGaramond"/>
            </w:pPr>
          </w:p>
          <w:p w:rsidR="008F0104" w:rsidRDefault="004C5D3C" w:rsidP="001C26D3">
            <w:pPr>
              <w:pStyle w:val="Tabel-BrdtekstmedafstandptekstGaramond"/>
            </w:pPr>
            <w:r w:rsidRPr="004C5D3C">
              <w:t>I lovforslaget tilbagerulles en</w:t>
            </w:r>
            <w:r w:rsidRPr="004C5D3C">
              <w:t>d</w:t>
            </w:r>
            <w:r w:rsidRPr="004C5D3C">
              <w:t>videre forhøjelserne på fossile brændsler til rumvarme mv. I den forbindelse nedsættes e</w:t>
            </w:r>
            <w:r w:rsidRPr="004C5D3C">
              <w:t>l</w:t>
            </w:r>
            <w:r w:rsidR="004E712D">
              <w:t>varmeafgiften parallelt som fø</w:t>
            </w:r>
            <w:r w:rsidR="004E712D">
              <w:t>l</w:t>
            </w:r>
            <w:r w:rsidR="004E712D">
              <w:t xml:space="preserve">ge af </w:t>
            </w:r>
            <w:r w:rsidR="004E712D" w:rsidRPr="00A34206">
              <w:rPr>
                <w:i/>
              </w:rPr>
              <w:t>Forårspakke 2.0</w:t>
            </w:r>
            <w:r w:rsidR="004E712D">
              <w:t>.</w:t>
            </w:r>
          </w:p>
          <w:p w:rsidR="006E4360" w:rsidRDefault="006E4360" w:rsidP="001C26D3">
            <w:pPr>
              <w:pStyle w:val="Tabel-BrdtekstmedafstandptekstGaramond"/>
            </w:pPr>
          </w:p>
          <w:p w:rsidR="006E4360" w:rsidRDefault="006E4360" w:rsidP="001C26D3">
            <w:pPr>
              <w:pStyle w:val="Tabel-BrdtekstmedafstandptekstGaramond"/>
            </w:pPr>
          </w:p>
          <w:p w:rsidR="00D34C44" w:rsidRDefault="00D34C44" w:rsidP="001C26D3">
            <w:pPr>
              <w:pStyle w:val="Tabel-BrdtekstmedafstandptekstGaramond"/>
            </w:pPr>
          </w:p>
          <w:p w:rsidR="00D34C44" w:rsidRDefault="00D34C44" w:rsidP="001C26D3">
            <w:pPr>
              <w:pStyle w:val="Tabel-BrdtekstmedafstandptekstGaramond"/>
            </w:pPr>
          </w:p>
          <w:p w:rsidR="00D34C44" w:rsidRDefault="00D34C44" w:rsidP="001C26D3">
            <w:pPr>
              <w:pStyle w:val="Tabel-BrdtekstmedafstandptekstGaramond"/>
            </w:pPr>
          </w:p>
          <w:p w:rsidR="00D34C44" w:rsidRDefault="00D34C44" w:rsidP="001C26D3">
            <w:pPr>
              <w:pStyle w:val="Tabel-BrdtekstmedafstandptekstGaramond"/>
            </w:pPr>
          </w:p>
          <w:p w:rsidR="00D34C44" w:rsidRDefault="00D34C44" w:rsidP="001C26D3">
            <w:pPr>
              <w:pStyle w:val="Tabel-BrdtekstmedafstandptekstGaramond"/>
            </w:pPr>
          </w:p>
          <w:p w:rsidR="00D34C44" w:rsidRDefault="00D34C44" w:rsidP="001C26D3">
            <w:pPr>
              <w:pStyle w:val="Tabel-BrdtekstmedafstandptekstGaramond"/>
            </w:pPr>
          </w:p>
          <w:p w:rsidR="00D34C44" w:rsidRDefault="00D34C44" w:rsidP="001C26D3">
            <w:pPr>
              <w:pStyle w:val="Tabel-BrdtekstmedafstandptekstGaramond"/>
            </w:pPr>
          </w:p>
          <w:p w:rsidR="00D34C44" w:rsidRDefault="00D34C44" w:rsidP="001C26D3">
            <w:pPr>
              <w:pStyle w:val="Tabel-BrdtekstmedafstandptekstGaramond"/>
            </w:pPr>
          </w:p>
          <w:p w:rsidR="00D34C44" w:rsidRDefault="00D34C44" w:rsidP="001C26D3">
            <w:pPr>
              <w:pStyle w:val="Tabel-BrdtekstmedafstandptekstGaramond"/>
            </w:pPr>
          </w:p>
          <w:p w:rsidR="00D34C44" w:rsidRDefault="00D34C44" w:rsidP="001C26D3">
            <w:pPr>
              <w:pStyle w:val="Tabel-BrdtekstmedafstandptekstGaramond"/>
            </w:pPr>
          </w:p>
          <w:p w:rsidR="00D34C44" w:rsidRDefault="00D34C44" w:rsidP="001C26D3">
            <w:pPr>
              <w:pStyle w:val="Tabel-BrdtekstmedafstandptekstGaramond"/>
            </w:pPr>
          </w:p>
          <w:p w:rsidR="00CA1F4A" w:rsidRDefault="00CA1F4A" w:rsidP="006E4360">
            <w:pPr>
              <w:pStyle w:val="Tabel-BrdtekstmedafstandptekstGaramond"/>
              <w:ind w:left="0"/>
            </w:pPr>
          </w:p>
          <w:p w:rsidR="00CA1F4A" w:rsidRDefault="00CA1F4A" w:rsidP="001C26D3">
            <w:pPr>
              <w:pStyle w:val="Tabel-BrdtekstmedafstandptekstGaramond"/>
            </w:pPr>
          </w:p>
          <w:p w:rsidR="00CA1F4A" w:rsidRDefault="00CA1F4A" w:rsidP="001C26D3">
            <w:pPr>
              <w:pStyle w:val="Tabel-BrdtekstmedafstandptekstGaramond"/>
            </w:pPr>
          </w:p>
          <w:p w:rsidR="00CA1F4A" w:rsidRDefault="00CA1F4A" w:rsidP="001C26D3">
            <w:pPr>
              <w:pStyle w:val="Tabel-BrdtekstmedafstandptekstGaramond"/>
            </w:pPr>
          </w:p>
          <w:p w:rsidR="00CA1F4A" w:rsidRDefault="00CA1F4A" w:rsidP="001C26D3">
            <w:pPr>
              <w:pStyle w:val="Tabel-BrdtekstmedafstandptekstGaramond"/>
            </w:pPr>
          </w:p>
          <w:p w:rsidR="00CA1F4A" w:rsidRDefault="00CA1F4A" w:rsidP="001C26D3">
            <w:pPr>
              <w:pStyle w:val="Tabel-BrdtekstmedafstandptekstGaramond"/>
            </w:pPr>
          </w:p>
          <w:p w:rsidR="00CA1F4A" w:rsidRDefault="00CA1F4A" w:rsidP="001C26D3">
            <w:pPr>
              <w:pStyle w:val="Tabel-BrdtekstmedafstandptekstGaramond"/>
            </w:pPr>
          </w:p>
          <w:p w:rsidR="00CA1F4A" w:rsidRDefault="00CA1F4A" w:rsidP="001C26D3">
            <w:pPr>
              <w:pStyle w:val="Tabel-BrdtekstmedafstandptekstGaramond"/>
            </w:pPr>
          </w:p>
          <w:p w:rsidR="00CA1F4A" w:rsidRDefault="00CA1F4A" w:rsidP="001C26D3">
            <w:pPr>
              <w:pStyle w:val="Tabel-BrdtekstmedafstandptekstGaramond"/>
            </w:pPr>
          </w:p>
          <w:p w:rsidR="00CA1F4A" w:rsidRDefault="00CA1F4A" w:rsidP="001C26D3">
            <w:pPr>
              <w:pStyle w:val="Tabel-BrdtekstmedafstandptekstGaramond"/>
            </w:pPr>
          </w:p>
          <w:p w:rsidR="00CA1F4A" w:rsidRDefault="00CA1F4A" w:rsidP="006E4360">
            <w:pPr>
              <w:pStyle w:val="Tabel-BrdtekstmedafstandptekstGaramond"/>
              <w:ind w:left="0"/>
            </w:pPr>
          </w:p>
          <w:p w:rsidR="00CA1F4A" w:rsidRDefault="00CA1F4A" w:rsidP="001C26D3">
            <w:pPr>
              <w:pStyle w:val="Tabel-BrdtekstmedafstandptekstGaramond"/>
            </w:pPr>
          </w:p>
          <w:p w:rsidR="00CA1F4A" w:rsidRDefault="00CA1F4A" w:rsidP="001C26D3">
            <w:pPr>
              <w:pStyle w:val="Tabel-BrdtekstmedafstandptekstGaramond"/>
            </w:pPr>
          </w:p>
          <w:p w:rsidR="00CA1F4A" w:rsidRDefault="00CA1F4A" w:rsidP="001C26D3">
            <w:pPr>
              <w:pStyle w:val="Tabel-BrdtekstmedafstandptekstGaramond"/>
            </w:pPr>
          </w:p>
          <w:p w:rsidR="00CA1F4A" w:rsidRDefault="00CA1F4A" w:rsidP="001C26D3">
            <w:pPr>
              <w:pStyle w:val="Tabel-BrdtekstmedafstandptekstGaramond"/>
            </w:pPr>
          </w:p>
          <w:p w:rsidR="00CA1F4A" w:rsidRDefault="00CA1F4A" w:rsidP="001C26D3">
            <w:pPr>
              <w:pStyle w:val="Tabel-BrdtekstmedafstandptekstGaramond"/>
            </w:pPr>
          </w:p>
          <w:p w:rsidR="00CA1F4A" w:rsidRPr="00B5346F" w:rsidRDefault="00CA1F4A" w:rsidP="001C26D3">
            <w:pPr>
              <w:pStyle w:val="Tabel-BrdtekstmedafstandptekstGaramond"/>
            </w:pPr>
          </w:p>
        </w:tc>
      </w:tr>
      <w:tr w:rsidR="0045132B" w:rsidRPr="00B5346F" w:rsidTr="00465B41">
        <w:tc>
          <w:tcPr>
            <w:tcW w:w="1701" w:type="dxa"/>
            <w:tcBorders>
              <w:bottom w:val="single" w:sz="4" w:space="0" w:color="D1C5C3" w:themeColor="accent3"/>
            </w:tcBorders>
            <w:shd w:val="clear" w:color="auto" w:fill="FBF9F9"/>
          </w:tcPr>
          <w:p w:rsidR="0045132B" w:rsidRDefault="0045132B" w:rsidP="000B4D0B">
            <w:pPr>
              <w:pStyle w:val="Tabel-BrdtekstmedafstandptekstGaramond"/>
              <w:rPr>
                <w:i/>
              </w:rPr>
            </w:pPr>
            <w:r>
              <w:rPr>
                <w:i/>
              </w:rPr>
              <w:lastRenderedPageBreak/>
              <w:t>Dansk Erhverv</w:t>
            </w:r>
          </w:p>
        </w:tc>
        <w:tc>
          <w:tcPr>
            <w:tcW w:w="142" w:type="dxa"/>
            <w:shd w:val="clear" w:color="auto" w:fill="FFFFFF" w:themeFill="background1"/>
          </w:tcPr>
          <w:p w:rsidR="0045132B" w:rsidRPr="00B5346F" w:rsidRDefault="0045132B" w:rsidP="000B4D0B"/>
        </w:tc>
        <w:tc>
          <w:tcPr>
            <w:tcW w:w="4517" w:type="dxa"/>
            <w:tcBorders>
              <w:bottom w:val="single" w:sz="4" w:space="0" w:color="D1C5C3" w:themeColor="accent3"/>
            </w:tcBorders>
            <w:shd w:val="clear" w:color="auto" w:fill="FBF9F9"/>
          </w:tcPr>
          <w:p w:rsidR="0045132B" w:rsidRDefault="0045132B" w:rsidP="0045132B">
            <w:pPr>
              <w:pStyle w:val="Tabel-BrdtekstmedafstandptekstGaramond"/>
            </w:pPr>
            <w:r>
              <w:t>Dansk Erhverv finder det yderst tilfredsstille</w:t>
            </w:r>
            <w:r>
              <w:t>n</w:t>
            </w:r>
            <w:r>
              <w:t>de, at det politisk er besluttet at afskaffe fors</w:t>
            </w:r>
            <w:r>
              <w:t>y</w:t>
            </w:r>
            <w:r>
              <w:t>ningssikkerhedsafgiften. Indførslen ville have medført store administrative problemer for b</w:t>
            </w:r>
            <w:r>
              <w:t>å</w:t>
            </w:r>
            <w:r>
              <w:t>de erhvervsliv og forbrugerne. Da forsyning</w:t>
            </w:r>
            <w:r>
              <w:t>s</w:t>
            </w:r>
            <w:r>
              <w:t>sikkerhedsafgiften alene vedrører rumvarme, så medfører en tilbagerulning af de allerede ve</w:t>
            </w:r>
            <w:r>
              <w:t>d</w:t>
            </w:r>
            <w:r>
              <w:t>tagne dele af afgiften samtidig, at der opnås en større grad af neutralitet i energibeskatningen i Danmark, da den skattemæssige diskrimination af energi brugt til rumvarme dermed gøres mindre, og der rettes dermed op på den yderl</w:t>
            </w:r>
            <w:r>
              <w:t>i</w:t>
            </w:r>
            <w:r>
              <w:t>gere diskrimination i beskatningen mellem rum- og procesvarme, der kom, da man indfø</w:t>
            </w:r>
            <w:r>
              <w:t>r</w:t>
            </w:r>
            <w:r>
              <w:t xml:space="preserve">te </w:t>
            </w:r>
            <w:proofErr w:type="spellStart"/>
            <w:r>
              <w:t>FSA’en</w:t>
            </w:r>
            <w:proofErr w:type="spellEnd"/>
            <w:r>
              <w:t xml:space="preserve">. </w:t>
            </w:r>
          </w:p>
          <w:p w:rsidR="0045132B" w:rsidRDefault="0045132B" w:rsidP="0045132B">
            <w:pPr>
              <w:pStyle w:val="Tabel-BrdtekstmedafstandptekstGaramond"/>
              <w:ind w:left="0"/>
            </w:pPr>
          </w:p>
          <w:p w:rsidR="0045132B" w:rsidRDefault="0045132B" w:rsidP="0045132B">
            <w:pPr>
              <w:pStyle w:val="Tabel-BrdtekstmedafstandptekstGaramond"/>
            </w:pPr>
            <w:r>
              <w:t>En del af finansieringen af skattelettelserne fi</w:t>
            </w:r>
            <w:r>
              <w:t>n</w:t>
            </w:r>
            <w:r>
              <w:t>des ved at hæve bundskatten og det skrå skatt</w:t>
            </w:r>
            <w:r>
              <w:t>e</w:t>
            </w:r>
            <w:r>
              <w:t xml:space="preserve">loft. Dansk Erhverv mener, at det er uambitiøst og skadeligt </w:t>
            </w:r>
            <w:proofErr w:type="spellStart"/>
            <w:r>
              <w:t>skatteskubberi</w:t>
            </w:r>
            <w:proofErr w:type="spellEnd"/>
            <w:r>
              <w:t>, at det er nødve</w:t>
            </w:r>
            <w:r>
              <w:t>n</w:t>
            </w:r>
            <w:r>
              <w:t>digt at hæve bundskatten og det skrå skatteloft yderligere for at finansiere denne del af Væks</w:t>
            </w:r>
            <w:r>
              <w:t>t</w:t>
            </w:r>
            <w:r>
              <w:t xml:space="preserve">pakke 2014. </w:t>
            </w:r>
          </w:p>
          <w:p w:rsidR="0045132B" w:rsidRDefault="0045132B" w:rsidP="0045132B">
            <w:pPr>
              <w:pStyle w:val="Tabel-BrdtekstmedafstandptekstGaramond"/>
            </w:pPr>
          </w:p>
          <w:p w:rsidR="0045132B" w:rsidRDefault="0045132B" w:rsidP="0045132B">
            <w:pPr>
              <w:pStyle w:val="Tabel-BrdtekstmedafstandptekstGaramond"/>
            </w:pPr>
            <w:r>
              <w:t>Det er korrekt – som det også fremgår af lo</w:t>
            </w:r>
            <w:r>
              <w:t>v</w:t>
            </w:r>
            <w:r>
              <w:t xml:space="preserve">forslagets bemærkninger - at bundskatten i sig selv er mindre forvridende end </w:t>
            </w:r>
            <w:proofErr w:type="spellStart"/>
            <w:r>
              <w:t>FSA’en</w:t>
            </w:r>
            <w:proofErr w:type="spellEnd"/>
            <w:r>
              <w:t xml:space="preserve">, men en øget bundskat har også en negativ </w:t>
            </w:r>
            <w:proofErr w:type="spellStart"/>
            <w:r>
              <w:t>arbejdssu</w:t>
            </w:r>
            <w:r w:rsidR="0079240C">
              <w:t>d</w:t>
            </w:r>
            <w:r>
              <w:t>budseffekt</w:t>
            </w:r>
            <w:proofErr w:type="spellEnd"/>
            <w:r>
              <w:t xml:space="preserve"> og mindsker dermed den positive arbejdsudbudseffekt af at tilbagerulle og ne</w:t>
            </w:r>
            <w:r>
              <w:t>d</w:t>
            </w:r>
            <w:r>
              <w:t>sætte de øvrige skatter og afgifter. Hævningen af det skrå skatteloft medfører, at man hæver den øverste marginalskat, hvilket har en stor negativ signalværdi.</w:t>
            </w:r>
          </w:p>
          <w:p w:rsidR="00CA1F4A" w:rsidRDefault="00CA1F4A" w:rsidP="0045132B">
            <w:pPr>
              <w:pStyle w:val="Tabel-BrdtekstmedafstandptekstGaramond"/>
            </w:pPr>
          </w:p>
          <w:p w:rsidR="0045132B" w:rsidRDefault="0045132B" w:rsidP="0045132B">
            <w:pPr>
              <w:pStyle w:val="Tabel-BrdtekstmedafstandptekstGaramond"/>
            </w:pPr>
            <w:r>
              <w:t>En anden del af finansieringen sker ved at r</w:t>
            </w:r>
            <w:r>
              <w:t>e</w:t>
            </w:r>
            <w:r>
              <w:t>ducere den grønne check og den supplerende grønne check proportionalt. Dansk Erhverv mener, at dette er et fornuftigt finansieringsti</w:t>
            </w:r>
            <w:r>
              <w:t>l</w:t>
            </w:r>
            <w:r>
              <w:t xml:space="preserve">tag, da den grønne check og den supplerende grønne check blev indført for at kompensere for nogen af de afgifter, der nu bliver ophævet. </w:t>
            </w:r>
          </w:p>
          <w:p w:rsidR="0045132B" w:rsidRDefault="0045132B" w:rsidP="0045132B">
            <w:pPr>
              <w:pStyle w:val="Tabel-BrdtekstmedafstandptekstGaramond"/>
            </w:pPr>
          </w:p>
          <w:p w:rsidR="0045132B" w:rsidRDefault="0045132B" w:rsidP="0045132B">
            <w:pPr>
              <w:pStyle w:val="Tabel-BrdtekstmedafstandptekstGaramond"/>
            </w:pPr>
            <w:r>
              <w:lastRenderedPageBreak/>
              <w:t>Dansk Erhverv mener, at det havde været he</w:t>
            </w:r>
            <w:r>
              <w:t>n</w:t>
            </w:r>
            <w:r>
              <w:t>sigtsmæssigt at finde finansieringen til at tilb</w:t>
            </w:r>
            <w:r>
              <w:t>a</w:t>
            </w:r>
            <w:r>
              <w:t xml:space="preserve">gerulle </w:t>
            </w:r>
            <w:proofErr w:type="spellStart"/>
            <w:r>
              <w:t>FSA’en</w:t>
            </w:r>
            <w:proofErr w:type="spellEnd"/>
            <w:r>
              <w:t xml:space="preserve"> mv. ved at afskaffe den grønne check og den supplerende grønne check ful</w:t>
            </w:r>
            <w:r>
              <w:t>d</w:t>
            </w:r>
            <w:r>
              <w:t xml:space="preserve">stændigt. </w:t>
            </w:r>
          </w:p>
          <w:p w:rsidR="0045132B" w:rsidRDefault="0045132B" w:rsidP="0045132B">
            <w:pPr>
              <w:pStyle w:val="Tabel-BrdtekstmedafstandptekstGaramond"/>
            </w:pPr>
          </w:p>
          <w:p w:rsidR="0045132B" w:rsidRDefault="0045132B" w:rsidP="0045132B">
            <w:pPr>
              <w:pStyle w:val="Tabel-BrdtekstmedafstandptekstGaramond"/>
            </w:pPr>
            <w:r>
              <w:t>For det første var formålet med den grønne check og den supplere</w:t>
            </w:r>
            <w:r w:rsidR="00A810DE">
              <w:t>nde grønne check at kompense</w:t>
            </w:r>
            <w:r>
              <w:t xml:space="preserve">re for </w:t>
            </w:r>
            <w:proofErr w:type="spellStart"/>
            <w:r>
              <w:t>FSA’en</w:t>
            </w:r>
            <w:proofErr w:type="spellEnd"/>
            <w:r w:rsidR="00611E79">
              <w:t>,</w:t>
            </w:r>
            <w:r>
              <w:t xml:space="preserve"> som nu bliver afska</w:t>
            </w:r>
            <w:r>
              <w:t>f</w:t>
            </w:r>
            <w:r w:rsidR="00611E79">
              <w:t xml:space="preserve">fet. For </w:t>
            </w:r>
            <w:r>
              <w:t>det andet ville en afskaffelse af den grønne check og den supplerende grønne check have medført et positivt arbejdsudbud. Endelig ville der være tale om en forenkling af skattesystemet, hvilket altid bør være en klar målsætning ved ændringer i skattelovgivningen.</w:t>
            </w:r>
          </w:p>
          <w:p w:rsidR="0045132B" w:rsidRDefault="0045132B" w:rsidP="0045132B">
            <w:pPr>
              <w:pStyle w:val="Tabel-BrdtekstmedafstandptekstGaramond"/>
              <w:ind w:left="0"/>
            </w:pPr>
          </w:p>
          <w:p w:rsidR="00CA1F4A" w:rsidRDefault="00CA1F4A" w:rsidP="0045132B">
            <w:pPr>
              <w:pStyle w:val="Tabel-BrdtekstmedafstandptekstGaramond"/>
              <w:ind w:left="0"/>
            </w:pPr>
          </w:p>
          <w:p w:rsidR="00CA1F4A" w:rsidRDefault="00CA1F4A" w:rsidP="0045132B">
            <w:pPr>
              <w:pStyle w:val="Tabel-BrdtekstmedafstandptekstGaramond"/>
              <w:ind w:left="0"/>
            </w:pPr>
          </w:p>
          <w:p w:rsidR="00CA1F4A" w:rsidRDefault="00CA1F4A" w:rsidP="0045132B">
            <w:pPr>
              <w:pStyle w:val="Tabel-BrdtekstmedafstandptekstGaramond"/>
              <w:ind w:left="0"/>
            </w:pPr>
          </w:p>
          <w:p w:rsidR="00CA1F4A" w:rsidRDefault="00CA1F4A" w:rsidP="0045132B">
            <w:pPr>
              <w:pStyle w:val="Tabel-BrdtekstmedafstandptekstGaramond"/>
              <w:ind w:left="0"/>
            </w:pPr>
          </w:p>
          <w:p w:rsidR="00CA1F4A" w:rsidRDefault="00CA1F4A" w:rsidP="0045132B">
            <w:pPr>
              <w:pStyle w:val="Tabel-BrdtekstmedafstandptekstGaramond"/>
              <w:ind w:left="0"/>
            </w:pPr>
          </w:p>
          <w:p w:rsidR="00CA1F4A" w:rsidRDefault="00CA1F4A" w:rsidP="0045132B">
            <w:pPr>
              <w:pStyle w:val="Tabel-BrdtekstmedafstandptekstGaramond"/>
              <w:ind w:left="0"/>
            </w:pPr>
          </w:p>
          <w:p w:rsidR="00CA1F4A" w:rsidRDefault="00CA1F4A" w:rsidP="0045132B">
            <w:pPr>
              <w:pStyle w:val="Tabel-BrdtekstmedafstandptekstGaramond"/>
              <w:ind w:left="0"/>
            </w:pPr>
          </w:p>
          <w:p w:rsidR="00CA1F4A" w:rsidRDefault="00CA1F4A" w:rsidP="0045132B">
            <w:pPr>
              <w:pStyle w:val="Tabel-BrdtekstmedafstandptekstGaramond"/>
              <w:ind w:left="0"/>
            </w:pPr>
          </w:p>
          <w:p w:rsidR="00CA1F4A" w:rsidRDefault="00CA1F4A" w:rsidP="0045132B">
            <w:pPr>
              <w:pStyle w:val="Tabel-BrdtekstmedafstandptekstGaramond"/>
              <w:ind w:left="0"/>
            </w:pPr>
          </w:p>
          <w:p w:rsidR="00CA1F4A" w:rsidRDefault="00CA1F4A" w:rsidP="0045132B">
            <w:pPr>
              <w:pStyle w:val="Tabel-BrdtekstmedafstandptekstGaramond"/>
              <w:ind w:left="0"/>
            </w:pPr>
          </w:p>
          <w:p w:rsidR="00CA1F4A" w:rsidRDefault="00CA1F4A" w:rsidP="0045132B">
            <w:pPr>
              <w:pStyle w:val="Tabel-BrdtekstmedafstandptekstGaramond"/>
              <w:ind w:left="0"/>
            </w:pPr>
          </w:p>
          <w:p w:rsidR="00CA1F4A" w:rsidRDefault="00CA1F4A" w:rsidP="0045132B">
            <w:pPr>
              <w:pStyle w:val="Tabel-BrdtekstmedafstandptekstGaramond"/>
              <w:ind w:left="0"/>
            </w:pPr>
          </w:p>
          <w:p w:rsidR="00CA1F4A" w:rsidRDefault="00CA1F4A" w:rsidP="0045132B">
            <w:pPr>
              <w:pStyle w:val="Tabel-BrdtekstmedafstandptekstGaramond"/>
              <w:ind w:left="0"/>
            </w:pPr>
          </w:p>
          <w:p w:rsidR="00CA1F4A" w:rsidRDefault="00CA1F4A" w:rsidP="0045132B">
            <w:pPr>
              <w:pStyle w:val="Tabel-BrdtekstmedafstandptekstGaramond"/>
              <w:ind w:left="0"/>
            </w:pPr>
          </w:p>
          <w:p w:rsidR="00CA1F4A" w:rsidRDefault="00CA1F4A" w:rsidP="0045132B">
            <w:pPr>
              <w:pStyle w:val="Tabel-BrdtekstmedafstandptekstGaramond"/>
              <w:ind w:left="0"/>
            </w:pPr>
          </w:p>
          <w:p w:rsidR="00CA1F4A" w:rsidRDefault="00CA1F4A" w:rsidP="0045132B">
            <w:pPr>
              <w:pStyle w:val="Tabel-BrdtekstmedafstandptekstGaramond"/>
              <w:ind w:left="0"/>
            </w:pPr>
          </w:p>
          <w:p w:rsidR="00CA1F4A" w:rsidRDefault="00CA1F4A" w:rsidP="0045132B">
            <w:pPr>
              <w:pStyle w:val="Tabel-BrdtekstmedafstandptekstGaramond"/>
              <w:ind w:left="0"/>
            </w:pPr>
          </w:p>
          <w:p w:rsidR="00CA1F4A" w:rsidRDefault="00CA1F4A" w:rsidP="0045132B">
            <w:pPr>
              <w:pStyle w:val="Tabel-BrdtekstmedafstandptekstGaramond"/>
              <w:ind w:left="0"/>
            </w:pPr>
          </w:p>
          <w:p w:rsidR="00CA1F4A" w:rsidRDefault="00CA1F4A" w:rsidP="0045132B">
            <w:pPr>
              <w:pStyle w:val="Tabel-BrdtekstmedafstandptekstGaramond"/>
              <w:ind w:left="0"/>
            </w:pPr>
          </w:p>
          <w:p w:rsidR="00CA1F4A" w:rsidRDefault="00CA1F4A" w:rsidP="0045132B">
            <w:pPr>
              <w:pStyle w:val="Tabel-BrdtekstmedafstandptekstGaramond"/>
              <w:ind w:left="0"/>
            </w:pPr>
          </w:p>
          <w:p w:rsidR="00CA1F4A" w:rsidRDefault="00CA1F4A" w:rsidP="0045132B">
            <w:pPr>
              <w:pStyle w:val="Tabel-BrdtekstmedafstandptekstGaramond"/>
              <w:ind w:left="0"/>
            </w:pPr>
          </w:p>
          <w:p w:rsidR="00CA1F4A" w:rsidRDefault="00CA1F4A" w:rsidP="0045132B">
            <w:pPr>
              <w:pStyle w:val="Tabel-BrdtekstmedafstandptekstGaramond"/>
              <w:ind w:left="0"/>
            </w:pPr>
          </w:p>
          <w:p w:rsidR="00CA1F4A" w:rsidRDefault="00CA1F4A" w:rsidP="0045132B">
            <w:pPr>
              <w:pStyle w:val="Tabel-BrdtekstmedafstandptekstGaramond"/>
              <w:ind w:left="0"/>
            </w:pPr>
          </w:p>
          <w:p w:rsidR="00CA1F4A" w:rsidRDefault="00CA1F4A" w:rsidP="0045132B">
            <w:pPr>
              <w:pStyle w:val="Tabel-BrdtekstmedafstandptekstGaramond"/>
              <w:ind w:left="0"/>
            </w:pPr>
          </w:p>
          <w:p w:rsidR="00CA1F4A" w:rsidRDefault="00CA1F4A" w:rsidP="0045132B">
            <w:pPr>
              <w:pStyle w:val="Tabel-BrdtekstmedafstandptekstGaramond"/>
              <w:ind w:left="0"/>
            </w:pPr>
          </w:p>
          <w:p w:rsidR="00CA1F4A" w:rsidRDefault="00CA1F4A" w:rsidP="0045132B">
            <w:pPr>
              <w:pStyle w:val="Tabel-BrdtekstmedafstandptekstGaramond"/>
              <w:ind w:left="0"/>
            </w:pPr>
          </w:p>
          <w:p w:rsidR="006F3F48" w:rsidRDefault="006F3F48" w:rsidP="0045132B">
            <w:pPr>
              <w:pStyle w:val="Tabel-BrdtekstmedafstandptekstGaramond"/>
              <w:ind w:left="0"/>
            </w:pPr>
          </w:p>
          <w:p w:rsidR="00CA1F4A" w:rsidRDefault="00CA1F4A" w:rsidP="0045132B">
            <w:pPr>
              <w:pStyle w:val="Tabel-BrdtekstmedafstandptekstGaramond"/>
              <w:ind w:left="0"/>
            </w:pPr>
          </w:p>
          <w:p w:rsidR="00CA1F4A" w:rsidRDefault="0045132B" w:rsidP="00DB48ED">
            <w:pPr>
              <w:pStyle w:val="Tabel-BrdtekstmedafstandptekstGaramond"/>
            </w:pPr>
            <w:r>
              <w:lastRenderedPageBreak/>
              <w:t>Det foreslås at reducere PSO-afgiften for el i årene frem mod 2020. Isoleret set mener Dansk Erhverv, at dette er et meget fornuftigt tiltag, der sikrer, at dansk erhvervsliv ikke bliver hårdere afgiftsbelastet end konkurrenter i u</w:t>
            </w:r>
            <w:r>
              <w:t>d</w:t>
            </w:r>
            <w:r>
              <w:t>landet. Som en del af finansi</w:t>
            </w:r>
            <w:r w:rsidR="00611E79">
              <w:t>eringen er det imidlertid valgt</w:t>
            </w:r>
            <w:r>
              <w:t xml:space="preserve"> at gennemføre en afgiftsforh</w:t>
            </w:r>
            <w:r>
              <w:t>ø</w:t>
            </w:r>
            <w:r w:rsidR="00DB48ED">
              <w:t>jelse for el til rumvarme.</w:t>
            </w:r>
          </w:p>
          <w:p w:rsidR="00CA1F4A" w:rsidRDefault="00CA1F4A" w:rsidP="00DB48ED">
            <w:pPr>
              <w:pStyle w:val="Tabel-BrdtekstmedafstandptekstGaramond"/>
              <w:ind w:left="0"/>
            </w:pPr>
          </w:p>
          <w:p w:rsidR="0045132B" w:rsidRDefault="0045132B" w:rsidP="0045132B">
            <w:pPr>
              <w:pStyle w:val="Tabel-BrdtekstmedafstandptekstGaramond"/>
            </w:pPr>
            <w:r>
              <w:t>Dansk Erhverv mener, at det er helt urimeligt og økonomisk ufornuftigt, at man på denne måde tilgodeser nogle brancher og sektorer på bekostning af andre. Konsekvensen er nemlig, at skævvridningen mellem rum- og procesva</w:t>
            </w:r>
            <w:r>
              <w:t>r</w:t>
            </w:r>
            <w:r>
              <w:t>me bliver endnu større end den allerede er i dag. Dansk Erhverv mener, at dette er den fo</w:t>
            </w:r>
            <w:r>
              <w:t>r</w:t>
            </w:r>
            <w:r>
              <w:t>kerte vej at gå afgiftsmæssigt. Det er flere gange belyst, at afgifterne på procesenergi er lavere i Danmark</w:t>
            </w:r>
            <w:r w:rsidR="00611E79">
              <w:t>,</w:t>
            </w:r>
            <w:r>
              <w:t xml:space="preserve"> end de er i eksempelvis Sverige og Tyskland, mens det forholder sig lige modsat med afgifterne på rumvarme, der er højere i Danmark end i Tyskland og Sverige. </w:t>
            </w:r>
          </w:p>
          <w:p w:rsidR="0045132B" w:rsidRDefault="0045132B" w:rsidP="0045132B">
            <w:pPr>
              <w:pStyle w:val="Tabel-BrdtekstmedafstandptekstGaramond"/>
            </w:pPr>
          </w:p>
          <w:p w:rsidR="0045132B" w:rsidRDefault="0045132B" w:rsidP="0045132B">
            <w:pPr>
              <w:pStyle w:val="Tabel-BrdtekstmedafstandptekstGaramond"/>
            </w:pPr>
            <w:r>
              <w:t>De sektorer, der har en stor andel af rumva</w:t>
            </w:r>
            <w:r>
              <w:t>r</w:t>
            </w:r>
            <w:r>
              <w:t>me, som eksempelvis servicesektoren</w:t>
            </w:r>
            <w:r w:rsidR="00611E79">
              <w:t>,</w:t>
            </w:r>
            <w:r>
              <w:t xml:space="preserve"> betaler dermed indirekte for skattelettelser til den del af dansk erhvervsliv, der benytter procesenergi. </w:t>
            </w:r>
          </w:p>
          <w:p w:rsidR="00922FE6" w:rsidRDefault="00922FE6" w:rsidP="00DB48ED">
            <w:pPr>
              <w:pStyle w:val="Tabel-BrdtekstmedafstandptekstGaramond"/>
              <w:ind w:left="0"/>
            </w:pPr>
          </w:p>
          <w:p w:rsidR="0045132B" w:rsidRDefault="0045132B" w:rsidP="0045132B">
            <w:pPr>
              <w:pStyle w:val="Tabel-BrdtekstmedafstandptekstGaramond"/>
            </w:pPr>
            <w:r>
              <w:t>Dansk Erhverv mener, at det er uhensigtsmæ</w:t>
            </w:r>
            <w:r>
              <w:t>s</w:t>
            </w:r>
            <w:r>
              <w:t xml:space="preserve">sigt generelt at have forskel i energiafgifterne mellem rum- og procesvarme. For det første skaber det en masse administrativt besvær for virksomheder og myndigheder at </w:t>
            </w:r>
            <w:r w:rsidR="00611E79">
              <w:t>operere med to afgiftsregimer. D</w:t>
            </w:r>
            <w:r>
              <w:t>erudover forvrider det markedsmæssige beslutninger, at visse brancher betaler mere i skat end andre</w:t>
            </w:r>
            <w:r w:rsidR="00611E79">
              <w:t>,</w:t>
            </w:r>
            <w:r>
              <w:t xml:space="preserve"> og endelig giver det i</w:t>
            </w:r>
            <w:r w:rsidR="00611E79">
              <w:t>kke nogen erhvervsmæssig mening</w:t>
            </w:r>
            <w:r>
              <w:t xml:space="preserve"> at b</w:t>
            </w:r>
            <w:r>
              <w:t>e</w:t>
            </w:r>
            <w:r>
              <w:t>tragte visse former for energiforbrug som vir</w:t>
            </w:r>
            <w:r>
              <w:t>k</w:t>
            </w:r>
            <w:r>
              <w:t>somheder har, som mindre erhvervsmæssige end andre. Alt energiforbrug i en virksomhed benyttes for at øge produktiviteten og er en omkostning for virksomheden.</w:t>
            </w:r>
          </w:p>
          <w:p w:rsidR="0045132B" w:rsidRDefault="0045132B" w:rsidP="0045132B">
            <w:pPr>
              <w:pStyle w:val="Tabel-BrdtekstmedafstandptekstGaramond"/>
              <w:ind w:left="0"/>
            </w:pPr>
          </w:p>
          <w:p w:rsidR="0045132B" w:rsidRDefault="0045132B" w:rsidP="0045132B">
            <w:pPr>
              <w:pStyle w:val="Tabel-BrdtekstmedafstandptekstGaramond"/>
            </w:pPr>
            <w:r w:rsidRPr="0077126A">
              <w:t>Dansk Erhverv er bekymret for</w:t>
            </w:r>
            <w:r w:rsidR="00611E79">
              <w:t>,</w:t>
            </w:r>
            <w:r w:rsidRPr="0077126A">
              <w:t xml:space="preserve"> om den for</w:t>
            </w:r>
            <w:r w:rsidRPr="0077126A">
              <w:t>e</w:t>
            </w:r>
            <w:r w:rsidRPr="0077126A">
              <w:lastRenderedPageBreak/>
              <w:t>slåede forhøjelse af afgiften på cigarillos mv. er alt for voldsom og kan risikere at medføre øget grænsehandel. Det er set fra tidligere markante afgifts-forhøjelser, at der kan udløses en ke</w:t>
            </w:r>
            <w:r w:rsidRPr="0077126A">
              <w:t>t</w:t>
            </w:r>
            <w:r w:rsidRPr="0077126A">
              <w:t>chupeffekt, hvilket vil udhule det forventede provenu til statskassen. Det vil ligeledes udhule provenuet, hvis et større antal end forventet udskifter deres nuværende forbrug med e-cigaretter, som ikke er pålagt punktafgifter.</w:t>
            </w:r>
          </w:p>
        </w:tc>
        <w:tc>
          <w:tcPr>
            <w:tcW w:w="115" w:type="dxa"/>
            <w:shd w:val="clear" w:color="auto" w:fill="FFFFFF" w:themeFill="background1"/>
          </w:tcPr>
          <w:p w:rsidR="0045132B" w:rsidRPr="00B5346F" w:rsidRDefault="0045132B" w:rsidP="000B4D0B"/>
        </w:tc>
        <w:tc>
          <w:tcPr>
            <w:tcW w:w="3164" w:type="dxa"/>
            <w:tcBorders>
              <w:bottom w:val="single" w:sz="4" w:space="0" w:color="14143C" w:themeColor="accent1"/>
            </w:tcBorders>
            <w:shd w:val="clear" w:color="auto" w:fill="D2CED8"/>
          </w:tcPr>
          <w:p w:rsidR="0045132B" w:rsidRDefault="0045132B" w:rsidP="000B4D0B">
            <w:pPr>
              <w:pStyle w:val="Tabel-BrdtekstmedafstandptekstGaramond"/>
            </w:pPr>
          </w:p>
          <w:p w:rsidR="00CF03BE" w:rsidRDefault="00CF03BE" w:rsidP="000B4D0B">
            <w:pPr>
              <w:pStyle w:val="Tabel-BrdtekstmedafstandptekstGaramond"/>
            </w:pPr>
          </w:p>
          <w:p w:rsidR="00CF03BE" w:rsidRDefault="00CF03BE" w:rsidP="000B4D0B">
            <w:pPr>
              <w:pStyle w:val="Tabel-BrdtekstmedafstandptekstGaramond"/>
            </w:pPr>
          </w:p>
          <w:p w:rsidR="00CF03BE" w:rsidRDefault="00CF03BE" w:rsidP="000B4D0B">
            <w:pPr>
              <w:pStyle w:val="Tabel-BrdtekstmedafstandptekstGaramond"/>
            </w:pPr>
          </w:p>
          <w:p w:rsidR="00CF03BE" w:rsidRDefault="00CF03BE" w:rsidP="000B4D0B">
            <w:pPr>
              <w:pStyle w:val="Tabel-BrdtekstmedafstandptekstGaramond"/>
            </w:pPr>
          </w:p>
          <w:p w:rsidR="00CF03BE" w:rsidRDefault="00CF03BE" w:rsidP="000B4D0B">
            <w:pPr>
              <w:pStyle w:val="Tabel-BrdtekstmedafstandptekstGaramond"/>
            </w:pPr>
          </w:p>
          <w:p w:rsidR="00CF03BE" w:rsidRDefault="00CF03BE" w:rsidP="000B4D0B">
            <w:pPr>
              <w:pStyle w:val="Tabel-BrdtekstmedafstandptekstGaramond"/>
            </w:pPr>
          </w:p>
          <w:p w:rsidR="00CF03BE" w:rsidRDefault="00CF03BE" w:rsidP="000B4D0B">
            <w:pPr>
              <w:pStyle w:val="Tabel-BrdtekstmedafstandptekstGaramond"/>
            </w:pPr>
          </w:p>
          <w:p w:rsidR="00CF03BE" w:rsidRDefault="00CF03BE" w:rsidP="000B4D0B">
            <w:pPr>
              <w:pStyle w:val="Tabel-BrdtekstmedafstandptekstGaramond"/>
            </w:pPr>
          </w:p>
          <w:p w:rsidR="00CF03BE" w:rsidRDefault="00CF03BE" w:rsidP="000B4D0B">
            <w:pPr>
              <w:pStyle w:val="Tabel-BrdtekstmedafstandptekstGaramond"/>
            </w:pPr>
          </w:p>
          <w:p w:rsidR="00CF03BE" w:rsidRDefault="00CF03BE" w:rsidP="000B4D0B">
            <w:pPr>
              <w:pStyle w:val="Tabel-BrdtekstmedafstandptekstGaramond"/>
            </w:pPr>
          </w:p>
          <w:p w:rsidR="00CF03BE" w:rsidRDefault="00CF03BE" w:rsidP="000B4D0B">
            <w:pPr>
              <w:pStyle w:val="Tabel-BrdtekstmedafstandptekstGaramond"/>
            </w:pPr>
          </w:p>
          <w:p w:rsidR="00CF03BE" w:rsidRDefault="00CF03BE" w:rsidP="000B4D0B">
            <w:pPr>
              <w:pStyle w:val="Tabel-BrdtekstmedafstandptekstGaramond"/>
            </w:pPr>
          </w:p>
          <w:p w:rsidR="00CF03BE" w:rsidRDefault="00CF03BE" w:rsidP="000B4D0B">
            <w:pPr>
              <w:pStyle w:val="Tabel-BrdtekstmedafstandptekstGaramond"/>
            </w:pPr>
          </w:p>
          <w:p w:rsidR="00CF03BE" w:rsidRDefault="00CF03BE" w:rsidP="000B4D0B">
            <w:pPr>
              <w:pStyle w:val="Tabel-BrdtekstmedafstandptekstGaramond"/>
            </w:pPr>
          </w:p>
          <w:p w:rsidR="00CA1F4A" w:rsidRDefault="00CA1F4A" w:rsidP="000B4D0B">
            <w:pPr>
              <w:pStyle w:val="Tabel-BrdtekstmedafstandptekstGaramond"/>
            </w:pPr>
          </w:p>
          <w:p w:rsidR="00CA1F4A" w:rsidRDefault="00CA1F4A" w:rsidP="00CA1F4A">
            <w:pPr>
              <w:pStyle w:val="Tabel-BrdtekstmedafstandptekstGaramond"/>
            </w:pPr>
            <w:r w:rsidRPr="00EA6973">
              <w:t xml:space="preserve">Det er korrekt, at </w:t>
            </w:r>
            <w:r>
              <w:t>forhøjelsen af bundskatten og det skrå skatt</w:t>
            </w:r>
            <w:r>
              <w:t>e</w:t>
            </w:r>
            <w:r>
              <w:t>loft vil reducere arbejdsudbu</w:t>
            </w:r>
            <w:r>
              <w:t>d</w:t>
            </w:r>
            <w:r>
              <w:t>det, men der er tale om en is</w:t>
            </w:r>
            <w:r>
              <w:t>o</w:t>
            </w:r>
            <w:r>
              <w:t>leret betragtning. Samlet set skønnes forslaget at medføre en beskeden forøgelse af a</w:t>
            </w:r>
            <w:r>
              <w:t>r</w:t>
            </w:r>
            <w:r>
              <w:t>bejdsudbuddet, når alle æ</w:t>
            </w:r>
            <w:r>
              <w:t>n</w:t>
            </w:r>
            <w:r>
              <w:t>dringerne i afgifter, grøn check, bundskat og skråt skatteloft medregnes.</w:t>
            </w:r>
          </w:p>
          <w:p w:rsidR="006F3F48" w:rsidRDefault="006F3F48" w:rsidP="00CA1F4A">
            <w:pPr>
              <w:pStyle w:val="Tabel-BrdtekstmedafstandptekstGaramond"/>
            </w:pPr>
          </w:p>
          <w:p w:rsidR="006F3F48" w:rsidRDefault="006F3F48" w:rsidP="00CA1F4A">
            <w:pPr>
              <w:pStyle w:val="Tabel-BrdtekstmedafstandptekstGaramond"/>
            </w:pPr>
          </w:p>
          <w:p w:rsidR="006F3F48" w:rsidRDefault="006F3F48" w:rsidP="00CA1F4A">
            <w:pPr>
              <w:pStyle w:val="Tabel-BrdtekstmedafstandptekstGaramond"/>
            </w:pPr>
          </w:p>
          <w:p w:rsidR="006F3F48" w:rsidRDefault="006F3F48" w:rsidP="00CA1F4A">
            <w:pPr>
              <w:pStyle w:val="Tabel-BrdtekstmedafstandptekstGaramond"/>
            </w:pPr>
          </w:p>
          <w:p w:rsidR="006F3F48" w:rsidRDefault="006F3F48" w:rsidP="00CA1F4A">
            <w:pPr>
              <w:pStyle w:val="Tabel-BrdtekstmedafstandptekstGaramond"/>
            </w:pPr>
          </w:p>
          <w:p w:rsidR="006F3F48" w:rsidRDefault="006F3F48" w:rsidP="00CA1F4A">
            <w:pPr>
              <w:pStyle w:val="Tabel-BrdtekstmedafstandptekstGaramond"/>
            </w:pPr>
          </w:p>
          <w:p w:rsidR="006F3F48" w:rsidRDefault="006F3F48" w:rsidP="00CA1F4A">
            <w:pPr>
              <w:pStyle w:val="Tabel-BrdtekstmedafstandptekstGaramond"/>
            </w:pPr>
          </w:p>
          <w:p w:rsidR="006F3F48" w:rsidRDefault="006F3F48" w:rsidP="00CA1F4A">
            <w:pPr>
              <w:pStyle w:val="Tabel-BrdtekstmedafstandptekstGaramond"/>
            </w:pPr>
          </w:p>
          <w:p w:rsidR="00CA1F4A" w:rsidRDefault="00CA1F4A" w:rsidP="00CA1F4A">
            <w:pPr>
              <w:pStyle w:val="Tabel-BrdtekstmedafstandptekstGaramond"/>
              <w:rPr>
                <w:rFonts w:cs="Times New Roman"/>
              </w:rPr>
            </w:pPr>
            <w:r w:rsidRPr="00EA6973">
              <w:t>Den grønne check og den su</w:t>
            </w:r>
            <w:r w:rsidRPr="00EA6973">
              <w:t>p</w:t>
            </w:r>
            <w:r w:rsidRPr="00EA6973">
              <w:t xml:space="preserve">plerende grønne check blev indført i forbindelse med </w:t>
            </w:r>
            <w:r>
              <w:t xml:space="preserve">2009-skattereformen med virkning fra </w:t>
            </w:r>
            <w:r w:rsidRPr="00EA6973">
              <w:t xml:space="preserve">2010 </w:t>
            </w:r>
            <w:r>
              <w:t>f</w:t>
            </w:r>
            <w:r w:rsidRPr="00EA6973">
              <w:t>or at kompensere for de afgiftsforhøjelser på forbrug af energi og varer med sun</w:t>
            </w:r>
            <w:r w:rsidRPr="00EA6973">
              <w:t>d</w:t>
            </w:r>
            <w:r w:rsidRPr="00EA6973">
              <w:t>hedsrisiko, som direkte påhvi</w:t>
            </w:r>
            <w:r w:rsidRPr="00475648">
              <w:t xml:space="preserve">ler </w:t>
            </w:r>
            <w:r w:rsidRPr="00475648">
              <w:lastRenderedPageBreak/>
              <w:t xml:space="preserve">husholdningerne. </w:t>
            </w:r>
            <w:r w:rsidRPr="00B37661">
              <w:rPr>
                <w:rFonts w:cs="Times New Roman"/>
              </w:rPr>
              <w:t>Samtidig skal den grønne check ses som en del af den samlede fordeling</w:t>
            </w:r>
            <w:r w:rsidRPr="00B37661">
              <w:rPr>
                <w:rFonts w:cs="Times New Roman"/>
              </w:rPr>
              <w:t>s</w:t>
            </w:r>
            <w:r w:rsidRPr="00B37661">
              <w:rPr>
                <w:rFonts w:cs="Times New Roman"/>
              </w:rPr>
              <w:t>mæssige balance</w:t>
            </w:r>
            <w:r>
              <w:rPr>
                <w:rFonts w:cs="Times New Roman"/>
              </w:rPr>
              <w:t xml:space="preserve"> i 2009-skattereformen</w:t>
            </w:r>
            <w:r w:rsidRPr="00B37661">
              <w:rPr>
                <w:rFonts w:cs="Times New Roman"/>
              </w:rPr>
              <w:t>. Indkomsta</w:t>
            </w:r>
            <w:r w:rsidRPr="00B37661">
              <w:rPr>
                <w:rFonts w:cs="Times New Roman"/>
              </w:rPr>
              <w:t>f</w:t>
            </w:r>
            <w:r w:rsidRPr="00B37661">
              <w:rPr>
                <w:rFonts w:cs="Times New Roman"/>
              </w:rPr>
              <w:t xml:space="preserve">trapningen </w:t>
            </w:r>
            <w:r>
              <w:rPr>
                <w:rFonts w:cs="Times New Roman"/>
              </w:rPr>
              <w:t xml:space="preserve">af den grønne check </w:t>
            </w:r>
            <w:r w:rsidRPr="00B37661">
              <w:rPr>
                <w:rFonts w:cs="Times New Roman"/>
              </w:rPr>
              <w:t>gør, at checken blev målrettet lav- og mellemindkomstgru</w:t>
            </w:r>
            <w:r w:rsidRPr="00B37661">
              <w:rPr>
                <w:rFonts w:cs="Times New Roman"/>
              </w:rPr>
              <w:t>p</w:t>
            </w:r>
            <w:r w:rsidRPr="00B37661">
              <w:rPr>
                <w:rFonts w:cs="Times New Roman"/>
              </w:rPr>
              <w:t xml:space="preserve">perne. </w:t>
            </w:r>
          </w:p>
          <w:p w:rsidR="00CA1F4A" w:rsidRDefault="00CA1F4A" w:rsidP="00CA1F4A">
            <w:pPr>
              <w:pStyle w:val="Tabel-BrdtekstmedafstandptekstGaramond"/>
              <w:rPr>
                <w:rFonts w:cs="Times New Roman"/>
              </w:rPr>
            </w:pPr>
          </w:p>
          <w:p w:rsidR="00CA1F4A" w:rsidRPr="00EA6973" w:rsidRDefault="00CA1F4A" w:rsidP="00CA1F4A">
            <w:pPr>
              <w:pStyle w:val="Tabel-BrdtekstmedafstandptekstGaramond"/>
            </w:pPr>
            <w:r>
              <w:rPr>
                <w:rFonts w:cs="Times New Roman"/>
              </w:rPr>
              <w:t>Der er siden 2009-skattereformen gennemført en lang række afgiftsændringer uden justeringer af den grønne check. Den grønne check må i dag egentlig betragtes som et instrument, der bidrager til at skabe en fordelingsmæssig b</w:t>
            </w:r>
            <w:r>
              <w:rPr>
                <w:rFonts w:cs="Times New Roman"/>
              </w:rPr>
              <w:t>a</w:t>
            </w:r>
            <w:r w:rsidR="00611E79">
              <w:rPr>
                <w:rFonts w:cs="Times New Roman"/>
              </w:rPr>
              <w:t>lance.</w:t>
            </w:r>
          </w:p>
          <w:p w:rsidR="00CA1F4A" w:rsidRDefault="00CA1F4A" w:rsidP="00CA1F4A">
            <w:pPr>
              <w:pStyle w:val="Tabel-BrdtekstmedafstandptekstGaramond"/>
            </w:pPr>
          </w:p>
          <w:p w:rsidR="00CA1F4A" w:rsidRDefault="00CA1F4A" w:rsidP="00CA1F4A">
            <w:pPr>
              <w:pStyle w:val="Tabel-BrdtekstmedafstandptekstGaramond"/>
            </w:pPr>
            <w:r>
              <w:t>En finansiering, hvor der sker en større reduktion eller ful</w:t>
            </w:r>
            <w:r>
              <w:t>d</w:t>
            </w:r>
            <w:r>
              <w:t>stændig afskaffelse af den grønne check m.v., ville medf</w:t>
            </w:r>
            <w:r>
              <w:t>ø</w:t>
            </w:r>
            <w:r>
              <w:t>re, at arbejdsudbudseffekten ville være større. Ændringerne i afgifter, grøn check m.v. og bundskat er imidlertid afbala</w:t>
            </w:r>
            <w:r>
              <w:t>n</w:t>
            </w:r>
            <w:r>
              <w:t>ceret, så forslaget er fordeling</w:t>
            </w:r>
            <w:r>
              <w:t>s</w:t>
            </w:r>
            <w:r>
              <w:t xml:space="preserve">neutralt målt ved </w:t>
            </w:r>
            <w:proofErr w:type="spellStart"/>
            <w:r>
              <w:t>Gini</w:t>
            </w:r>
            <w:proofErr w:type="spellEnd"/>
            <w:r>
              <w:t>-koefficienten. En finansiering, hvor den grønne check m.v. vægtes højere og bundskatten mindre, ville gå ud over denne fordelingsmæssige balance.</w:t>
            </w:r>
          </w:p>
          <w:p w:rsidR="00CA1F4A" w:rsidRDefault="00CA1F4A" w:rsidP="00CA1F4A">
            <w:pPr>
              <w:pStyle w:val="Tabel-BrdtekstmedafstandptekstGaramond"/>
            </w:pPr>
          </w:p>
          <w:p w:rsidR="00CA1F4A" w:rsidRDefault="00CA1F4A" w:rsidP="00CA1F4A">
            <w:pPr>
              <w:pStyle w:val="Tabel-BrdtekstmedafstandptekstGaramond"/>
            </w:pPr>
            <w:r>
              <w:t>Tilsvarende vurderes den fo</w:t>
            </w:r>
            <w:r>
              <w:t>r</w:t>
            </w:r>
            <w:r>
              <w:t>delingsmæssige balance også at veje tungere end den forenkling af skattesystemet, som en a</w:t>
            </w:r>
            <w:r>
              <w:t>f</w:t>
            </w:r>
            <w:r>
              <w:t>skaffelse af den grønne check og den supplerende check ville indebære.</w:t>
            </w:r>
          </w:p>
          <w:p w:rsidR="00DB48ED" w:rsidRDefault="00DB48ED" w:rsidP="00611E79">
            <w:pPr>
              <w:pStyle w:val="Tabel-BrdtekstmedafstandptekstGaramond"/>
              <w:ind w:left="0"/>
            </w:pPr>
          </w:p>
          <w:p w:rsidR="00611E79" w:rsidRDefault="00611E79" w:rsidP="00602F6E">
            <w:pPr>
              <w:pStyle w:val="Tabel-BrdtekstmedafstandptekstGaramond"/>
            </w:pPr>
          </w:p>
          <w:p w:rsidR="00611E79" w:rsidRDefault="00611E79" w:rsidP="00602F6E">
            <w:pPr>
              <w:pStyle w:val="Tabel-BrdtekstmedafstandptekstGaramond"/>
            </w:pPr>
          </w:p>
          <w:p w:rsidR="00611E79" w:rsidRDefault="00611E79" w:rsidP="00602F6E">
            <w:pPr>
              <w:pStyle w:val="Tabel-BrdtekstmedafstandptekstGaramond"/>
            </w:pPr>
          </w:p>
          <w:p w:rsidR="00611E79" w:rsidRDefault="00611E79" w:rsidP="00602F6E">
            <w:pPr>
              <w:pStyle w:val="Tabel-BrdtekstmedafstandptekstGaramond"/>
            </w:pPr>
          </w:p>
          <w:p w:rsidR="00611E79" w:rsidRDefault="00611E79" w:rsidP="00602F6E">
            <w:pPr>
              <w:pStyle w:val="Tabel-BrdtekstmedafstandptekstGaramond"/>
            </w:pPr>
          </w:p>
          <w:p w:rsidR="00611E79" w:rsidRDefault="00611E79" w:rsidP="00602F6E">
            <w:pPr>
              <w:pStyle w:val="Tabel-BrdtekstmedafstandptekstGaramond"/>
            </w:pPr>
          </w:p>
          <w:p w:rsidR="00611E79" w:rsidRDefault="00611E79" w:rsidP="00602F6E">
            <w:pPr>
              <w:pStyle w:val="Tabel-BrdtekstmedafstandptekstGaramond"/>
            </w:pPr>
          </w:p>
          <w:p w:rsidR="00611E79" w:rsidRDefault="00611E79" w:rsidP="00602F6E">
            <w:pPr>
              <w:pStyle w:val="Tabel-BrdtekstmedafstandptekstGaramond"/>
            </w:pPr>
          </w:p>
          <w:p w:rsidR="00611E79" w:rsidRDefault="00611E79" w:rsidP="00602F6E">
            <w:pPr>
              <w:pStyle w:val="Tabel-BrdtekstmedafstandptekstGaramond"/>
            </w:pPr>
          </w:p>
          <w:p w:rsidR="00EC52D4" w:rsidRPr="00611E79" w:rsidRDefault="00602F6E" w:rsidP="00611E79">
            <w:pPr>
              <w:pStyle w:val="Tabel-BrdtekstmedafstandptekstGaramond"/>
            </w:pPr>
            <w:r w:rsidRPr="00611E79">
              <w:t>De danske energiafgiftslove for fossile brændsler er opbygget i henhold til energibeskatning</w:t>
            </w:r>
            <w:r w:rsidRPr="00611E79">
              <w:t>s</w:t>
            </w:r>
            <w:r w:rsidRPr="00611E79">
              <w:t>direktivet. Meget overordnet er opbygningen i lovene, at brændslerne afgiftsbelægges a</w:t>
            </w:r>
            <w:r w:rsidRPr="00611E79">
              <w:t>f</w:t>
            </w:r>
            <w:r w:rsidRPr="00611E79">
              <w:t xml:space="preserve">hængig af deres anvendelse. </w:t>
            </w:r>
          </w:p>
          <w:p w:rsidR="00EC52D4" w:rsidRDefault="00EC52D4" w:rsidP="00602F6E">
            <w:pPr>
              <w:pStyle w:val="Tabel-BrdtekstmedafstandptekstGaramond"/>
            </w:pPr>
          </w:p>
          <w:p w:rsidR="00602F6E" w:rsidRDefault="00602F6E" w:rsidP="00602F6E">
            <w:pPr>
              <w:pStyle w:val="Tabel-BrdtekstmedafstandptekstGaramond"/>
            </w:pPr>
            <w:r>
              <w:t>Der sondres mellem brændsler anvendt som rumvarme mv., og brændsler anvendt som pr</w:t>
            </w:r>
            <w:r>
              <w:t>o</w:t>
            </w:r>
            <w:r>
              <w:t xml:space="preserve">cesenergi. </w:t>
            </w:r>
          </w:p>
          <w:p w:rsidR="00602F6E" w:rsidRDefault="00602F6E" w:rsidP="00602F6E">
            <w:pPr>
              <w:pStyle w:val="Tabel-BrdtekstmedafstandptekstGaramond"/>
            </w:pPr>
          </w:p>
          <w:p w:rsidR="00CF03BE" w:rsidRDefault="008C74CA" w:rsidP="000B4D0B">
            <w:pPr>
              <w:pStyle w:val="Tabel-BrdtekstmedafstandptekstGaramond"/>
            </w:pPr>
            <w:r>
              <w:t xml:space="preserve">Energiafgiftslovene indeholder </w:t>
            </w:r>
            <w:r w:rsidR="00586C79">
              <w:t xml:space="preserve">således </w:t>
            </w:r>
            <w:r>
              <w:t>ingen undtagelser for procesindustri, men for proce</w:t>
            </w:r>
            <w:r>
              <w:t>s</w:t>
            </w:r>
            <w:r>
              <w:t xml:space="preserve">energi, uanset i hvilken industri denne er anvendt. </w:t>
            </w:r>
          </w:p>
          <w:p w:rsidR="008C74CA" w:rsidRDefault="008C74CA" w:rsidP="000B4D0B">
            <w:pPr>
              <w:pStyle w:val="Tabel-BrdtekstmedafstandptekstGaramond"/>
            </w:pPr>
          </w:p>
          <w:p w:rsidR="008C74CA" w:rsidRDefault="008C74CA" w:rsidP="000B4D0B">
            <w:pPr>
              <w:pStyle w:val="Tabel-BrdtekstmedafstandptekstGaramond"/>
            </w:pPr>
            <w:r>
              <w:t>Der er med forslaget ikke ti</w:t>
            </w:r>
            <w:r>
              <w:t>l</w:t>
            </w:r>
            <w:r>
              <w:t xml:space="preserve">tænkt </w:t>
            </w:r>
            <w:r w:rsidR="00DB5ED3">
              <w:t>nogen ændring</w:t>
            </w:r>
            <w:r>
              <w:t xml:space="preserve"> heri. </w:t>
            </w:r>
          </w:p>
          <w:p w:rsidR="008C74CA" w:rsidRDefault="008C74CA" w:rsidP="000B4D0B">
            <w:pPr>
              <w:pStyle w:val="Tabel-BrdtekstmedafstandptekstGaramond"/>
            </w:pPr>
          </w:p>
          <w:p w:rsidR="009B0D57" w:rsidRPr="00922FE6" w:rsidRDefault="00922FE6" w:rsidP="00922FE6">
            <w:pPr>
              <w:pStyle w:val="Tabel-BrdtekstmedafstandptekstGaramond"/>
            </w:pPr>
            <w:r w:rsidRPr="00922FE6">
              <w:t>Der henvises</w:t>
            </w:r>
            <w:r w:rsidR="00843ED5">
              <w:t xml:space="preserve"> endvidere</w:t>
            </w:r>
            <w:r w:rsidRPr="00922FE6">
              <w:t xml:space="preserve"> til kommentaren til HORESTA.</w:t>
            </w:r>
          </w:p>
          <w:p w:rsidR="00CF03BE" w:rsidRDefault="00CF03BE" w:rsidP="000B4D0B">
            <w:pPr>
              <w:pStyle w:val="Tabel-BrdtekstmedafstandptekstGaramond"/>
            </w:pPr>
          </w:p>
          <w:p w:rsidR="00CF03BE" w:rsidRDefault="00CF03BE" w:rsidP="000B4D0B">
            <w:pPr>
              <w:pStyle w:val="Tabel-BrdtekstmedafstandptekstGaramond"/>
            </w:pPr>
          </w:p>
          <w:p w:rsidR="00CF03BE" w:rsidRDefault="00CF03BE" w:rsidP="000B4D0B">
            <w:pPr>
              <w:pStyle w:val="Tabel-BrdtekstmedafstandptekstGaramond"/>
            </w:pPr>
          </w:p>
          <w:p w:rsidR="00CF03BE" w:rsidRDefault="00CF03BE" w:rsidP="000B4D0B">
            <w:pPr>
              <w:pStyle w:val="Tabel-BrdtekstmedafstandptekstGaramond"/>
            </w:pPr>
          </w:p>
          <w:p w:rsidR="00CF03BE" w:rsidRDefault="00CF03BE" w:rsidP="000B4D0B">
            <w:pPr>
              <w:pStyle w:val="Tabel-BrdtekstmedafstandptekstGaramond"/>
            </w:pPr>
          </w:p>
          <w:p w:rsidR="00CF03BE" w:rsidRDefault="00CF03BE" w:rsidP="000B4D0B">
            <w:pPr>
              <w:pStyle w:val="Tabel-BrdtekstmedafstandptekstGaramond"/>
            </w:pPr>
          </w:p>
          <w:p w:rsidR="00CF03BE" w:rsidRDefault="00CF03BE" w:rsidP="000B4D0B">
            <w:pPr>
              <w:pStyle w:val="Tabel-BrdtekstmedafstandptekstGaramond"/>
            </w:pPr>
          </w:p>
          <w:p w:rsidR="00CF03BE" w:rsidRDefault="00CF03BE" w:rsidP="000B4D0B">
            <w:pPr>
              <w:pStyle w:val="Tabel-BrdtekstmedafstandptekstGaramond"/>
            </w:pPr>
          </w:p>
          <w:p w:rsidR="00DB48ED" w:rsidRDefault="00DB48ED" w:rsidP="003656F8">
            <w:pPr>
              <w:pStyle w:val="Tabel-BrdtekstmedafstandptekstGaramond"/>
              <w:ind w:left="0"/>
            </w:pPr>
          </w:p>
          <w:p w:rsidR="00DB48ED" w:rsidRDefault="00DB48ED" w:rsidP="003656F8">
            <w:pPr>
              <w:pStyle w:val="Tabel-BrdtekstmedafstandptekstGaramond"/>
              <w:ind w:left="0"/>
            </w:pPr>
          </w:p>
          <w:p w:rsidR="00CF03BE" w:rsidRPr="00096777" w:rsidRDefault="00CF03BE" w:rsidP="00096777">
            <w:pPr>
              <w:pStyle w:val="Tabel-BrdtekstmedafstandptekstGaramond"/>
            </w:pPr>
            <w:r w:rsidRPr="0077126A">
              <w:t>Der henvises til kommentare</w:t>
            </w:r>
            <w:r w:rsidRPr="0077126A">
              <w:t>r</w:t>
            </w:r>
            <w:r w:rsidRPr="0077126A">
              <w:lastRenderedPageBreak/>
              <w:t xml:space="preserve">ne </w:t>
            </w:r>
            <w:r w:rsidR="00843ED5">
              <w:t xml:space="preserve">til Tobaksindustrien. </w:t>
            </w:r>
          </w:p>
          <w:p w:rsidR="00CF03BE" w:rsidRPr="00B5346F" w:rsidRDefault="00CF03BE" w:rsidP="000B4D0B">
            <w:pPr>
              <w:pStyle w:val="Tabel-BrdtekstmedafstandptekstGaramond"/>
            </w:pPr>
          </w:p>
        </w:tc>
      </w:tr>
      <w:tr w:rsidR="00AA66D8" w:rsidRPr="00B5346F" w:rsidTr="00465B41">
        <w:tc>
          <w:tcPr>
            <w:tcW w:w="1701" w:type="dxa"/>
            <w:tcBorders>
              <w:bottom w:val="single" w:sz="4" w:space="0" w:color="D1C5C3" w:themeColor="accent3"/>
            </w:tcBorders>
            <w:shd w:val="clear" w:color="auto" w:fill="FBF9F9"/>
          </w:tcPr>
          <w:p w:rsidR="00AA66D8" w:rsidRDefault="00AA66D8" w:rsidP="000B4D0B">
            <w:pPr>
              <w:pStyle w:val="Tabel-BrdtekstmedafstandptekstGaramond"/>
              <w:rPr>
                <w:i/>
              </w:rPr>
            </w:pPr>
            <w:r>
              <w:rPr>
                <w:i/>
              </w:rPr>
              <w:lastRenderedPageBreak/>
              <w:t>Dansk Fjer</w:t>
            </w:r>
            <w:r>
              <w:rPr>
                <w:i/>
              </w:rPr>
              <w:t>n</w:t>
            </w:r>
            <w:r>
              <w:rPr>
                <w:i/>
              </w:rPr>
              <w:t xml:space="preserve">varme </w:t>
            </w:r>
          </w:p>
        </w:tc>
        <w:tc>
          <w:tcPr>
            <w:tcW w:w="142" w:type="dxa"/>
            <w:shd w:val="clear" w:color="auto" w:fill="FFFFFF" w:themeFill="background1"/>
          </w:tcPr>
          <w:p w:rsidR="00AA66D8" w:rsidRPr="00B5346F" w:rsidRDefault="00AA66D8" w:rsidP="000B4D0B"/>
        </w:tc>
        <w:tc>
          <w:tcPr>
            <w:tcW w:w="4517" w:type="dxa"/>
            <w:tcBorders>
              <w:bottom w:val="single" w:sz="4" w:space="0" w:color="D1C5C3" w:themeColor="accent3"/>
            </w:tcBorders>
            <w:shd w:val="clear" w:color="auto" w:fill="FBF9F9"/>
          </w:tcPr>
          <w:p w:rsidR="00AA66D8" w:rsidRDefault="00AA66D8" w:rsidP="00AA66D8">
            <w:pPr>
              <w:pStyle w:val="Tabel-BrdtekstmedafstandptekstGaramond"/>
            </w:pPr>
            <w:r>
              <w:t>Dansk Fjernvarme er tilfreds med, at fors</w:t>
            </w:r>
            <w:r>
              <w:t>y</w:t>
            </w:r>
            <w:r>
              <w:t>ningsafgiften rulles tilbage, idet en del af den afgiftsmæssige ulighed der er mellem små fjernvarmeværker og store fjernvarmeværker, samt den afgiftsmæssige ulighed</w:t>
            </w:r>
            <w:r w:rsidR="00611E79">
              <w:t>,</w:t>
            </w:r>
            <w:r>
              <w:t xml:space="preserve"> der er overfor individuelle naturgas- og oliefyr dermed rulles tilbage. Det har været anført som begrundelse for tilbagerulningen, at energiafgifter på brændsler er en ineffektiv måde at beskatte på. Det kunne tale for</w:t>
            </w:r>
            <w:r w:rsidR="00AA64B6">
              <w:t>,</w:t>
            </w:r>
            <w:r>
              <w:t xml:space="preserve"> at energiafgifterne nedsæ</w:t>
            </w:r>
            <w:r>
              <w:t>t</w:t>
            </w:r>
            <w:r>
              <w:t>tes yderligere.</w:t>
            </w:r>
          </w:p>
          <w:p w:rsidR="00096777" w:rsidRDefault="00096777" w:rsidP="00AA66D8">
            <w:pPr>
              <w:pStyle w:val="Tabel-BrdtekstmedafstandptekstGaramond"/>
            </w:pPr>
          </w:p>
          <w:p w:rsidR="00AA66D8" w:rsidRDefault="00AA66D8" w:rsidP="00AA66D8">
            <w:pPr>
              <w:pStyle w:val="Tabel-BrdtekstmedafstandptekstGaramond"/>
            </w:pPr>
            <w:r>
              <w:t>Dansk Fjernvarme har det synspunkt, at le</w:t>
            </w:r>
            <w:r>
              <w:t>d</w:t>
            </w:r>
            <w:r>
              <w:t>ningstab i fjernvarmenet er et procesforbrug og ikke slutforbrug, hvorfor momsregistrerede virksomheder bør godtgøres herfor. Der p</w:t>
            </w:r>
            <w:r>
              <w:t>å</w:t>
            </w:r>
            <w:r>
              <w:t>lægges ikke afgifter på tab i andre ledningsbå</w:t>
            </w:r>
            <w:r>
              <w:t>r</w:t>
            </w:r>
            <w:r w:rsidR="00AA64B6">
              <w:t>ne systemer (e</w:t>
            </w:r>
            <w:r>
              <w:t>l, naturgas, drikkevand, spild</w:t>
            </w:r>
            <w:r>
              <w:t>e</w:t>
            </w:r>
            <w:r>
              <w:t xml:space="preserve">vand), hvorfor afgiften pålagt ledningstabet </w:t>
            </w:r>
            <w:r w:rsidR="00AA64B6">
              <w:t xml:space="preserve">af varme </w:t>
            </w:r>
            <w:r>
              <w:t>kan ses som en diskriminering af fjer</w:t>
            </w:r>
            <w:r>
              <w:t>n</w:t>
            </w:r>
            <w:r>
              <w:t>varme.</w:t>
            </w:r>
          </w:p>
          <w:p w:rsidR="00E67A38" w:rsidRDefault="00E67A38" w:rsidP="00AA66D8">
            <w:pPr>
              <w:pStyle w:val="Tabel-BrdtekstmedafstandptekstGaramond"/>
            </w:pPr>
          </w:p>
          <w:p w:rsidR="00AA66D8" w:rsidRDefault="00AA66D8" w:rsidP="00AA66D8">
            <w:pPr>
              <w:pStyle w:val="Tabel-BrdtekstmedafstandptekstGaramond"/>
            </w:pPr>
            <w:r>
              <w:t>Fjernvarmeforbrugerne har i perioden 1. febr</w:t>
            </w:r>
            <w:r>
              <w:t>u</w:t>
            </w:r>
            <w:r>
              <w:t>ar 2013 til tilbagerulningen sættes i kraft fo</w:t>
            </w:r>
            <w:r>
              <w:t>r</w:t>
            </w:r>
            <w:r>
              <w:t>mentlig den 1. januar 2015 betalt en høj pris for en omstilling, som endnu ikke rigtigt er ko</w:t>
            </w:r>
            <w:r>
              <w:t>m</w:t>
            </w:r>
            <w:r>
              <w:t>met i gang. Dansk Fjernvarme finder det derfor rimeligt, at afregnet forsyningssikkerhedsafgift efter 1. februar 2013 returneres til fjernvarm</w:t>
            </w:r>
            <w:r>
              <w:t>e</w:t>
            </w:r>
            <w:r>
              <w:t>værkerne og dermed forbrugerne.</w:t>
            </w:r>
          </w:p>
          <w:p w:rsidR="00E67A38" w:rsidRDefault="00E67A38" w:rsidP="00AA66D8">
            <w:pPr>
              <w:pStyle w:val="Tabel-BrdtekstmedafstandptekstGaramond"/>
            </w:pPr>
          </w:p>
          <w:p w:rsidR="00AA66D8" w:rsidRDefault="00AA66D8" w:rsidP="00AA66D8">
            <w:pPr>
              <w:pStyle w:val="Tabel-BrdtekstmedafstandptekstGaramond"/>
            </w:pPr>
            <w:r>
              <w:t>I lovforslaget er indført en lempelse af PSO-tariffen</w:t>
            </w:r>
            <w:r w:rsidR="00980557">
              <w:t>,</w:t>
            </w:r>
            <w:r>
              <w:t xml:space="preserve"> og der er i vækstaftalen givet mulighed </w:t>
            </w:r>
            <w:r>
              <w:lastRenderedPageBreak/>
              <w:t>for yderligere lempelser for industrien. Fleks</w:t>
            </w:r>
            <w:r>
              <w:t>i</w:t>
            </w:r>
            <w:r>
              <w:t>belt elforbrug</w:t>
            </w:r>
            <w:r w:rsidR="00AA64B6">
              <w:t>,</w:t>
            </w:r>
            <w:r>
              <w:t xml:space="preserve"> der balancerer fluktuerende VE-</w:t>
            </w:r>
            <w:proofErr w:type="spellStart"/>
            <w:r>
              <w:t>elproduktion</w:t>
            </w:r>
            <w:proofErr w:type="spellEnd"/>
            <w:r>
              <w:t xml:space="preserve"> ved forbrug</w:t>
            </w:r>
            <w:r w:rsidR="00AA64B6">
              <w:t>,</w:t>
            </w:r>
            <w:r>
              <w:t xml:space="preserve"> når elpriserne er lave og ved at undlade forbrug</w:t>
            </w:r>
            <w:r w:rsidR="00AA64B6">
              <w:t>,</w:t>
            </w:r>
            <w:r>
              <w:t xml:space="preserve"> når elpriserne er h</w:t>
            </w:r>
            <w:r>
              <w:t>ø</w:t>
            </w:r>
            <w:r>
              <w:t>je, bør fritages for betaling af PSO-tarif. Fleks</w:t>
            </w:r>
            <w:r>
              <w:t>i</w:t>
            </w:r>
            <w:r>
              <w:t xml:space="preserve">belt elforbrug kommer i det nuværende system til at finansiere den </w:t>
            </w:r>
            <w:proofErr w:type="spellStart"/>
            <w:r>
              <w:t>elproduktion</w:t>
            </w:r>
            <w:proofErr w:type="spellEnd"/>
            <w:r w:rsidR="006D38AF">
              <w:t>,</w:t>
            </w:r>
            <w:r>
              <w:t xml:space="preserve"> som forbr</w:t>
            </w:r>
            <w:r>
              <w:t>u</w:t>
            </w:r>
            <w:r>
              <w:t xml:space="preserve">get samtidig balancerer. Det er </w:t>
            </w:r>
            <w:proofErr w:type="spellStart"/>
            <w:r>
              <w:t>krydssubsidu</w:t>
            </w:r>
            <w:r>
              <w:t>e</w:t>
            </w:r>
            <w:r>
              <w:t>ring</w:t>
            </w:r>
            <w:proofErr w:type="spellEnd"/>
            <w:r>
              <w:t xml:space="preserve"> og bør ændres som en del af de yderligere lempelser af PSO-tariffen.</w:t>
            </w:r>
          </w:p>
          <w:p w:rsidR="00E24C92" w:rsidRDefault="00E24C92" w:rsidP="00AA66D8">
            <w:pPr>
              <w:pStyle w:val="Tabel-BrdtekstmedafstandptekstGaramond"/>
            </w:pPr>
          </w:p>
          <w:p w:rsidR="00AA66D8" w:rsidRDefault="00AA66D8" w:rsidP="00A810DE">
            <w:pPr>
              <w:pStyle w:val="Tabel-BrdtekstmedafstandptekstGaramond"/>
            </w:pPr>
            <w:r>
              <w:t>I lovforslaget indføres en afgift af bioolie til varmefremstilling. Dansk Fjernvarme mener denne afgift helt eller delvist bør godtgøres for forbrug af bioolie til varmefremstilling, idet bioolie forsyningssikkerheds- og miljømæssigt adskiller sig fra fossile brændsler. EU regelsæ</w:t>
            </w:r>
            <w:r>
              <w:t>t</w:t>
            </w:r>
            <w:r>
              <w:t>tet tillader dette. En godtgørelse af denne k</w:t>
            </w:r>
            <w:r>
              <w:t>a</w:t>
            </w:r>
            <w:r>
              <w:t>rakter skulle ifølge de oplysninger</w:t>
            </w:r>
            <w:r w:rsidR="00637B77">
              <w:t>,</w:t>
            </w:r>
            <w:r>
              <w:t xml:space="preserve"> Dansk Fjernvarme har modtaget</w:t>
            </w:r>
            <w:r w:rsidR="00637B77">
              <w:t>,</w:t>
            </w:r>
            <w:r>
              <w:t xml:space="preserve"> være godkendt for Sverige for bioolier til varmefremstilling. Da</w:t>
            </w:r>
            <w:r>
              <w:t>n</w:t>
            </w:r>
            <w:r w:rsidR="00A810DE">
              <w:t xml:space="preserve">ske arbejdspladser </w:t>
            </w:r>
            <w:r>
              <w:t>forbundet med bioolien vil forsvinde som følge af lovforslaget, idet det er Dansk Fjernvarmes vurdering, at bioolie a</w:t>
            </w:r>
            <w:r>
              <w:t>n</w:t>
            </w:r>
            <w:r>
              <w:t>vendt til fjernvarme vil udfases som følge af lovforslaget.</w:t>
            </w:r>
          </w:p>
          <w:p w:rsidR="00CF03BE" w:rsidRDefault="00CF03BE" w:rsidP="00A810DE">
            <w:pPr>
              <w:pStyle w:val="Tabel-BrdtekstmedafstandptekstGaramond"/>
            </w:pPr>
          </w:p>
          <w:p w:rsidR="00AA66D8" w:rsidRDefault="00AA66D8" w:rsidP="00AA66D8">
            <w:pPr>
              <w:pStyle w:val="Tabel-BrdtekstmedafstandptekstGaramond"/>
            </w:pPr>
            <w:r>
              <w:t>I lovforslaget sænkes overskuds</w:t>
            </w:r>
            <w:r w:rsidR="00B020BF">
              <w:t>varmeafgiften fra nuværende 38 pct.</w:t>
            </w:r>
            <w:r>
              <w:t xml:space="preserve"> til 33 </w:t>
            </w:r>
            <w:r w:rsidR="00B020BF">
              <w:t>pct.</w:t>
            </w:r>
            <w:r>
              <w:t xml:space="preserve"> af vederlaget ved salg til fjernvarmenet. Derved sker der ikke en fuld tilbagerulning, idet overskudsvarmea</w:t>
            </w:r>
            <w:r>
              <w:t>f</w:t>
            </w:r>
            <w:r>
              <w:t>giften før indførsel af forsyningssikkerhedsa</w:t>
            </w:r>
            <w:r>
              <w:t>f</w:t>
            </w:r>
            <w:r>
              <w:t>gifte</w:t>
            </w:r>
            <w:r w:rsidR="00637B77">
              <w:t xml:space="preserve">n i 2013 udgjorde 32,5 </w:t>
            </w:r>
            <w:r w:rsidR="00B020BF">
              <w:t>pct.</w:t>
            </w:r>
            <w:r w:rsidR="00637B77">
              <w:t xml:space="preserve"> Hvis </w:t>
            </w:r>
            <w:r w:rsidR="00637B77" w:rsidRPr="00B71E6C">
              <w:rPr>
                <w:i/>
              </w:rPr>
              <w:t>F</w:t>
            </w:r>
            <w:r w:rsidRPr="00B71E6C">
              <w:rPr>
                <w:i/>
              </w:rPr>
              <w:t>orårspa</w:t>
            </w:r>
            <w:r w:rsidRPr="00B71E6C">
              <w:rPr>
                <w:i/>
              </w:rPr>
              <w:t>k</w:t>
            </w:r>
            <w:r w:rsidRPr="00B71E6C">
              <w:rPr>
                <w:i/>
              </w:rPr>
              <w:t xml:space="preserve">ke 2.0 </w:t>
            </w:r>
            <w:r>
              <w:t>for 2009 medtages</w:t>
            </w:r>
            <w:r w:rsidR="00637B77">
              <w:t>,</w:t>
            </w:r>
            <w:r>
              <w:t xml:space="preserve"> bør afgiften sænkes yderligere som følge af den matematik, der li</w:t>
            </w:r>
            <w:r>
              <w:t>g</w:t>
            </w:r>
            <w:r>
              <w:t>ger bag fastsættelsen af overskudsvarmeafgi</w:t>
            </w:r>
            <w:r>
              <w:t>f</w:t>
            </w:r>
            <w:r>
              <w:t>ten. Det fremsatte lovforslag vedrørende ove</w:t>
            </w:r>
            <w:r>
              <w:t>r</w:t>
            </w:r>
            <w:r>
              <w:t>skudsvarmeafgiften er dermed i modstrid med ”</w:t>
            </w:r>
            <w:r w:rsidRPr="00B71E6C">
              <w:rPr>
                <w:i/>
              </w:rPr>
              <w:t>Aftale om tilbagerulning af forsyningssikkerhedsafgi</w:t>
            </w:r>
            <w:r w:rsidRPr="00B71E6C">
              <w:rPr>
                <w:i/>
              </w:rPr>
              <w:t>f</w:t>
            </w:r>
            <w:r w:rsidRPr="00B71E6C">
              <w:rPr>
                <w:i/>
              </w:rPr>
              <w:t>ten mv. og lempelser af PSO</w:t>
            </w:r>
            <w:r>
              <w:t>”.</w:t>
            </w:r>
          </w:p>
          <w:p w:rsidR="00476829" w:rsidRDefault="00476829" w:rsidP="00AA66D8">
            <w:pPr>
              <w:pStyle w:val="Tabel-BrdtekstmedafstandptekstGaramond"/>
            </w:pPr>
          </w:p>
          <w:p w:rsidR="00AA66D8" w:rsidRDefault="00637B77" w:rsidP="00AA66D8">
            <w:pPr>
              <w:pStyle w:val="Tabel-BrdtekstmedafstandptekstGaramond"/>
            </w:pPr>
            <w:r>
              <w:t>I forlængelse af</w:t>
            </w:r>
            <w:r w:rsidR="00AA66D8">
              <w:t xml:space="preserve"> at forsyningssikkerhedsafgiften blev aftalt indført, blev det samtidigt besluttet, at solvarmeanlæg</w:t>
            </w:r>
            <w:r>
              <w:t>,</w:t>
            </w:r>
            <w:r w:rsidR="00AA66D8">
              <w:t xml:space="preserve"> der leverer varme til et ko</w:t>
            </w:r>
            <w:r w:rsidR="00AA66D8">
              <w:t>l</w:t>
            </w:r>
            <w:r w:rsidR="00AA66D8">
              <w:lastRenderedPageBreak/>
              <w:t>lektivt fjernvarmenet</w:t>
            </w:r>
            <w:r>
              <w:t>,</w:t>
            </w:r>
            <w:r w:rsidR="00AA66D8">
              <w:t xml:space="preserve"> efter 2015 ikke længere kunne bogføre første års varmeproduktion som energibesparelse jf. </w:t>
            </w:r>
            <w:proofErr w:type="spellStart"/>
            <w:r w:rsidR="00AA66D8">
              <w:t>Energispareaftalen</w:t>
            </w:r>
            <w:proofErr w:type="spellEnd"/>
            <w:r w:rsidR="00AA66D8">
              <w:t>. Denne ændring blev accepteret af Dansk Fjernvarme, idet forsynings</w:t>
            </w:r>
            <w:r>
              <w:t>sikkerheds</w:t>
            </w:r>
            <w:r w:rsidR="00AA66D8">
              <w:t>afgiften medførte samme incitament til solvarme som energib</w:t>
            </w:r>
            <w:r w:rsidR="00AA66D8">
              <w:t>e</w:t>
            </w:r>
            <w:r w:rsidR="00AA66D8">
              <w:t>sparelsen. Nu bliver forsyningssikkerhedsafgi</w:t>
            </w:r>
            <w:r w:rsidR="00AA66D8">
              <w:t>f</w:t>
            </w:r>
            <w:r w:rsidR="00AA66D8">
              <w:t>ten fjernet, hvorfor incitamentet til solvarme forringes efter 2015. Dansk Fjernvarme mener derfor, at ordningen om, at solvarme kan tælle som energibesparelse skal genindføres som et led i tilbagerulningen af forsyningssikkerhed</w:t>
            </w:r>
            <w:r w:rsidR="00AA66D8">
              <w:t>s</w:t>
            </w:r>
            <w:r w:rsidR="00AA66D8">
              <w:t>afgiften.</w:t>
            </w:r>
          </w:p>
          <w:p w:rsidR="00B71E6C" w:rsidRDefault="00B71E6C" w:rsidP="00AA66D8">
            <w:pPr>
              <w:pStyle w:val="Tabel-BrdtekstmedafstandptekstGaramond"/>
            </w:pPr>
          </w:p>
          <w:p w:rsidR="00AA66D8" w:rsidRDefault="00AA66D8" w:rsidP="00AA66D8">
            <w:pPr>
              <w:pStyle w:val="Tabel-BrdtekstmedafstandptekstGaramond"/>
            </w:pPr>
            <w:r>
              <w:t>Dansk Fjernvarme har ikke yderligere bemær</w:t>
            </w:r>
            <w:r>
              <w:t>k</w:t>
            </w:r>
            <w:r>
              <w:t>ninger til lovforslaget.</w:t>
            </w:r>
          </w:p>
        </w:tc>
        <w:tc>
          <w:tcPr>
            <w:tcW w:w="115" w:type="dxa"/>
            <w:shd w:val="clear" w:color="auto" w:fill="FFFFFF" w:themeFill="background1"/>
          </w:tcPr>
          <w:p w:rsidR="00AA66D8" w:rsidRPr="00B5346F" w:rsidRDefault="00AA66D8" w:rsidP="000B4D0B"/>
        </w:tc>
        <w:tc>
          <w:tcPr>
            <w:tcW w:w="3164" w:type="dxa"/>
            <w:tcBorders>
              <w:bottom w:val="single" w:sz="4" w:space="0" w:color="14143C" w:themeColor="accent1"/>
            </w:tcBorders>
            <w:shd w:val="clear" w:color="auto" w:fill="D2CED8"/>
          </w:tcPr>
          <w:p w:rsidR="00AA66D8" w:rsidRDefault="00AA66D8" w:rsidP="000B4D0B">
            <w:pPr>
              <w:pStyle w:val="Tabel-BrdtekstmedafstandptekstGaramond"/>
            </w:pPr>
          </w:p>
          <w:p w:rsidR="00E24C92" w:rsidRDefault="00E24C92" w:rsidP="000B4D0B">
            <w:pPr>
              <w:pStyle w:val="Tabel-BrdtekstmedafstandptekstGaramond"/>
            </w:pPr>
          </w:p>
          <w:p w:rsidR="00E24C92" w:rsidRDefault="00E24C92" w:rsidP="000B4D0B">
            <w:pPr>
              <w:pStyle w:val="Tabel-BrdtekstmedafstandptekstGaramond"/>
            </w:pPr>
          </w:p>
          <w:p w:rsidR="00E24C92" w:rsidRDefault="00E24C92" w:rsidP="000B4D0B">
            <w:pPr>
              <w:pStyle w:val="Tabel-BrdtekstmedafstandptekstGaramond"/>
            </w:pPr>
          </w:p>
          <w:p w:rsidR="00E24C92" w:rsidRDefault="00E24C92" w:rsidP="000B4D0B">
            <w:pPr>
              <w:pStyle w:val="Tabel-BrdtekstmedafstandptekstGaramond"/>
            </w:pPr>
          </w:p>
          <w:p w:rsidR="00E24C92" w:rsidRDefault="00E24C92" w:rsidP="000B4D0B">
            <w:pPr>
              <w:pStyle w:val="Tabel-BrdtekstmedafstandptekstGaramond"/>
            </w:pPr>
          </w:p>
          <w:p w:rsidR="00E24C92" w:rsidRDefault="00E24C92" w:rsidP="000B4D0B">
            <w:pPr>
              <w:pStyle w:val="Tabel-BrdtekstmedafstandptekstGaramond"/>
            </w:pPr>
          </w:p>
          <w:p w:rsidR="00E24C92" w:rsidRDefault="00E24C92" w:rsidP="000B4D0B">
            <w:pPr>
              <w:pStyle w:val="Tabel-BrdtekstmedafstandptekstGaramond"/>
            </w:pPr>
          </w:p>
          <w:p w:rsidR="00E24C92" w:rsidRDefault="00E24C92" w:rsidP="000B4D0B">
            <w:pPr>
              <w:pStyle w:val="Tabel-BrdtekstmedafstandptekstGaramond"/>
            </w:pPr>
          </w:p>
          <w:p w:rsidR="00E24C92" w:rsidRDefault="00E24C92" w:rsidP="000B4D0B">
            <w:pPr>
              <w:pStyle w:val="Tabel-BrdtekstmedafstandptekstGaramond"/>
            </w:pPr>
          </w:p>
          <w:p w:rsidR="00E24C92" w:rsidRDefault="00E24C92" w:rsidP="000B4D0B">
            <w:pPr>
              <w:pStyle w:val="Tabel-BrdtekstmedafstandptekstGaramond"/>
            </w:pPr>
          </w:p>
          <w:p w:rsidR="00E24C92" w:rsidRDefault="00E24C92" w:rsidP="000B4D0B">
            <w:pPr>
              <w:pStyle w:val="Tabel-BrdtekstmedafstandptekstGaramond"/>
            </w:pPr>
          </w:p>
          <w:p w:rsidR="00B04BDB" w:rsidRPr="00B04BDB" w:rsidRDefault="00B04BDB" w:rsidP="00B04BDB">
            <w:pPr>
              <w:pStyle w:val="Tabel-BrdtekstmedafstandptekstGaramond"/>
            </w:pPr>
            <w:r w:rsidRPr="00B04BDB">
              <w:t>Forslaget falder udenfor ra</w:t>
            </w:r>
            <w:r w:rsidRPr="00B04BDB">
              <w:t>m</w:t>
            </w:r>
            <w:r w:rsidRPr="00B04BDB">
              <w:t xml:space="preserve">merne af dette lovforslag. </w:t>
            </w:r>
          </w:p>
          <w:p w:rsidR="00E24C92" w:rsidRDefault="00E24C92" w:rsidP="000B4D0B">
            <w:pPr>
              <w:pStyle w:val="Tabel-BrdtekstmedafstandptekstGaramond"/>
            </w:pPr>
          </w:p>
          <w:p w:rsidR="00E24C92" w:rsidRDefault="00E24C92" w:rsidP="000B4D0B">
            <w:pPr>
              <w:pStyle w:val="Tabel-BrdtekstmedafstandptekstGaramond"/>
            </w:pPr>
          </w:p>
          <w:p w:rsidR="00E24C92" w:rsidRDefault="00E24C92" w:rsidP="000B4D0B">
            <w:pPr>
              <w:pStyle w:val="Tabel-BrdtekstmedafstandptekstGaramond"/>
            </w:pPr>
          </w:p>
          <w:p w:rsidR="00E24C92" w:rsidRDefault="00E24C92" w:rsidP="000B4D0B">
            <w:pPr>
              <w:pStyle w:val="Tabel-BrdtekstmedafstandptekstGaramond"/>
            </w:pPr>
          </w:p>
          <w:p w:rsidR="00E24C92" w:rsidRDefault="00E24C92" w:rsidP="000B4D0B">
            <w:pPr>
              <w:pStyle w:val="Tabel-BrdtekstmedafstandptekstGaramond"/>
            </w:pPr>
          </w:p>
          <w:p w:rsidR="00E24C92" w:rsidRDefault="00E24C92" w:rsidP="000B4D0B">
            <w:pPr>
              <w:pStyle w:val="Tabel-BrdtekstmedafstandptekstGaramond"/>
            </w:pPr>
          </w:p>
          <w:p w:rsidR="00E24C92" w:rsidRDefault="00E24C92" w:rsidP="000B4D0B">
            <w:pPr>
              <w:pStyle w:val="Tabel-BrdtekstmedafstandptekstGaramond"/>
            </w:pPr>
          </w:p>
          <w:p w:rsidR="00E24C92" w:rsidRDefault="00E24C92" w:rsidP="000B4D0B">
            <w:pPr>
              <w:pStyle w:val="Tabel-BrdtekstmedafstandptekstGaramond"/>
            </w:pPr>
          </w:p>
          <w:p w:rsidR="00E24C92" w:rsidRDefault="00E24C92" w:rsidP="00E24C92">
            <w:pPr>
              <w:pStyle w:val="Tabel-BrdtekstmedafstandptekstGaramond"/>
            </w:pPr>
            <w:r>
              <w:t xml:space="preserve">Der henvises til </w:t>
            </w:r>
            <w:r w:rsidR="00563823">
              <w:t xml:space="preserve">kommentaren til </w:t>
            </w:r>
            <w:r w:rsidRPr="00E24C92">
              <w:t>Dansk Affaldsforening.</w:t>
            </w:r>
          </w:p>
          <w:p w:rsidR="002604F2" w:rsidRDefault="002604F2" w:rsidP="00E24C92">
            <w:pPr>
              <w:pStyle w:val="Tabel-BrdtekstmedafstandptekstGaramond"/>
            </w:pPr>
          </w:p>
          <w:p w:rsidR="002604F2" w:rsidRDefault="002604F2" w:rsidP="00E24C92">
            <w:pPr>
              <w:pStyle w:val="Tabel-BrdtekstmedafstandptekstGaramond"/>
            </w:pPr>
          </w:p>
          <w:p w:rsidR="002604F2" w:rsidRDefault="002604F2" w:rsidP="00E24C92">
            <w:pPr>
              <w:pStyle w:val="Tabel-BrdtekstmedafstandptekstGaramond"/>
            </w:pPr>
          </w:p>
          <w:p w:rsidR="002604F2" w:rsidRDefault="002604F2" w:rsidP="00E24C92">
            <w:pPr>
              <w:pStyle w:val="Tabel-BrdtekstmedafstandptekstGaramond"/>
            </w:pPr>
          </w:p>
          <w:p w:rsidR="002604F2" w:rsidRDefault="002604F2" w:rsidP="00E24C92">
            <w:pPr>
              <w:pStyle w:val="Tabel-BrdtekstmedafstandptekstGaramond"/>
            </w:pPr>
          </w:p>
          <w:p w:rsidR="00AA64B6" w:rsidRDefault="00AA64B6" w:rsidP="00E24C92">
            <w:pPr>
              <w:pStyle w:val="Tabel-BrdtekstmedafstandptekstGaramond"/>
            </w:pPr>
          </w:p>
          <w:p w:rsidR="002604F2" w:rsidRDefault="002604F2" w:rsidP="00E24C92">
            <w:pPr>
              <w:pStyle w:val="Tabel-BrdtekstmedafstandptekstGaramond"/>
            </w:pPr>
          </w:p>
          <w:p w:rsidR="004F13C3" w:rsidRDefault="00586C79" w:rsidP="00586C79">
            <w:pPr>
              <w:pStyle w:val="Tabel-BrdtekstmedafstandptekstGaramond"/>
            </w:pPr>
            <w:r>
              <w:t xml:space="preserve">Lovforslaget indeholder ikke en lempelse i PSO-tariffen.  Den </w:t>
            </w:r>
            <w:r>
              <w:lastRenderedPageBreak/>
              <w:t>del af aftalen, som vedrører konkrete lempelser af PSO-tariffen hører under</w:t>
            </w:r>
          </w:p>
          <w:p w:rsidR="002604F2" w:rsidRDefault="004F13C3" w:rsidP="00586C79">
            <w:pPr>
              <w:pStyle w:val="Tabel-BrdtekstmedafstandptekstGaramond"/>
            </w:pPr>
            <w:r w:rsidRPr="004F13C3">
              <w:t>Klima-, Energi- og Bygning</w:t>
            </w:r>
            <w:r w:rsidRPr="004F13C3">
              <w:t>s</w:t>
            </w:r>
            <w:r w:rsidRPr="004F13C3">
              <w:t>ministeriet</w:t>
            </w:r>
            <w:r w:rsidR="00586C79">
              <w:t xml:space="preserve">, der vil fremsætte lovforslag herom. </w:t>
            </w:r>
          </w:p>
          <w:p w:rsidR="00586C79" w:rsidRDefault="00586C79" w:rsidP="00586C79">
            <w:pPr>
              <w:pStyle w:val="Tabel-BrdtekstmedafstandptekstGaramond"/>
            </w:pPr>
            <w:r>
              <w:t xml:space="preserve">Dette lovforslag omhandler alene finansieringen heraf. </w:t>
            </w:r>
          </w:p>
          <w:p w:rsidR="00E1184D" w:rsidRDefault="00E1184D" w:rsidP="00586C79">
            <w:pPr>
              <w:pStyle w:val="Tabel-BrdtekstmedafstandptekstGaramond"/>
            </w:pPr>
          </w:p>
          <w:p w:rsidR="00E1184D" w:rsidRDefault="00E1184D" w:rsidP="00586C79">
            <w:pPr>
              <w:pStyle w:val="Tabel-BrdtekstmedafstandptekstGaramond"/>
            </w:pPr>
          </w:p>
          <w:p w:rsidR="00E1184D" w:rsidRDefault="00E1184D" w:rsidP="00564CF0">
            <w:pPr>
              <w:pStyle w:val="Tabel-BrdtekstmedafstandptekstGaramond"/>
              <w:ind w:left="0"/>
            </w:pPr>
          </w:p>
          <w:p w:rsidR="00E1184D" w:rsidRDefault="00E1184D" w:rsidP="00586C79">
            <w:pPr>
              <w:pStyle w:val="Tabel-BrdtekstmedafstandptekstGaramond"/>
            </w:pPr>
            <w:r>
              <w:t xml:space="preserve">Der henvises til kommentaren til </w:t>
            </w:r>
            <w:r w:rsidR="00204C69">
              <w:t>Landbrug &amp; Fødevarer</w:t>
            </w:r>
            <w:r>
              <w:t>.</w:t>
            </w:r>
          </w:p>
          <w:p w:rsidR="002604F2" w:rsidRDefault="002604F2" w:rsidP="00E24C92">
            <w:pPr>
              <w:pStyle w:val="Tabel-BrdtekstmedafstandptekstGaramond"/>
            </w:pPr>
          </w:p>
          <w:p w:rsidR="002604F2" w:rsidRDefault="002604F2" w:rsidP="00E24C92">
            <w:pPr>
              <w:pStyle w:val="Tabel-BrdtekstmedafstandptekstGaramond"/>
            </w:pPr>
          </w:p>
          <w:p w:rsidR="002604F2" w:rsidRDefault="002604F2" w:rsidP="00E24C92">
            <w:pPr>
              <w:pStyle w:val="Tabel-BrdtekstmedafstandptekstGaramond"/>
            </w:pPr>
          </w:p>
          <w:p w:rsidR="002604F2" w:rsidRDefault="002604F2" w:rsidP="00E24C92">
            <w:pPr>
              <w:pStyle w:val="Tabel-BrdtekstmedafstandptekstGaramond"/>
            </w:pPr>
          </w:p>
          <w:p w:rsidR="002604F2" w:rsidRDefault="002604F2" w:rsidP="00E24C92">
            <w:pPr>
              <w:pStyle w:val="Tabel-BrdtekstmedafstandptekstGaramond"/>
            </w:pPr>
          </w:p>
          <w:p w:rsidR="002604F2" w:rsidRDefault="002604F2" w:rsidP="00E24C92">
            <w:pPr>
              <w:pStyle w:val="Tabel-BrdtekstmedafstandptekstGaramond"/>
            </w:pPr>
          </w:p>
          <w:p w:rsidR="002604F2" w:rsidRDefault="002604F2" w:rsidP="00E24C92">
            <w:pPr>
              <w:pStyle w:val="Tabel-BrdtekstmedafstandptekstGaramond"/>
            </w:pPr>
          </w:p>
          <w:p w:rsidR="002604F2" w:rsidRDefault="002604F2" w:rsidP="00E24C92">
            <w:pPr>
              <w:pStyle w:val="Tabel-BrdtekstmedafstandptekstGaramond"/>
            </w:pPr>
          </w:p>
          <w:p w:rsidR="002604F2" w:rsidRDefault="002604F2" w:rsidP="00E24C92">
            <w:pPr>
              <w:pStyle w:val="Tabel-BrdtekstmedafstandptekstGaramond"/>
            </w:pPr>
          </w:p>
          <w:p w:rsidR="002604F2" w:rsidRDefault="002604F2" w:rsidP="00E24C92">
            <w:pPr>
              <w:pStyle w:val="Tabel-BrdtekstmedafstandptekstGaramond"/>
            </w:pPr>
          </w:p>
          <w:p w:rsidR="002604F2" w:rsidRDefault="002604F2" w:rsidP="00E24C92">
            <w:pPr>
              <w:pStyle w:val="Tabel-BrdtekstmedafstandptekstGaramond"/>
            </w:pPr>
          </w:p>
          <w:p w:rsidR="008B166E" w:rsidRDefault="008B166E" w:rsidP="0022147A">
            <w:pPr>
              <w:pStyle w:val="Tabel-BrdtekstmedafstandptekstGaramond"/>
              <w:ind w:left="0"/>
            </w:pPr>
          </w:p>
          <w:p w:rsidR="0077126A" w:rsidRDefault="0077126A" w:rsidP="0022147A">
            <w:pPr>
              <w:pStyle w:val="Tabel-BrdtekstmedafstandptekstGaramond"/>
            </w:pPr>
          </w:p>
          <w:p w:rsidR="00224330" w:rsidRDefault="00224330" w:rsidP="0022147A">
            <w:pPr>
              <w:pStyle w:val="Tabel-BrdtekstmedafstandptekstGaramond"/>
            </w:pPr>
          </w:p>
          <w:p w:rsidR="0022147A" w:rsidRPr="0022147A" w:rsidRDefault="0022147A" w:rsidP="0022147A">
            <w:pPr>
              <w:pStyle w:val="Tabel-BrdtekstmedafstandptekstGaramond"/>
            </w:pPr>
            <w:r w:rsidRPr="0022147A">
              <w:t>Afgiftssatsen blev forhøjet fra 32,5 til 38 pct. i forbindelsen med indførelsen af FSA på fo</w:t>
            </w:r>
            <w:r w:rsidRPr="0022147A">
              <w:t>s</w:t>
            </w:r>
            <w:r w:rsidRPr="0022147A">
              <w:t>sile brændsle</w:t>
            </w:r>
            <w:r w:rsidR="00B71E6C">
              <w:t xml:space="preserve">r. Satsen blev ikke ændret ved </w:t>
            </w:r>
            <w:r w:rsidR="00B71E6C" w:rsidRPr="00B71E6C">
              <w:rPr>
                <w:i/>
              </w:rPr>
              <w:t>F</w:t>
            </w:r>
            <w:r w:rsidRPr="00B71E6C">
              <w:rPr>
                <w:i/>
              </w:rPr>
              <w:t>orårspakke 2.0</w:t>
            </w:r>
            <w:r w:rsidRPr="0022147A">
              <w:t>. Sa</w:t>
            </w:r>
            <w:r w:rsidRPr="0022147A">
              <w:t>t</w:t>
            </w:r>
            <w:r w:rsidRPr="0022147A">
              <w:t>sen på 32,5 pct. (uden FSA på fossile brændsler) er blevet rundet af til 33 pct. under he</w:t>
            </w:r>
            <w:r w:rsidRPr="0022147A">
              <w:t>n</w:t>
            </w:r>
            <w:r w:rsidRPr="0022147A">
              <w:t>syntagen til</w:t>
            </w:r>
            <w:r w:rsidR="00B71E6C">
              <w:t>,</w:t>
            </w:r>
            <w:r w:rsidRPr="0022147A">
              <w:t xml:space="preserve"> at godtgørelsen til proces nu er større end ved vedtagelsen af </w:t>
            </w:r>
            <w:r w:rsidRPr="0022147A">
              <w:rPr>
                <w:i/>
              </w:rPr>
              <w:t>Forårspakke 2.0.</w:t>
            </w:r>
            <w:r w:rsidRPr="0022147A">
              <w:t xml:space="preserve"> </w:t>
            </w:r>
          </w:p>
          <w:p w:rsidR="0077126A" w:rsidRDefault="0077126A" w:rsidP="00E24C92">
            <w:pPr>
              <w:pStyle w:val="Tabel-BrdtekstmedafstandptekstGaramond"/>
            </w:pPr>
          </w:p>
          <w:p w:rsidR="0077126A" w:rsidRDefault="0077126A" w:rsidP="00E24C92">
            <w:pPr>
              <w:pStyle w:val="Tabel-BrdtekstmedafstandptekstGaramond"/>
            </w:pPr>
          </w:p>
          <w:p w:rsidR="0077126A" w:rsidRDefault="0077126A" w:rsidP="00E24C92">
            <w:pPr>
              <w:pStyle w:val="Tabel-BrdtekstmedafstandptekstGaramond"/>
            </w:pPr>
          </w:p>
          <w:p w:rsidR="0077126A" w:rsidRDefault="0077126A" w:rsidP="00E24C92">
            <w:pPr>
              <w:pStyle w:val="Tabel-BrdtekstmedafstandptekstGaramond"/>
            </w:pPr>
          </w:p>
          <w:p w:rsidR="0077126A" w:rsidRDefault="0077126A" w:rsidP="00E24C92">
            <w:pPr>
              <w:pStyle w:val="Tabel-BrdtekstmedafstandptekstGaramond"/>
            </w:pPr>
          </w:p>
          <w:p w:rsidR="0077126A" w:rsidRDefault="0077126A" w:rsidP="00E24C92">
            <w:pPr>
              <w:pStyle w:val="Tabel-BrdtekstmedafstandptekstGaramond"/>
            </w:pPr>
          </w:p>
          <w:p w:rsidR="0077126A" w:rsidRDefault="0077126A" w:rsidP="00E24C92">
            <w:pPr>
              <w:pStyle w:val="Tabel-BrdtekstmedafstandptekstGaramond"/>
            </w:pPr>
          </w:p>
          <w:p w:rsidR="0077126A" w:rsidRDefault="0077126A" w:rsidP="00E24C92">
            <w:pPr>
              <w:pStyle w:val="Tabel-BrdtekstmedafstandptekstGaramond"/>
            </w:pPr>
          </w:p>
          <w:p w:rsidR="0077126A" w:rsidRDefault="0077126A" w:rsidP="00E24C92">
            <w:pPr>
              <w:pStyle w:val="Tabel-BrdtekstmedafstandptekstGaramond"/>
            </w:pPr>
          </w:p>
          <w:p w:rsidR="0077126A" w:rsidRDefault="0077126A" w:rsidP="00E24C92">
            <w:pPr>
              <w:pStyle w:val="Tabel-BrdtekstmedafstandptekstGaramond"/>
            </w:pPr>
          </w:p>
          <w:p w:rsidR="0022147A" w:rsidRDefault="0022147A" w:rsidP="00E24C92">
            <w:pPr>
              <w:pStyle w:val="Tabel-BrdtekstmedafstandptekstGaramond"/>
            </w:pPr>
          </w:p>
          <w:p w:rsidR="0022147A" w:rsidRDefault="0022147A" w:rsidP="00E24C92">
            <w:pPr>
              <w:pStyle w:val="Tabel-BrdtekstmedafstandptekstGaramond"/>
            </w:pPr>
          </w:p>
          <w:p w:rsidR="0077126A" w:rsidRDefault="0077126A" w:rsidP="008B166E">
            <w:pPr>
              <w:pStyle w:val="Tabel-BrdtekstmedafstandptekstGaramond"/>
              <w:ind w:left="0"/>
            </w:pPr>
          </w:p>
          <w:p w:rsidR="0077126A" w:rsidRPr="00B5346F" w:rsidRDefault="0077126A" w:rsidP="00E24C92">
            <w:pPr>
              <w:pStyle w:val="Tabel-BrdtekstmedafstandptekstGaramond"/>
            </w:pPr>
            <w:r>
              <w:t>Forslaget falder uden for ra</w:t>
            </w:r>
            <w:r>
              <w:t>m</w:t>
            </w:r>
            <w:r w:rsidR="007E2611">
              <w:t>mern</w:t>
            </w:r>
            <w:r w:rsidR="00F028E4">
              <w:t>e</w:t>
            </w:r>
            <w:r>
              <w:t xml:space="preserve"> af dette lovforslag. </w:t>
            </w:r>
          </w:p>
        </w:tc>
      </w:tr>
      <w:tr w:rsidR="00777D5B" w:rsidRPr="00B5346F" w:rsidTr="00465B41">
        <w:tc>
          <w:tcPr>
            <w:tcW w:w="1701" w:type="dxa"/>
            <w:tcBorders>
              <w:bottom w:val="single" w:sz="4" w:space="0" w:color="D1C5C3" w:themeColor="accent3"/>
            </w:tcBorders>
            <w:shd w:val="clear" w:color="auto" w:fill="FBF9F9"/>
          </w:tcPr>
          <w:p w:rsidR="00777D5B" w:rsidRDefault="00777D5B" w:rsidP="000B4D0B">
            <w:pPr>
              <w:pStyle w:val="Tabel-BrdtekstmedafstandptekstGaramond"/>
              <w:rPr>
                <w:i/>
              </w:rPr>
            </w:pPr>
            <w:r w:rsidRPr="00777D5B">
              <w:rPr>
                <w:i/>
              </w:rPr>
              <w:lastRenderedPageBreak/>
              <w:t>Det Økologiske Råd</w:t>
            </w:r>
          </w:p>
        </w:tc>
        <w:tc>
          <w:tcPr>
            <w:tcW w:w="142" w:type="dxa"/>
            <w:shd w:val="clear" w:color="auto" w:fill="FFFFFF" w:themeFill="background1"/>
          </w:tcPr>
          <w:p w:rsidR="00777D5B" w:rsidRPr="00B5346F" w:rsidRDefault="00777D5B" w:rsidP="000B4D0B"/>
        </w:tc>
        <w:tc>
          <w:tcPr>
            <w:tcW w:w="4517" w:type="dxa"/>
            <w:tcBorders>
              <w:bottom w:val="single" w:sz="4" w:space="0" w:color="D1C5C3" w:themeColor="accent3"/>
            </w:tcBorders>
            <w:shd w:val="clear" w:color="auto" w:fill="FBF9F9"/>
          </w:tcPr>
          <w:p w:rsidR="00777D5B" w:rsidRDefault="00777D5B" w:rsidP="00777D5B">
            <w:pPr>
              <w:pStyle w:val="Tabel-BrdtekstmedafstandptekstGaramond"/>
            </w:pPr>
            <w:r>
              <w:t>Det Økologiske Råd ser flere af de foreslåede lovændringer som væsentlige svækkelser af kl</w:t>
            </w:r>
            <w:r>
              <w:t>i</w:t>
            </w:r>
            <w:r>
              <w:t>ma- og miljøpolitikken, bl.a. sænkning af e</w:t>
            </w:r>
            <w:r>
              <w:t>l</w:t>
            </w:r>
            <w:r>
              <w:t>varmeafgift, fjernelse af forsyningssikkerhed</w:t>
            </w:r>
            <w:r>
              <w:t>s</w:t>
            </w:r>
            <w:r>
              <w:t>afgiften og den generelle, ikke-målrettede le</w:t>
            </w:r>
            <w:r>
              <w:t>m</w:t>
            </w:r>
            <w:r>
              <w:t xml:space="preserve">pelse af PSO. </w:t>
            </w:r>
          </w:p>
          <w:p w:rsidR="00777D5B" w:rsidRDefault="00777D5B" w:rsidP="00777D5B">
            <w:pPr>
              <w:pStyle w:val="Tabel-BrdtekstmedafstandptekstGaramond"/>
            </w:pPr>
          </w:p>
          <w:p w:rsidR="00777D5B" w:rsidRDefault="00777D5B" w:rsidP="00777D5B">
            <w:pPr>
              <w:pStyle w:val="Tabel-BrdtekstmedafstandptekstGaramond"/>
            </w:pPr>
            <w:r>
              <w:t>Det drejer sig om fjernelse af afgift på fo</w:t>
            </w:r>
            <w:r>
              <w:t>r</w:t>
            </w:r>
            <w:r>
              <w:t xml:space="preserve">brænding af husdyrgødning og fiberfraktion. Der har hidtil været økonomiske incitamenter til at fremme udnyttelse af husdyrgødning i biogasanlæg, som giver en dobbelt </w:t>
            </w:r>
            <w:proofErr w:type="spellStart"/>
            <w:r>
              <w:t>klimagasr</w:t>
            </w:r>
            <w:r>
              <w:t>e</w:t>
            </w:r>
            <w:r>
              <w:t>duktion</w:t>
            </w:r>
            <w:proofErr w:type="spellEnd"/>
            <w:r>
              <w:t xml:space="preserve"> via reduktion af metan- og lattergas-fordampning samt substitution af fossile brændsler. Fiberfraktioner fra separerede afga</w:t>
            </w:r>
            <w:r>
              <w:t>s</w:t>
            </w:r>
            <w:r>
              <w:t>sede fibre har været pålagt affaldsvarmeafgift, hvorimod direkte afbrænding af husdyrgødning har været pålagt fuld energiafgift (affaldsvarm</w:t>
            </w:r>
            <w:r>
              <w:t>e</w:t>
            </w:r>
            <w:r>
              <w:t xml:space="preserve">afgift og tillægsafgift). Dette lovforslag fjerner </w:t>
            </w:r>
            <w:r w:rsidR="00131F69">
              <w:t xml:space="preserve">incitamentet til afgasning af husdyrgødning. </w:t>
            </w:r>
          </w:p>
          <w:p w:rsidR="00777D5B" w:rsidRDefault="00777D5B" w:rsidP="00777D5B">
            <w:pPr>
              <w:pStyle w:val="Tabel-BrdtekstmedafstandptekstGaramond"/>
            </w:pPr>
          </w:p>
          <w:p w:rsidR="00777D5B" w:rsidRDefault="00777D5B" w:rsidP="00777D5B">
            <w:pPr>
              <w:pStyle w:val="Tabel-BrdtekstmedafstandptekstGaramond"/>
            </w:pPr>
            <w:r>
              <w:t>Lovforslaget vil således hæmme såvel impl</w:t>
            </w:r>
            <w:r>
              <w:t>e</w:t>
            </w:r>
            <w:r>
              <w:t>menteringen af biogasmålsætningen i Energia</w:t>
            </w:r>
            <w:r>
              <w:t>f</w:t>
            </w:r>
            <w:r>
              <w:t>talen fra 2012, som gennemførelse af regeri</w:t>
            </w:r>
            <w:r>
              <w:t>n</w:t>
            </w:r>
            <w:r>
              <w:t xml:space="preserve">gens ressourcestrategi fra oktober 2013, som satser på at organisk husholdningsaffald skal til </w:t>
            </w:r>
            <w:r>
              <w:lastRenderedPageBreak/>
              <w:t>biogasanlæg, oftest sammen med husdyrgø</w:t>
            </w:r>
            <w:r>
              <w:t>d</w:t>
            </w:r>
            <w:r>
              <w:t>ning.</w:t>
            </w:r>
          </w:p>
        </w:tc>
        <w:tc>
          <w:tcPr>
            <w:tcW w:w="115" w:type="dxa"/>
            <w:shd w:val="clear" w:color="auto" w:fill="FFFFFF" w:themeFill="background1"/>
          </w:tcPr>
          <w:p w:rsidR="00777D5B" w:rsidRPr="00B5346F" w:rsidRDefault="00777D5B" w:rsidP="000B4D0B"/>
        </w:tc>
        <w:tc>
          <w:tcPr>
            <w:tcW w:w="3164" w:type="dxa"/>
            <w:tcBorders>
              <w:bottom w:val="single" w:sz="4" w:space="0" w:color="14143C" w:themeColor="accent1"/>
            </w:tcBorders>
            <w:shd w:val="clear" w:color="auto" w:fill="D2CED8"/>
          </w:tcPr>
          <w:p w:rsidR="00777D5B" w:rsidRDefault="00777D5B" w:rsidP="000B4D0B">
            <w:pPr>
              <w:pStyle w:val="Tabel-BrdtekstmedafstandptekstGaramond"/>
            </w:pPr>
          </w:p>
          <w:p w:rsidR="00437B0C" w:rsidRDefault="00437B0C" w:rsidP="000B4D0B">
            <w:pPr>
              <w:pStyle w:val="Tabel-BrdtekstmedafstandptekstGaramond"/>
            </w:pPr>
          </w:p>
          <w:p w:rsidR="00437B0C" w:rsidRDefault="00437B0C" w:rsidP="000B4D0B">
            <w:pPr>
              <w:pStyle w:val="Tabel-BrdtekstmedafstandptekstGaramond"/>
            </w:pPr>
          </w:p>
          <w:p w:rsidR="00437B0C" w:rsidRDefault="00437B0C" w:rsidP="000B4D0B">
            <w:pPr>
              <w:pStyle w:val="Tabel-BrdtekstmedafstandptekstGaramond"/>
            </w:pPr>
          </w:p>
          <w:p w:rsidR="00437B0C" w:rsidRDefault="00437B0C" w:rsidP="000B4D0B">
            <w:pPr>
              <w:pStyle w:val="Tabel-BrdtekstmedafstandptekstGaramond"/>
            </w:pPr>
          </w:p>
          <w:p w:rsidR="00437B0C" w:rsidRDefault="00437B0C" w:rsidP="000B4D0B">
            <w:pPr>
              <w:pStyle w:val="Tabel-BrdtekstmedafstandptekstGaramond"/>
            </w:pPr>
          </w:p>
          <w:p w:rsidR="00437B0C" w:rsidRDefault="00437B0C" w:rsidP="000B4D0B">
            <w:pPr>
              <w:pStyle w:val="Tabel-BrdtekstmedafstandptekstGaramond"/>
            </w:pPr>
          </w:p>
          <w:p w:rsidR="00437B0C" w:rsidRDefault="00B04BDB" w:rsidP="000B4D0B">
            <w:pPr>
              <w:pStyle w:val="Tabel-BrdtekstmedafstandptekstGaramond"/>
            </w:pPr>
            <w:r>
              <w:t>Der henvises til</w:t>
            </w:r>
            <w:r w:rsidR="00437B0C">
              <w:t xml:space="preserve"> kommentar</w:t>
            </w:r>
            <w:r>
              <w:t>en</w:t>
            </w:r>
            <w:r w:rsidR="00C41BDA">
              <w:t xml:space="preserve"> til Affald- og R</w:t>
            </w:r>
            <w:r w:rsidR="00437B0C">
              <w:t>essourceind</w:t>
            </w:r>
            <w:r w:rsidR="00437B0C">
              <w:t>u</w:t>
            </w:r>
            <w:r w:rsidR="00237FF6">
              <w:t xml:space="preserve">strien samt til kommentaren til </w:t>
            </w:r>
          </w:p>
          <w:p w:rsidR="00437B0C" w:rsidRPr="00B5346F" w:rsidRDefault="00237FF6" w:rsidP="000B4D0B">
            <w:pPr>
              <w:pStyle w:val="Tabel-BrdtekstmedafstandptekstGaramond"/>
            </w:pPr>
            <w:r>
              <w:t>Brancheforening for Biogas.</w:t>
            </w:r>
          </w:p>
        </w:tc>
      </w:tr>
      <w:tr w:rsidR="00474E2F" w:rsidRPr="00B5346F" w:rsidTr="00465B41">
        <w:tc>
          <w:tcPr>
            <w:tcW w:w="1701" w:type="dxa"/>
            <w:tcBorders>
              <w:top w:val="single" w:sz="4" w:space="0" w:color="D1C5C3" w:themeColor="accent3"/>
              <w:bottom w:val="single" w:sz="4" w:space="0" w:color="D1C5C3" w:themeColor="accent3"/>
            </w:tcBorders>
            <w:shd w:val="clear" w:color="auto" w:fill="FBF9F9"/>
          </w:tcPr>
          <w:p w:rsidR="00815F28" w:rsidRPr="00600E3E" w:rsidRDefault="00D222F5" w:rsidP="000B4D0B">
            <w:pPr>
              <w:pStyle w:val="Tabel-BrdtekstmedafstandptekstGaramond"/>
              <w:rPr>
                <w:i/>
              </w:rPr>
            </w:pPr>
            <w:r>
              <w:rPr>
                <w:i/>
              </w:rPr>
              <w:lastRenderedPageBreak/>
              <w:t>DI</w:t>
            </w:r>
          </w:p>
        </w:tc>
        <w:tc>
          <w:tcPr>
            <w:tcW w:w="142" w:type="dxa"/>
            <w:shd w:val="clear" w:color="auto" w:fill="FFFFFF" w:themeFill="background1"/>
          </w:tcPr>
          <w:p w:rsidR="00815F28" w:rsidRPr="00B5346F" w:rsidRDefault="00815F28" w:rsidP="000B4D0B"/>
        </w:tc>
        <w:tc>
          <w:tcPr>
            <w:tcW w:w="4517" w:type="dxa"/>
            <w:tcBorders>
              <w:top w:val="single" w:sz="4" w:space="0" w:color="D1C5C3" w:themeColor="accent3"/>
              <w:bottom w:val="single" w:sz="4" w:space="0" w:color="D1C5C3" w:themeColor="accent3"/>
            </w:tcBorders>
            <w:shd w:val="clear" w:color="auto" w:fill="FBF9F9"/>
          </w:tcPr>
          <w:p w:rsidR="000F3EDE" w:rsidRDefault="00D222F5" w:rsidP="000F3EDE">
            <w:pPr>
              <w:pStyle w:val="Tabel-BrdtekstmedafstandptekstGaramond"/>
            </w:pPr>
            <w:r>
              <w:t>DI bemærker, at visse VE-produkter uden for energibeskatningsdirektivet, herunder VE-affald og husdyrgødning, fremover vil blive fr</w:t>
            </w:r>
            <w:r>
              <w:t>i</w:t>
            </w:r>
            <w:r>
              <w:t>taget for almindelig energiafgift; mens andre energiprodukter, herunder bioolier, pålægges energiafgift, idet disse falder ind under energ</w:t>
            </w:r>
            <w:r>
              <w:t>i</w:t>
            </w:r>
            <w:r>
              <w:t xml:space="preserve">beskatningsdirektivet. </w:t>
            </w:r>
          </w:p>
          <w:p w:rsidR="000F3EDE" w:rsidRDefault="000F3EDE" w:rsidP="000F3EDE">
            <w:pPr>
              <w:pStyle w:val="Tabel-BrdtekstmedafstandptekstGaramond"/>
            </w:pPr>
          </w:p>
          <w:p w:rsidR="00D222F5" w:rsidRDefault="00D222F5" w:rsidP="00D222F5">
            <w:pPr>
              <w:pStyle w:val="Tabel-BrdtekstmedafstandptekstGaramond"/>
            </w:pPr>
            <w:r>
              <w:t xml:space="preserve">DI noterer sig, at </w:t>
            </w:r>
            <w:proofErr w:type="spellStart"/>
            <w:r>
              <w:t>omklassificeringen</w:t>
            </w:r>
            <w:proofErr w:type="spellEnd"/>
            <w:r>
              <w:t xml:space="preserve"> sker af hensyn til EU-reglerne, dvs. energibeskatnings-direktivet og statsstøttereglerne. DI bemærker dog, at energibeskatningsdirektivet (artikel 16) under visse omstændigheder giver mulighed for at differentiere satsen for bioolier. DI vil o</w:t>
            </w:r>
            <w:r>
              <w:t>p</w:t>
            </w:r>
            <w:r>
              <w:t>fordre Skatteministeriet til at afdække denne mulighed.</w:t>
            </w:r>
          </w:p>
          <w:p w:rsidR="002E3F69" w:rsidRDefault="002E3F69" w:rsidP="00D222F5">
            <w:pPr>
              <w:pStyle w:val="Tabel-BrdtekstmedafstandptekstGaramond"/>
            </w:pPr>
          </w:p>
          <w:p w:rsidR="00D222F5" w:rsidRDefault="00D222F5" w:rsidP="00D222F5">
            <w:pPr>
              <w:pStyle w:val="Tabel-BrdtekstmedafstandptekstGaramond"/>
            </w:pPr>
            <w:r>
              <w:t>DI finder det positivt, at Skatteministeriet i forhold til lovforslaget fra efteråret 2013 – der implementerede den nu annullerede fors</w:t>
            </w:r>
            <w:r>
              <w:t>y</w:t>
            </w:r>
            <w:r>
              <w:t xml:space="preserve">ningssikkerhedsafgift, og som også indeholdt omtalte </w:t>
            </w:r>
            <w:proofErr w:type="spellStart"/>
            <w:r>
              <w:t>omklassificering</w:t>
            </w:r>
            <w:proofErr w:type="spellEnd"/>
            <w:r>
              <w:t xml:space="preserve"> – med nærværende lovforslag har specificeret, at det fossile in</w:t>
            </w:r>
            <w:r>
              <w:t>d</w:t>
            </w:r>
            <w:r>
              <w:t xml:space="preserve">hold af VE-affald skal være nul procent. </w:t>
            </w:r>
          </w:p>
          <w:p w:rsidR="00D222F5" w:rsidRDefault="00D222F5" w:rsidP="00D222F5">
            <w:pPr>
              <w:pStyle w:val="Tabel-BrdtekstmedafstandptekstGaramond"/>
            </w:pPr>
          </w:p>
          <w:p w:rsidR="00D222F5" w:rsidRDefault="00D222F5" w:rsidP="00D222F5">
            <w:pPr>
              <w:pStyle w:val="Tabel-BrdtekstmedafstandptekstGaramond"/>
            </w:pPr>
            <w:r>
              <w:t>Desuagtet kan de foreslåede ændringer få store konsekvenser for genanvendelse af affald i Danmark – og dermed for en række virkso</w:t>
            </w:r>
            <w:r>
              <w:t>m</w:t>
            </w:r>
            <w:r>
              <w:t>heder, der har specialiseret sig inden for hån</w:t>
            </w:r>
            <w:r>
              <w:t>d</w:t>
            </w:r>
            <w:r>
              <w:t>tering og genanvendelse af affald.</w:t>
            </w:r>
          </w:p>
          <w:p w:rsidR="00D222F5" w:rsidRDefault="00D222F5" w:rsidP="00D222F5">
            <w:pPr>
              <w:pStyle w:val="Tabel-BrdtekstmedafstandptekstGaramond"/>
            </w:pPr>
          </w:p>
          <w:p w:rsidR="00D222F5" w:rsidRDefault="00D222F5" w:rsidP="00D222F5">
            <w:pPr>
              <w:pStyle w:val="Tabel-BrdtekstmedafstandptekstGaramond"/>
            </w:pPr>
            <w:r>
              <w:t>De nuværende regler på affaldsområdet fas</w:t>
            </w:r>
            <w:r>
              <w:t>t</w:t>
            </w:r>
            <w:r>
              <w:t>slår, at affald, der kan genanvendes, skal gena</w:t>
            </w:r>
            <w:r>
              <w:t>n</w:t>
            </w:r>
            <w:r>
              <w:t>vendes. Gennem de seneste to årtier har denne politik været understøttet af afgiftspolitikken, som har tilskyndet til genanvendelse, hvis dette var muligt. Ophæves dette virkemiddel, må e</w:t>
            </w:r>
            <w:r>
              <w:t>f</w:t>
            </w:r>
            <w:r>
              <w:t>fekterne vurderes nøje; og der skal foretages de nødvendige tiltag, således at tilskyndelse til genanvendelse bevares. Hvis hensynet til EU-</w:t>
            </w:r>
            <w:r>
              <w:lastRenderedPageBreak/>
              <w:t>reglerne forhindrer, at dette kan ske inden for rammerne af afgiftssystemet, må en løsning findes i miljøreguleringen. Umiddelbart skal DI pege på, at reglerne kan udformes mere entyd</w:t>
            </w:r>
            <w:r>
              <w:t>i</w:t>
            </w:r>
            <w:r>
              <w:t>ge, ligesom fokus på tilsyn og håndhævelse må skærpes, når den økonomiske tilskyndelse til genanvendelse svækkes.</w:t>
            </w:r>
          </w:p>
          <w:p w:rsidR="00D222F5" w:rsidRDefault="00D222F5" w:rsidP="00CA5316">
            <w:pPr>
              <w:pStyle w:val="Tabel-BrdtekstmedafstandptekstGaramond"/>
              <w:ind w:left="0"/>
            </w:pPr>
          </w:p>
          <w:p w:rsidR="00815F28" w:rsidRPr="00B5346F" w:rsidRDefault="00D222F5" w:rsidP="00D222F5">
            <w:pPr>
              <w:pStyle w:val="Tabel-BrdtekstmedafstandptekstGaramond"/>
            </w:pPr>
            <w:r w:rsidRPr="0077126A">
              <w:t>I forhold til den påtænkte afgiftsforhøjelse af stykafgiften på cigarillos, cerutter og cigarer m.v. deler DI den bekymring, som Tobaksi</w:t>
            </w:r>
            <w:r w:rsidRPr="0077126A">
              <w:t>n</w:t>
            </w:r>
            <w:r w:rsidRPr="0077126A">
              <w:t>dustrien giver udtryk for i sit høringssvar af 10. september 2014. DI skal derfor anbefale, at a</w:t>
            </w:r>
            <w:r w:rsidRPr="0077126A">
              <w:t>f</w:t>
            </w:r>
            <w:r w:rsidRPr="0077126A">
              <w:t>giftsforhøjelsen gennemføres trinvis og ikke på én gang, så risikoen for markedsuro og øget grænsehandel reduceres.</w:t>
            </w:r>
          </w:p>
        </w:tc>
        <w:tc>
          <w:tcPr>
            <w:tcW w:w="115" w:type="dxa"/>
            <w:shd w:val="clear" w:color="auto" w:fill="FFFFFF" w:themeFill="background1"/>
          </w:tcPr>
          <w:p w:rsidR="00815F28" w:rsidRPr="00B5346F" w:rsidRDefault="00815F28" w:rsidP="000B4D0B"/>
        </w:tc>
        <w:tc>
          <w:tcPr>
            <w:tcW w:w="3164" w:type="dxa"/>
            <w:tcBorders>
              <w:top w:val="single" w:sz="4" w:space="0" w:color="14143C" w:themeColor="accent1"/>
              <w:bottom w:val="single" w:sz="4" w:space="0" w:color="14143C" w:themeColor="accent1"/>
            </w:tcBorders>
            <w:shd w:val="clear" w:color="auto" w:fill="D2CED8"/>
          </w:tcPr>
          <w:p w:rsidR="00815F28" w:rsidRDefault="00815F28" w:rsidP="000B4D0B">
            <w:pPr>
              <w:pStyle w:val="Tabel-BrdtekstmedafstandptekstGaramond"/>
            </w:pPr>
          </w:p>
          <w:p w:rsidR="00563823" w:rsidRDefault="00563823" w:rsidP="000B4D0B">
            <w:pPr>
              <w:pStyle w:val="Tabel-BrdtekstmedafstandptekstGaramond"/>
            </w:pPr>
          </w:p>
          <w:p w:rsidR="00563823" w:rsidRDefault="00563823" w:rsidP="000B4D0B">
            <w:pPr>
              <w:pStyle w:val="Tabel-BrdtekstmedafstandptekstGaramond"/>
            </w:pPr>
          </w:p>
          <w:p w:rsidR="00563823" w:rsidRDefault="00563823" w:rsidP="000B4D0B">
            <w:pPr>
              <w:pStyle w:val="Tabel-BrdtekstmedafstandptekstGaramond"/>
            </w:pPr>
          </w:p>
          <w:p w:rsidR="00563823" w:rsidRDefault="00563823" w:rsidP="000B4D0B">
            <w:pPr>
              <w:pStyle w:val="Tabel-BrdtekstmedafstandptekstGaramond"/>
            </w:pPr>
          </w:p>
          <w:p w:rsidR="00563823" w:rsidRDefault="00563823" w:rsidP="000B4D0B">
            <w:pPr>
              <w:pStyle w:val="Tabel-BrdtekstmedafstandptekstGaramond"/>
            </w:pPr>
          </w:p>
          <w:p w:rsidR="00563823" w:rsidRDefault="00563823" w:rsidP="000B4D0B">
            <w:pPr>
              <w:pStyle w:val="Tabel-BrdtekstmedafstandptekstGaramond"/>
            </w:pPr>
          </w:p>
          <w:p w:rsidR="00563823" w:rsidRDefault="00563823" w:rsidP="000B4D0B">
            <w:pPr>
              <w:pStyle w:val="Tabel-BrdtekstmedafstandptekstGaramond"/>
            </w:pPr>
          </w:p>
          <w:p w:rsidR="00563823" w:rsidRPr="00E73817" w:rsidRDefault="00563823" w:rsidP="00E73817">
            <w:pPr>
              <w:pStyle w:val="Tabel-BrdtekstmedafstandptekstGaramond"/>
            </w:pPr>
            <w:r w:rsidRPr="00E73817">
              <w:t xml:space="preserve">Der henvises til kommentaren til </w:t>
            </w:r>
            <w:r w:rsidR="003B5118" w:rsidRPr="00E73817">
              <w:t>Landbrug og Fødevarer</w:t>
            </w:r>
            <w:r w:rsidRPr="00E73817">
              <w:t>.</w:t>
            </w:r>
          </w:p>
          <w:p w:rsidR="00563823" w:rsidRDefault="00563823" w:rsidP="000B4D0B">
            <w:pPr>
              <w:pStyle w:val="Tabel-BrdtekstmedafstandptekstGaramond"/>
            </w:pPr>
          </w:p>
          <w:p w:rsidR="00563823" w:rsidRDefault="00563823" w:rsidP="000B4D0B">
            <w:pPr>
              <w:pStyle w:val="Tabel-BrdtekstmedafstandptekstGaramond"/>
            </w:pPr>
          </w:p>
          <w:p w:rsidR="00563823" w:rsidRDefault="00563823" w:rsidP="000B4D0B">
            <w:pPr>
              <w:pStyle w:val="Tabel-BrdtekstmedafstandptekstGaramond"/>
            </w:pPr>
          </w:p>
          <w:p w:rsidR="00563823" w:rsidRDefault="00563823" w:rsidP="000B4D0B">
            <w:pPr>
              <w:pStyle w:val="Tabel-BrdtekstmedafstandptekstGaramond"/>
            </w:pPr>
          </w:p>
          <w:p w:rsidR="00563823" w:rsidRDefault="00563823" w:rsidP="000B4D0B">
            <w:pPr>
              <w:pStyle w:val="Tabel-BrdtekstmedafstandptekstGaramond"/>
            </w:pPr>
          </w:p>
          <w:p w:rsidR="00563823" w:rsidRDefault="00563823" w:rsidP="000B4D0B">
            <w:pPr>
              <w:pStyle w:val="Tabel-BrdtekstmedafstandptekstGaramond"/>
            </w:pPr>
          </w:p>
          <w:p w:rsidR="00563823" w:rsidRDefault="00563823" w:rsidP="000B4D0B">
            <w:pPr>
              <w:pStyle w:val="Tabel-BrdtekstmedafstandptekstGaramond"/>
            </w:pPr>
          </w:p>
          <w:p w:rsidR="00563823" w:rsidRDefault="00563823" w:rsidP="000B4D0B">
            <w:pPr>
              <w:pStyle w:val="Tabel-BrdtekstmedafstandptekstGaramond"/>
            </w:pPr>
          </w:p>
          <w:p w:rsidR="00563823" w:rsidRDefault="00563823" w:rsidP="000B4D0B">
            <w:pPr>
              <w:pStyle w:val="Tabel-BrdtekstmedafstandptekstGaramond"/>
            </w:pPr>
          </w:p>
          <w:p w:rsidR="00563823" w:rsidRDefault="00563823" w:rsidP="000B4D0B">
            <w:pPr>
              <w:pStyle w:val="Tabel-BrdtekstmedafstandptekstGaramond"/>
            </w:pPr>
          </w:p>
          <w:p w:rsidR="00563823" w:rsidRDefault="00563823" w:rsidP="000B4D0B">
            <w:pPr>
              <w:pStyle w:val="Tabel-BrdtekstmedafstandptekstGaramond"/>
            </w:pPr>
          </w:p>
          <w:p w:rsidR="00563823" w:rsidRDefault="00563823" w:rsidP="000B4D0B">
            <w:pPr>
              <w:pStyle w:val="Tabel-BrdtekstmedafstandptekstGaramond"/>
            </w:pPr>
          </w:p>
          <w:p w:rsidR="00563823" w:rsidRDefault="00563823" w:rsidP="000B4D0B">
            <w:pPr>
              <w:pStyle w:val="Tabel-BrdtekstmedafstandptekstGaramond"/>
            </w:pPr>
          </w:p>
          <w:p w:rsidR="00563823" w:rsidRDefault="00563823" w:rsidP="00563823">
            <w:pPr>
              <w:pStyle w:val="Tabel-BrdtekstmedafstandptekstGaramond"/>
              <w:ind w:left="0"/>
            </w:pPr>
          </w:p>
          <w:p w:rsidR="00CF03BE" w:rsidRDefault="00CF03BE" w:rsidP="000B4D0B">
            <w:pPr>
              <w:pStyle w:val="Tabel-BrdtekstmedafstandptekstGaramond"/>
            </w:pPr>
          </w:p>
          <w:p w:rsidR="00563823" w:rsidRDefault="00563823" w:rsidP="00563823">
            <w:pPr>
              <w:pStyle w:val="Tabel-BrdtekstmedafstandptekstGaramond"/>
            </w:pPr>
            <w:r>
              <w:t>Der henvises til kommentaren til Affald- og Ressourceind</w:t>
            </w:r>
            <w:r>
              <w:t>u</w:t>
            </w:r>
            <w:r>
              <w:t xml:space="preserve">strien. </w:t>
            </w:r>
          </w:p>
          <w:p w:rsidR="00CF03BE" w:rsidRDefault="00CF03BE" w:rsidP="000B4D0B">
            <w:pPr>
              <w:pStyle w:val="Tabel-BrdtekstmedafstandptekstGaramond"/>
            </w:pPr>
          </w:p>
          <w:p w:rsidR="00CF03BE" w:rsidRDefault="00CF03BE" w:rsidP="000B4D0B">
            <w:pPr>
              <w:pStyle w:val="Tabel-BrdtekstmedafstandptekstGaramond"/>
            </w:pPr>
          </w:p>
          <w:p w:rsidR="00CF03BE" w:rsidRDefault="00CF03BE" w:rsidP="000B4D0B">
            <w:pPr>
              <w:pStyle w:val="Tabel-BrdtekstmedafstandptekstGaramond"/>
            </w:pPr>
          </w:p>
          <w:p w:rsidR="00CF03BE" w:rsidRDefault="00CF03BE" w:rsidP="000B4D0B">
            <w:pPr>
              <w:pStyle w:val="Tabel-BrdtekstmedafstandptekstGaramond"/>
            </w:pPr>
          </w:p>
          <w:p w:rsidR="00CF03BE" w:rsidRDefault="00CF03BE" w:rsidP="000B4D0B">
            <w:pPr>
              <w:pStyle w:val="Tabel-BrdtekstmedafstandptekstGaramond"/>
            </w:pPr>
          </w:p>
          <w:p w:rsidR="00CF03BE" w:rsidRDefault="00CF03BE" w:rsidP="000B4D0B">
            <w:pPr>
              <w:pStyle w:val="Tabel-BrdtekstmedafstandptekstGaramond"/>
            </w:pPr>
          </w:p>
          <w:p w:rsidR="00CF03BE" w:rsidRDefault="00CF03BE" w:rsidP="000B4D0B">
            <w:pPr>
              <w:pStyle w:val="Tabel-BrdtekstmedafstandptekstGaramond"/>
            </w:pPr>
          </w:p>
          <w:p w:rsidR="00CF03BE" w:rsidRDefault="00CF03BE" w:rsidP="000B4D0B">
            <w:pPr>
              <w:pStyle w:val="Tabel-BrdtekstmedafstandptekstGaramond"/>
            </w:pPr>
          </w:p>
          <w:p w:rsidR="00CF03BE" w:rsidRDefault="00CF03BE" w:rsidP="000B4D0B">
            <w:pPr>
              <w:pStyle w:val="Tabel-BrdtekstmedafstandptekstGaramond"/>
            </w:pPr>
          </w:p>
          <w:p w:rsidR="00CF03BE" w:rsidRDefault="00CF03BE" w:rsidP="000B4D0B">
            <w:pPr>
              <w:pStyle w:val="Tabel-BrdtekstmedafstandptekstGaramond"/>
            </w:pPr>
          </w:p>
          <w:p w:rsidR="00CF03BE" w:rsidRDefault="00CF03BE" w:rsidP="000B4D0B">
            <w:pPr>
              <w:pStyle w:val="Tabel-BrdtekstmedafstandptekstGaramond"/>
            </w:pPr>
          </w:p>
          <w:p w:rsidR="00CF03BE" w:rsidRDefault="00CF03BE" w:rsidP="000B4D0B">
            <w:pPr>
              <w:pStyle w:val="Tabel-BrdtekstmedafstandptekstGaramond"/>
            </w:pPr>
          </w:p>
          <w:p w:rsidR="00CF03BE" w:rsidRDefault="00CF03BE" w:rsidP="000B4D0B">
            <w:pPr>
              <w:pStyle w:val="Tabel-BrdtekstmedafstandptekstGaramond"/>
            </w:pPr>
          </w:p>
          <w:p w:rsidR="00CF03BE" w:rsidRDefault="00CF03BE" w:rsidP="000B4D0B">
            <w:pPr>
              <w:pStyle w:val="Tabel-BrdtekstmedafstandptekstGaramond"/>
            </w:pPr>
          </w:p>
          <w:p w:rsidR="00CF03BE" w:rsidRDefault="00CF03BE" w:rsidP="000B4D0B">
            <w:pPr>
              <w:pStyle w:val="Tabel-BrdtekstmedafstandptekstGaramond"/>
            </w:pPr>
          </w:p>
          <w:p w:rsidR="00CF03BE" w:rsidRDefault="00CF03BE" w:rsidP="000B4D0B">
            <w:pPr>
              <w:pStyle w:val="Tabel-BrdtekstmedafstandptekstGaramond"/>
            </w:pPr>
          </w:p>
          <w:p w:rsidR="00CF03BE" w:rsidRDefault="00CF03BE" w:rsidP="000B4D0B">
            <w:pPr>
              <w:pStyle w:val="Tabel-BrdtekstmedafstandptekstGaramond"/>
            </w:pPr>
          </w:p>
          <w:p w:rsidR="00CF03BE" w:rsidRDefault="00CF03BE" w:rsidP="000B4D0B">
            <w:pPr>
              <w:pStyle w:val="Tabel-BrdtekstmedafstandptekstGaramond"/>
            </w:pPr>
          </w:p>
          <w:p w:rsidR="00CF03BE" w:rsidRDefault="00CF03BE" w:rsidP="000B4D0B">
            <w:pPr>
              <w:pStyle w:val="Tabel-BrdtekstmedafstandptekstGaramond"/>
            </w:pPr>
          </w:p>
          <w:p w:rsidR="00E73817" w:rsidRDefault="00E73817" w:rsidP="00CA5316">
            <w:pPr>
              <w:pStyle w:val="Tabel-BrdtekstmedafstandptekstGaramond"/>
              <w:ind w:left="0"/>
            </w:pPr>
          </w:p>
          <w:p w:rsidR="00CF03BE" w:rsidRDefault="00CF03BE" w:rsidP="00CF03BE">
            <w:pPr>
              <w:pStyle w:val="Tabel-BrdtekstmedafstandptekstGaramond"/>
            </w:pPr>
            <w:r w:rsidRPr="0077126A">
              <w:t>Der henvises til kommentare</w:t>
            </w:r>
            <w:r w:rsidRPr="0077126A">
              <w:t>r</w:t>
            </w:r>
            <w:r w:rsidR="006927F9">
              <w:t xml:space="preserve">ne til Tobaksindustrien. </w:t>
            </w:r>
          </w:p>
          <w:p w:rsidR="00CF03BE" w:rsidRPr="00B5346F" w:rsidRDefault="00CF03BE" w:rsidP="000B4D0B">
            <w:pPr>
              <w:pStyle w:val="Tabel-BrdtekstmedafstandptekstGaramond"/>
            </w:pPr>
          </w:p>
        </w:tc>
      </w:tr>
      <w:tr w:rsidR="00474E2F" w:rsidRPr="00B5346F" w:rsidTr="00465B41">
        <w:tc>
          <w:tcPr>
            <w:tcW w:w="1701" w:type="dxa"/>
            <w:tcBorders>
              <w:top w:val="single" w:sz="4" w:space="0" w:color="D1C5C3" w:themeColor="accent3"/>
              <w:bottom w:val="single" w:sz="4" w:space="0" w:color="D1C5C3" w:themeColor="accent3"/>
            </w:tcBorders>
            <w:shd w:val="clear" w:color="auto" w:fill="FBF9F9"/>
          </w:tcPr>
          <w:p w:rsidR="00815F28" w:rsidRPr="00600E3E" w:rsidRDefault="00FC3D06" w:rsidP="000B4D0B">
            <w:pPr>
              <w:pStyle w:val="Tabel-BrdtekstmedafstandptekstGaramond"/>
              <w:rPr>
                <w:i/>
              </w:rPr>
            </w:pPr>
            <w:r>
              <w:rPr>
                <w:i/>
              </w:rPr>
              <w:lastRenderedPageBreak/>
              <w:t>Dansk Metal</w:t>
            </w:r>
          </w:p>
        </w:tc>
        <w:tc>
          <w:tcPr>
            <w:tcW w:w="142" w:type="dxa"/>
            <w:shd w:val="clear" w:color="auto" w:fill="FFFFFF" w:themeFill="background1"/>
          </w:tcPr>
          <w:p w:rsidR="00815F28" w:rsidRPr="00B5346F" w:rsidRDefault="00815F28" w:rsidP="000B4D0B"/>
        </w:tc>
        <w:tc>
          <w:tcPr>
            <w:tcW w:w="4517" w:type="dxa"/>
            <w:tcBorders>
              <w:top w:val="single" w:sz="4" w:space="0" w:color="D1C5C3" w:themeColor="accent3"/>
              <w:bottom w:val="single" w:sz="4" w:space="0" w:color="D1C5C3" w:themeColor="accent3"/>
            </w:tcBorders>
            <w:shd w:val="clear" w:color="auto" w:fill="FBF9F9"/>
          </w:tcPr>
          <w:p w:rsidR="00815F28" w:rsidRDefault="00FC3D06" w:rsidP="000B4D0B">
            <w:pPr>
              <w:pStyle w:val="Tabel-BrdtekstmedafstandptekstGaramond"/>
            </w:pPr>
            <w:r>
              <w:t>Dansk Metal bakker op om forslaget, som i</w:t>
            </w:r>
            <w:r>
              <w:t>n</w:t>
            </w:r>
            <w:r>
              <w:t>debærer en lempelse af virksomhedernes o</w:t>
            </w:r>
            <w:r>
              <w:t>m</w:t>
            </w:r>
            <w:r>
              <w:t>kostninger til PSO. Dette vil bidrage til at sty</w:t>
            </w:r>
            <w:r>
              <w:t>r</w:t>
            </w:r>
            <w:r>
              <w:t>ke danske virksomheders konkurrencekraft og derigennem sikre højere beskæftigelse. Forsl</w:t>
            </w:r>
            <w:r>
              <w:t>a</w:t>
            </w:r>
            <w:r>
              <w:t>get er samtidig</w:t>
            </w:r>
            <w:r w:rsidR="00F80021">
              <w:t xml:space="preserve"> neutralt for husholdningerne m</w:t>
            </w:r>
            <w:r w:rsidR="004469D6">
              <w:t>.</w:t>
            </w:r>
            <w:r>
              <w:t>v.</w:t>
            </w:r>
          </w:p>
          <w:p w:rsidR="00FC3D06" w:rsidRDefault="00FC3D06" w:rsidP="000B4D0B">
            <w:pPr>
              <w:pStyle w:val="Tabel-BrdtekstmedafstandptekstGaramond"/>
            </w:pPr>
          </w:p>
          <w:p w:rsidR="00FC3D06" w:rsidRDefault="00FC3D06" w:rsidP="000B4D0B">
            <w:pPr>
              <w:pStyle w:val="Tabel-BrdtekstmedafstandptekstGaramond"/>
            </w:pPr>
            <w:r>
              <w:t>Dansk Metal bemærker, at forslaget er underf</w:t>
            </w:r>
            <w:r>
              <w:t>i</w:t>
            </w:r>
            <w:r>
              <w:t>nansieret, hvilket skyldtes, at de lavere afgifter er mere forvridende end de personskatter, der hæves. Forslaget giver derfor en samfundsøk</w:t>
            </w:r>
            <w:r>
              <w:t>o</w:t>
            </w:r>
            <w:r>
              <w:t>nomisk gevinst i forhold til, hvis forsyningssi</w:t>
            </w:r>
            <w:r>
              <w:t>k</w:t>
            </w:r>
            <w:r>
              <w:t xml:space="preserve">kerhedsafgiften var blevet gennemført. </w:t>
            </w:r>
          </w:p>
          <w:p w:rsidR="00FC3D06" w:rsidRDefault="00FC3D06" w:rsidP="000B4D0B">
            <w:pPr>
              <w:pStyle w:val="Tabel-BrdtekstmedafstandptekstGaramond"/>
            </w:pPr>
          </w:p>
          <w:p w:rsidR="00FC3D06" w:rsidRPr="00B5346F" w:rsidRDefault="00FC3D06" w:rsidP="000B4D0B">
            <w:pPr>
              <w:pStyle w:val="Tabel-BrdtekstmedafstandptekstGaramond"/>
            </w:pPr>
            <w:r>
              <w:t xml:space="preserve">Dansk Metal bifalder, at forslaget meget klart godtgør, at denne gevinst er jævnt fordelt over indkomstfordelingen. </w:t>
            </w:r>
          </w:p>
        </w:tc>
        <w:tc>
          <w:tcPr>
            <w:tcW w:w="115" w:type="dxa"/>
            <w:shd w:val="clear" w:color="auto" w:fill="FFFFFF" w:themeFill="background1"/>
          </w:tcPr>
          <w:p w:rsidR="00815F28" w:rsidRPr="00B5346F" w:rsidRDefault="00815F28" w:rsidP="000B4D0B"/>
        </w:tc>
        <w:tc>
          <w:tcPr>
            <w:tcW w:w="3164" w:type="dxa"/>
            <w:tcBorders>
              <w:top w:val="single" w:sz="4" w:space="0" w:color="14143C" w:themeColor="accent1"/>
              <w:bottom w:val="single" w:sz="4" w:space="0" w:color="14143C" w:themeColor="accent1"/>
            </w:tcBorders>
            <w:shd w:val="clear" w:color="auto" w:fill="D2CED8"/>
          </w:tcPr>
          <w:p w:rsidR="00815F28" w:rsidRPr="00B5346F" w:rsidRDefault="00815F28" w:rsidP="000B4D0B">
            <w:pPr>
              <w:pStyle w:val="Tabel-BrdtekstmedafstandptekstGaramond"/>
            </w:pPr>
          </w:p>
        </w:tc>
      </w:tr>
      <w:tr w:rsidR="00474E2F" w:rsidRPr="00B5346F" w:rsidTr="00465B41">
        <w:tc>
          <w:tcPr>
            <w:tcW w:w="1701" w:type="dxa"/>
            <w:tcBorders>
              <w:top w:val="single" w:sz="4" w:space="0" w:color="D1C5C3" w:themeColor="accent3"/>
              <w:bottom w:val="single" w:sz="4" w:space="0" w:color="D1C5C3" w:themeColor="accent3"/>
            </w:tcBorders>
            <w:shd w:val="clear" w:color="auto" w:fill="FBF9F9"/>
          </w:tcPr>
          <w:p w:rsidR="00815F28" w:rsidRPr="00600E3E" w:rsidRDefault="004D5CA1" w:rsidP="000B4D0B">
            <w:pPr>
              <w:pStyle w:val="Tabel-BrdtekstmedafstandptekstGaramond"/>
              <w:rPr>
                <w:i/>
              </w:rPr>
            </w:pPr>
            <w:r>
              <w:rPr>
                <w:i/>
              </w:rPr>
              <w:t>De samvirkende Købmænd (DSK)</w:t>
            </w:r>
          </w:p>
        </w:tc>
        <w:tc>
          <w:tcPr>
            <w:tcW w:w="142" w:type="dxa"/>
            <w:shd w:val="clear" w:color="auto" w:fill="FFFFFF" w:themeFill="background1"/>
          </w:tcPr>
          <w:p w:rsidR="00815F28" w:rsidRPr="00B5346F" w:rsidRDefault="00815F28" w:rsidP="000B4D0B"/>
        </w:tc>
        <w:tc>
          <w:tcPr>
            <w:tcW w:w="4517" w:type="dxa"/>
            <w:tcBorders>
              <w:top w:val="single" w:sz="4" w:space="0" w:color="D1C5C3" w:themeColor="accent3"/>
              <w:bottom w:val="single" w:sz="4" w:space="0" w:color="D1C5C3" w:themeColor="accent3"/>
            </w:tcBorders>
            <w:shd w:val="clear" w:color="auto" w:fill="FBF9F9"/>
          </w:tcPr>
          <w:p w:rsidR="004D5CA1" w:rsidRPr="0077126A" w:rsidRDefault="004D5CA1" w:rsidP="00D47357">
            <w:pPr>
              <w:pStyle w:val="Tabel-BrdtekstmedafstandptekstGaramond"/>
              <w:rPr>
                <w:rFonts w:cs="Times New Roman"/>
                <w:iCs/>
                <w:color w:val="000000"/>
              </w:rPr>
            </w:pPr>
            <w:r w:rsidRPr="0077126A">
              <w:t>DSK kvitterer for, at der ikke indføres en afgift på brænde. Det ville have medført store adm</w:t>
            </w:r>
            <w:r w:rsidRPr="0077126A">
              <w:t>i</w:t>
            </w:r>
            <w:r w:rsidRPr="0077126A">
              <w:t>nistrative byrder og en ikke ubetydelig græns</w:t>
            </w:r>
            <w:r w:rsidRPr="0077126A">
              <w:t>e</w:t>
            </w:r>
            <w:r w:rsidRPr="0077126A">
              <w:t xml:space="preserve">handel med træ til brænde mv. Det er derfor glædeligt, at forslaget ikke indføres. </w:t>
            </w:r>
            <w:r w:rsidRPr="0077126A">
              <w:rPr>
                <w:rFonts w:cs="Times New Roman"/>
                <w:iCs/>
                <w:color w:val="000000"/>
              </w:rPr>
              <w:t>DSK u</w:t>
            </w:r>
            <w:r w:rsidRPr="0077126A">
              <w:rPr>
                <w:rFonts w:cs="Times New Roman"/>
                <w:iCs/>
                <w:color w:val="000000"/>
              </w:rPr>
              <w:t>d</w:t>
            </w:r>
            <w:r w:rsidRPr="0077126A">
              <w:rPr>
                <w:rFonts w:cs="Times New Roman"/>
                <w:iCs/>
                <w:color w:val="000000"/>
              </w:rPr>
              <w:t>trykker bekymring for de foreslåede afgiftsfo</w:t>
            </w:r>
            <w:r w:rsidRPr="0077126A">
              <w:rPr>
                <w:rFonts w:cs="Times New Roman"/>
                <w:iCs/>
                <w:color w:val="000000"/>
              </w:rPr>
              <w:t>r</w:t>
            </w:r>
            <w:r w:rsidRPr="0077126A">
              <w:rPr>
                <w:rFonts w:cs="Times New Roman"/>
                <w:iCs/>
                <w:color w:val="000000"/>
              </w:rPr>
              <w:lastRenderedPageBreak/>
              <w:t xml:space="preserve">højelser på cigarillos, cerutter og cigarer. </w:t>
            </w:r>
          </w:p>
          <w:p w:rsidR="004D5CA1" w:rsidRPr="00F23F0E" w:rsidRDefault="004D5CA1" w:rsidP="004D5CA1">
            <w:pPr>
              <w:pStyle w:val="Tabel-BrdtekstmedafstandptekstGaramond"/>
              <w:rPr>
                <w:rFonts w:cs="Times New Roman"/>
                <w:iCs/>
                <w:color w:val="000000"/>
                <w:highlight w:val="yellow"/>
              </w:rPr>
            </w:pPr>
          </w:p>
          <w:p w:rsidR="004D5CA1" w:rsidRPr="0077126A" w:rsidRDefault="004D5CA1" w:rsidP="004D5CA1">
            <w:pPr>
              <w:pStyle w:val="Tabel-BrdtekstmedafstandptekstGaramond"/>
              <w:rPr>
                <w:rFonts w:cs="Times New Roman"/>
                <w:iCs/>
                <w:color w:val="000000"/>
              </w:rPr>
            </w:pPr>
            <w:r w:rsidRPr="0077126A">
              <w:rPr>
                <w:rFonts w:cs="Times New Roman"/>
                <w:iCs/>
                <w:color w:val="000000"/>
              </w:rPr>
              <w:t>DSK anfører, at forslaget ud over at fordoble prisen på de billigste cigarillos også vil medføre usædvanlig store prisstigninger på andre typer cigarillos, som all</w:t>
            </w:r>
            <w:r w:rsidR="00135D6E">
              <w:rPr>
                <w:rFonts w:cs="Times New Roman"/>
                <w:iCs/>
                <w:color w:val="000000"/>
              </w:rPr>
              <w:t>e</w:t>
            </w:r>
            <w:r w:rsidRPr="0077126A">
              <w:rPr>
                <w:rFonts w:cs="Times New Roman"/>
                <w:iCs/>
                <w:color w:val="000000"/>
              </w:rPr>
              <w:t>rede i dag er væsentligt dyr</w:t>
            </w:r>
            <w:r w:rsidRPr="0077126A">
              <w:rPr>
                <w:rFonts w:cs="Times New Roman"/>
                <w:iCs/>
                <w:color w:val="000000"/>
              </w:rPr>
              <w:t>e</w:t>
            </w:r>
            <w:r w:rsidRPr="0077126A">
              <w:rPr>
                <w:rFonts w:cs="Times New Roman"/>
                <w:iCs/>
                <w:color w:val="000000"/>
              </w:rPr>
              <w:t xml:space="preserve">re end cigaretter. </w:t>
            </w:r>
          </w:p>
          <w:p w:rsidR="004D5CA1" w:rsidRPr="0077126A" w:rsidRDefault="004D5CA1" w:rsidP="004D5CA1">
            <w:pPr>
              <w:pStyle w:val="Tabel-BrdtekstmedafstandptekstGaramond"/>
              <w:rPr>
                <w:rFonts w:cs="Times New Roman"/>
                <w:iCs/>
                <w:color w:val="000000"/>
              </w:rPr>
            </w:pPr>
          </w:p>
          <w:p w:rsidR="004D5CA1" w:rsidRPr="0077126A" w:rsidRDefault="004D5CA1" w:rsidP="004D5CA1">
            <w:pPr>
              <w:pStyle w:val="Tabel-BrdtekstmedafstandptekstGaramond"/>
              <w:rPr>
                <w:rFonts w:cs="Times New Roman"/>
                <w:iCs/>
                <w:color w:val="000000"/>
              </w:rPr>
            </w:pPr>
            <w:r w:rsidRPr="0077126A">
              <w:rPr>
                <w:rFonts w:cs="Times New Roman"/>
                <w:iCs/>
                <w:color w:val="000000"/>
              </w:rPr>
              <w:t>DSK frygter, at provenuet til statskassen vil blive udhulet af øget græsehandel og forbrug</w:t>
            </w:r>
            <w:r w:rsidRPr="0077126A">
              <w:rPr>
                <w:rFonts w:cs="Times New Roman"/>
                <w:iCs/>
                <w:color w:val="000000"/>
              </w:rPr>
              <w:t>e</w:t>
            </w:r>
            <w:r w:rsidRPr="0077126A">
              <w:rPr>
                <w:rFonts w:cs="Times New Roman"/>
                <w:iCs/>
                <w:color w:val="000000"/>
              </w:rPr>
              <w:t xml:space="preserve">res overgang til e-cigaretter uden punktafgift. </w:t>
            </w:r>
          </w:p>
          <w:p w:rsidR="004D5CA1" w:rsidRPr="0077126A" w:rsidRDefault="004D5CA1" w:rsidP="004D5CA1">
            <w:pPr>
              <w:pStyle w:val="Tabel-BrdtekstmedafstandptekstGaramond"/>
              <w:rPr>
                <w:rFonts w:cs="Times New Roman"/>
                <w:iCs/>
                <w:color w:val="000000"/>
              </w:rPr>
            </w:pPr>
          </w:p>
          <w:p w:rsidR="00815F28" w:rsidRPr="00B5346F" w:rsidRDefault="004D5CA1" w:rsidP="004D5CA1">
            <w:pPr>
              <w:pStyle w:val="Tabel-BrdtekstmedafstandptekstGaramond"/>
            </w:pPr>
            <w:r w:rsidRPr="0077126A">
              <w:rPr>
                <w:rFonts w:cs="Times New Roman"/>
                <w:iCs/>
                <w:color w:val="000000"/>
              </w:rPr>
              <w:t>DSK opfordrer regeringen til at genoverveje forslaget og anfører, at en mulig løsning kan være en trinvis indførelse af afgiftsforhøjelsen.</w:t>
            </w:r>
            <w:r>
              <w:rPr>
                <w:rFonts w:cs="Times New Roman"/>
                <w:iCs/>
                <w:color w:val="000000"/>
              </w:rPr>
              <w:t xml:space="preserve"> </w:t>
            </w:r>
            <w:r w:rsidRPr="007A1833">
              <w:rPr>
                <w:rFonts w:cs="Times New Roman"/>
                <w:iCs/>
                <w:color w:val="000000"/>
              </w:rPr>
              <w:t xml:space="preserve">  </w:t>
            </w:r>
          </w:p>
        </w:tc>
        <w:tc>
          <w:tcPr>
            <w:tcW w:w="115" w:type="dxa"/>
            <w:shd w:val="clear" w:color="auto" w:fill="FFFFFF" w:themeFill="background1"/>
          </w:tcPr>
          <w:p w:rsidR="00815F28" w:rsidRPr="00B5346F" w:rsidRDefault="00815F28" w:rsidP="000B4D0B"/>
        </w:tc>
        <w:tc>
          <w:tcPr>
            <w:tcW w:w="3164" w:type="dxa"/>
            <w:tcBorders>
              <w:top w:val="single" w:sz="4" w:space="0" w:color="14143C" w:themeColor="accent1"/>
              <w:bottom w:val="single" w:sz="4" w:space="0" w:color="14143C" w:themeColor="accent1"/>
            </w:tcBorders>
            <w:shd w:val="clear" w:color="auto" w:fill="D2CED8"/>
          </w:tcPr>
          <w:p w:rsidR="00780A35" w:rsidRDefault="00780A35" w:rsidP="004D5CA1">
            <w:pPr>
              <w:pStyle w:val="Tabel-BrdtekstmedafstandptekstGaramond"/>
            </w:pPr>
          </w:p>
          <w:p w:rsidR="00780A35" w:rsidRDefault="00780A35" w:rsidP="004D5CA1">
            <w:pPr>
              <w:pStyle w:val="Tabel-BrdtekstmedafstandptekstGaramond"/>
            </w:pPr>
          </w:p>
          <w:p w:rsidR="00780A35" w:rsidRDefault="00780A35" w:rsidP="004D5CA1">
            <w:pPr>
              <w:pStyle w:val="Tabel-BrdtekstmedafstandptekstGaramond"/>
            </w:pPr>
          </w:p>
          <w:p w:rsidR="00780A35" w:rsidRDefault="00780A35" w:rsidP="004D5CA1">
            <w:pPr>
              <w:pStyle w:val="Tabel-BrdtekstmedafstandptekstGaramond"/>
            </w:pPr>
          </w:p>
          <w:p w:rsidR="00780A35" w:rsidRDefault="00780A35" w:rsidP="004D5CA1">
            <w:pPr>
              <w:pStyle w:val="Tabel-BrdtekstmedafstandptekstGaramond"/>
            </w:pPr>
          </w:p>
          <w:p w:rsidR="00780A35" w:rsidRDefault="00780A35" w:rsidP="004D5CA1">
            <w:pPr>
              <w:pStyle w:val="Tabel-BrdtekstmedafstandptekstGaramond"/>
            </w:pPr>
          </w:p>
          <w:p w:rsidR="00BD7CE4" w:rsidRDefault="00BD7CE4" w:rsidP="004D5CA1">
            <w:pPr>
              <w:pStyle w:val="Tabel-BrdtekstmedafstandptekstGaramond"/>
            </w:pPr>
          </w:p>
          <w:p w:rsidR="00780A35" w:rsidRDefault="00780A35" w:rsidP="004D5CA1">
            <w:pPr>
              <w:pStyle w:val="Tabel-BrdtekstmedafstandptekstGaramond"/>
            </w:pPr>
          </w:p>
          <w:p w:rsidR="00815F28" w:rsidRPr="00B5346F" w:rsidRDefault="004D5CA1" w:rsidP="006927F9">
            <w:pPr>
              <w:pStyle w:val="Tabel-BrdtekstmedafstandptekstGaramond"/>
            </w:pPr>
            <w:r w:rsidRPr="0077126A">
              <w:t>Der henvises til kommentare</w:t>
            </w:r>
            <w:r w:rsidRPr="0077126A">
              <w:t>r</w:t>
            </w:r>
            <w:r w:rsidR="006927F9">
              <w:t xml:space="preserve">ne til Tobaksindustrien. </w:t>
            </w:r>
          </w:p>
        </w:tc>
      </w:tr>
      <w:tr w:rsidR="00ED703D" w:rsidRPr="00B5346F" w:rsidTr="00465B41">
        <w:tc>
          <w:tcPr>
            <w:tcW w:w="1701" w:type="dxa"/>
            <w:tcBorders>
              <w:top w:val="single" w:sz="4" w:space="0" w:color="D1C5C3" w:themeColor="accent3"/>
              <w:bottom w:val="single" w:sz="4" w:space="0" w:color="D1C5C3" w:themeColor="accent3"/>
            </w:tcBorders>
            <w:shd w:val="clear" w:color="auto" w:fill="FBF9F9"/>
          </w:tcPr>
          <w:p w:rsidR="00ED703D" w:rsidRDefault="00ED703D" w:rsidP="000B4D0B">
            <w:pPr>
              <w:pStyle w:val="Tabel-BrdtekstmedafstandptekstGaramond"/>
              <w:rPr>
                <w:i/>
              </w:rPr>
            </w:pPr>
            <w:r w:rsidRPr="00ED703D">
              <w:rPr>
                <w:i/>
              </w:rPr>
              <w:lastRenderedPageBreak/>
              <w:t>Energi- og olief</w:t>
            </w:r>
            <w:r w:rsidRPr="00ED703D">
              <w:rPr>
                <w:i/>
              </w:rPr>
              <w:t>o</w:t>
            </w:r>
            <w:r w:rsidRPr="00ED703D">
              <w:rPr>
                <w:i/>
              </w:rPr>
              <w:t>rum</w:t>
            </w:r>
          </w:p>
        </w:tc>
        <w:tc>
          <w:tcPr>
            <w:tcW w:w="142" w:type="dxa"/>
            <w:shd w:val="clear" w:color="auto" w:fill="FFFFFF" w:themeFill="background1"/>
          </w:tcPr>
          <w:p w:rsidR="00ED703D" w:rsidRPr="00B5346F" w:rsidRDefault="00ED703D" w:rsidP="000B4D0B"/>
        </w:tc>
        <w:tc>
          <w:tcPr>
            <w:tcW w:w="4517" w:type="dxa"/>
            <w:tcBorders>
              <w:top w:val="single" w:sz="4" w:space="0" w:color="D1C5C3" w:themeColor="accent3"/>
              <w:bottom w:val="single" w:sz="4" w:space="0" w:color="D1C5C3" w:themeColor="accent3"/>
            </w:tcBorders>
            <w:shd w:val="clear" w:color="auto" w:fill="FBF9F9"/>
          </w:tcPr>
          <w:p w:rsidR="004B6C75" w:rsidRPr="001D3967" w:rsidRDefault="00ED703D" w:rsidP="004B6C75">
            <w:pPr>
              <w:spacing w:before="240" w:after="240"/>
              <w:ind w:left="171" w:right="154"/>
              <w:rPr>
                <w:rFonts w:cs="Times New Roman"/>
                <w:iCs/>
                <w:color w:val="000000"/>
              </w:rPr>
            </w:pPr>
            <w:r w:rsidRPr="001D3967">
              <w:rPr>
                <w:rFonts w:cs="Times New Roman"/>
                <w:iCs/>
                <w:color w:val="000000"/>
              </w:rPr>
              <w:t xml:space="preserve">Energi- og olieforum </w:t>
            </w:r>
            <w:r>
              <w:rPr>
                <w:rFonts w:cs="Times New Roman"/>
                <w:iCs/>
                <w:color w:val="000000"/>
              </w:rPr>
              <w:t xml:space="preserve">støtter </w:t>
            </w:r>
            <w:r w:rsidRPr="001D3967">
              <w:rPr>
                <w:rFonts w:cs="Times New Roman"/>
                <w:iCs/>
                <w:color w:val="000000"/>
              </w:rPr>
              <w:t>den foreslåede ti</w:t>
            </w:r>
            <w:r w:rsidRPr="001D3967">
              <w:rPr>
                <w:rFonts w:cs="Times New Roman"/>
                <w:iCs/>
                <w:color w:val="000000"/>
              </w:rPr>
              <w:t>l</w:t>
            </w:r>
            <w:r w:rsidRPr="001D3967">
              <w:rPr>
                <w:rFonts w:cs="Times New Roman"/>
                <w:iCs/>
                <w:color w:val="000000"/>
              </w:rPr>
              <w:t>bagerulning af forsyningssikkerhedsafgiften med mere, som det fremgår af lovforslagets ændring af lov om energiafgifter af mineralolieproduk</w:t>
            </w:r>
            <w:r w:rsidR="004B6C75">
              <w:rPr>
                <w:rFonts w:cs="Times New Roman"/>
                <w:iCs/>
                <w:color w:val="000000"/>
              </w:rPr>
              <w:t>ter, herunder</w:t>
            </w:r>
            <w:r w:rsidR="004B6C75" w:rsidRPr="004B6C75">
              <w:rPr>
                <w:rFonts w:cs="Times New Roman"/>
                <w:iCs/>
                <w:color w:val="000000"/>
              </w:rPr>
              <w:t xml:space="preserve"> forslagets præcisering af, at bioolier og </w:t>
            </w:r>
            <w:r w:rsidR="00152F82">
              <w:rPr>
                <w:rFonts w:cs="Times New Roman"/>
                <w:iCs/>
                <w:color w:val="000000"/>
              </w:rPr>
              <w:t>metanol</w:t>
            </w:r>
            <w:r w:rsidR="004B6C75" w:rsidRPr="004B6C75">
              <w:rPr>
                <w:rFonts w:cs="Times New Roman"/>
                <w:iCs/>
                <w:color w:val="000000"/>
              </w:rPr>
              <w:t xml:space="preserve"> til opvarmning også er afgiftspligti</w:t>
            </w:r>
            <w:r w:rsidR="004B6C75">
              <w:rPr>
                <w:rFonts w:cs="Times New Roman"/>
                <w:iCs/>
                <w:color w:val="000000"/>
              </w:rPr>
              <w:t xml:space="preserve">ge. </w:t>
            </w:r>
          </w:p>
          <w:p w:rsidR="00ED703D" w:rsidRPr="00D6428A" w:rsidRDefault="00500FB5" w:rsidP="00ED703D">
            <w:pPr>
              <w:pStyle w:val="Tabel-BrdtekstmedafstandptekstGaramond"/>
            </w:pPr>
            <w:r w:rsidRPr="001D3967">
              <w:rPr>
                <w:rFonts w:cs="Times New Roman"/>
                <w:iCs/>
                <w:color w:val="000000"/>
              </w:rPr>
              <w:t>Energi- og olieforum</w:t>
            </w:r>
            <w:r w:rsidR="00ED703D">
              <w:rPr>
                <w:rFonts w:cs="Times New Roman"/>
                <w:iCs/>
                <w:color w:val="000000"/>
              </w:rPr>
              <w:t xml:space="preserve"> har derudover</w:t>
            </w:r>
            <w:r w:rsidR="00ED703D" w:rsidRPr="001D3967">
              <w:rPr>
                <w:rFonts w:cs="Times New Roman"/>
                <w:iCs/>
                <w:color w:val="000000"/>
              </w:rPr>
              <w:t xml:space="preserve"> ikke kommentarer til de øvrige dele af lovforslaget.</w:t>
            </w:r>
          </w:p>
        </w:tc>
        <w:tc>
          <w:tcPr>
            <w:tcW w:w="115" w:type="dxa"/>
            <w:shd w:val="clear" w:color="auto" w:fill="FFFFFF" w:themeFill="background1"/>
          </w:tcPr>
          <w:p w:rsidR="00ED703D" w:rsidRPr="00B5346F" w:rsidRDefault="00ED703D" w:rsidP="000B4D0B"/>
        </w:tc>
        <w:tc>
          <w:tcPr>
            <w:tcW w:w="3164" w:type="dxa"/>
            <w:tcBorders>
              <w:top w:val="single" w:sz="4" w:space="0" w:color="14143C" w:themeColor="accent1"/>
              <w:bottom w:val="single" w:sz="4" w:space="0" w:color="14143C" w:themeColor="accent1"/>
            </w:tcBorders>
            <w:shd w:val="clear" w:color="auto" w:fill="D2CED8"/>
          </w:tcPr>
          <w:p w:rsidR="00ED703D" w:rsidRDefault="00ED703D" w:rsidP="004D5CA1">
            <w:pPr>
              <w:pStyle w:val="Tabel-BrdtekstmedafstandptekstGaramond"/>
            </w:pPr>
          </w:p>
        </w:tc>
      </w:tr>
      <w:tr w:rsidR="004D5CA1" w:rsidRPr="00B5346F" w:rsidTr="00465B41">
        <w:tc>
          <w:tcPr>
            <w:tcW w:w="1701" w:type="dxa"/>
            <w:tcBorders>
              <w:top w:val="single" w:sz="4" w:space="0" w:color="D1C5C3" w:themeColor="accent3"/>
              <w:bottom w:val="single" w:sz="4" w:space="0" w:color="D1C5C3" w:themeColor="accent3"/>
            </w:tcBorders>
            <w:shd w:val="clear" w:color="auto" w:fill="FBF9F9"/>
          </w:tcPr>
          <w:p w:rsidR="004D5CA1" w:rsidRDefault="004D5CA1" w:rsidP="000B4D0B">
            <w:pPr>
              <w:pStyle w:val="Tabel-BrdtekstmedafstandptekstGaramond"/>
              <w:rPr>
                <w:i/>
              </w:rPr>
            </w:pPr>
            <w:r>
              <w:rPr>
                <w:i/>
              </w:rPr>
              <w:t>Erhvervsstyre</w:t>
            </w:r>
            <w:r>
              <w:rPr>
                <w:i/>
              </w:rPr>
              <w:t>l</w:t>
            </w:r>
            <w:r>
              <w:rPr>
                <w:i/>
              </w:rPr>
              <w:t>sen</w:t>
            </w:r>
          </w:p>
        </w:tc>
        <w:tc>
          <w:tcPr>
            <w:tcW w:w="142" w:type="dxa"/>
            <w:shd w:val="clear" w:color="auto" w:fill="FFFFFF" w:themeFill="background1"/>
          </w:tcPr>
          <w:p w:rsidR="004D5CA1" w:rsidRPr="00B5346F" w:rsidRDefault="004D5CA1" w:rsidP="000B4D0B"/>
        </w:tc>
        <w:tc>
          <w:tcPr>
            <w:tcW w:w="4517" w:type="dxa"/>
            <w:tcBorders>
              <w:top w:val="single" w:sz="4" w:space="0" w:color="D1C5C3" w:themeColor="accent3"/>
              <w:bottom w:val="single" w:sz="4" w:space="0" w:color="D1C5C3" w:themeColor="accent3"/>
            </w:tcBorders>
            <w:shd w:val="clear" w:color="auto" w:fill="FBF9F9"/>
          </w:tcPr>
          <w:p w:rsidR="004D5CA1" w:rsidRPr="00D6428A" w:rsidRDefault="009D5936" w:rsidP="00D47357">
            <w:pPr>
              <w:pStyle w:val="Tabel-BrdtekstmedafstandptekstGaramond"/>
            </w:pPr>
            <w:r>
              <w:t xml:space="preserve">Erhvervsstyrelsen </w:t>
            </w:r>
            <w:r w:rsidR="00D47357">
              <w:t>skønner</w:t>
            </w:r>
            <w:r>
              <w:t xml:space="preserve">, at </w:t>
            </w:r>
            <w:r w:rsidRPr="009D5936">
              <w:t xml:space="preserve">forslaget ikke har </w:t>
            </w:r>
            <w:r w:rsidR="00131F69">
              <w:t xml:space="preserve">administrative </w:t>
            </w:r>
            <w:r w:rsidRPr="009D5936">
              <w:t>konsekvenser for erhvervslivet.</w:t>
            </w:r>
          </w:p>
        </w:tc>
        <w:tc>
          <w:tcPr>
            <w:tcW w:w="115" w:type="dxa"/>
            <w:shd w:val="clear" w:color="auto" w:fill="FFFFFF" w:themeFill="background1"/>
          </w:tcPr>
          <w:p w:rsidR="004D5CA1" w:rsidRPr="00B5346F" w:rsidRDefault="004D5CA1" w:rsidP="000B4D0B"/>
        </w:tc>
        <w:tc>
          <w:tcPr>
            <w:tcW w:w="3164" w:type="dxa"/>
            <w:tcBorders>
              <w:top w:val="single" w:sz="4" w:space="0" w:color="14143C" w:themeColor="accent1"/>
              <w:bottom w:val="single" w:sz="4" w:space="0" w:color="14143C" w:themeColor="accent1"/>
            </w:tcBorders>
            <w:shd w:val="clear" w:color="auto" w:fill="D2CED8"/>
          </w:tcPr>
          <w:p w:rsidR="004D5CA1" w:rsidRDefault="009D5936" w:rsidP="004D5CA1">
            <w:pPr>
              <w:pStyle w:val="Tabel-BrdtekstmedafstandptekstGaramond"/>
            </w:pPr>
            <w:r>
              <w:t xml:space="preserve">Bemærkningerne er indarbejdet i lovforslaget. </w:t>
            </w:r>
          </w:p>
        </w:tc>
      </w:tr>
      <w:tr w:rsidR="00EE47F1" w:rsidRPr="00B5346F" w:rsidTr="00465B41">
        <w:tc>
          <w:tcPr>
            <w:tcW w:w="1701" w:type="dxa"/>
            <w:tcBorders>
              <w:top w:val="single" w:sz="4" w:space="0" w:color="D1C5C3" w:themeColor="accent3"/>
              <w:bottom w:val="single" w:sz="4" w:space="0" w:color="D1C5C3" w:themeColor="accent3"/>
            </w:tcBorders>
            <w:shd w:val="clear" w:color="auto" w:fill="FBF9F9"/>
          </w:tcPr>
          <w:p w:rsidR="00EE47F1" w:rsidRDefault="00EE47F1" w:rsidP="000B4D0B">
            <w:pPr>
              <w:pStyle w:val="Tabel-BrdtekstmedafstandptekstGaramond"/>
              <w:rPr>
                <w:i/>
              </w:rPr>
            </w:pPr>
            <w:r>
              <w:rPr>
                <w:i/>
              </w:rPr>
              <w:t>Foreningen af Danske Kraf</w:t>
            </w:r>
            <w:r>
              <w:rPr>
                <w:i/>
              </w:rPr>
              <w:t>t</w:t>
            </w:r>
            <w:r>
              <w:rPr>
                <w:i/>
              </w:rPr>
              <w:t>varmeværker</w:t>
            </w:r>
          </w:p>
        </w:tc>
        <w:tc>
          <w:tcPr>
            <w:tcW w:w="142" w:type="dxa"/>
            <w:shd w:val="clear" w:color="auto" w:fill="FFFFFF" w:themeFill="background1"/>
          </w:tcPr>
          <w:p w:rsidR="00EE47F1" w:rsidRPr="00B5346F" w:rsidRDefault="00EE47F1" w:rsidP="000B4D0B"/>
        </w:tc>
        <w:tc>
          <w:tcPr>
            <w:tcW w:w="4517" w:type="dxa"/>
            <w:tcBorders>
              <w:top w:val="single" w:sz="4" w:space="0" w:color="D1C5C3" w:themeColor="accent3"/>
              <w:bottom w:val="single" w:sz="4" w:space="0" w:color="D1C5C3" w:themeColor="accent3"/>
            </w:tcBorders>
            <w:shd w:val="clear" w:color="auto" w:fill="FBF9F9"/>
          </w:tcPr>
          <w:p w:rsidR="00EE47F1" w:rsidRDefault="00EE47F1" w:rsidP="00EE47F1">
            <w:pPr>
              <w:pStyle w:val="Tabel-BrdtekstmedafstandptekstGaramond"/>
            </w:pPr>
            <w:r>
              <w:t>Foreningen af Danske Kraftvarmeværker fi</w:t>
            </w:r>
            <w:r>
              <w:t>n</w:t>
            </w:r>
            <w:r>
              <w:t>der det bekymrende, at der foreslås fuld ene</w:t>
            </w:r>
            <w:r>
              <w:t>r</w:t>
            </w:r>
            <w:r>
              <w:t xml:space="preserve">gibeskatning (54,5 kr./GJ) på bio-metanol fremstillet på forgasningsgas. </w:t>
            </w:r>
          </w:p>
          <w:p w:rsidR="00F23F0E" w:rsidRDefault="00F23F0E" w:rsidP="00EE47F1">
            <w:pPr>
              <w:pStyle w:val="Tabel-BrdtekstmedafstandptekstGaramond"/>
            </w:pPr>
          </w:p>
          <w:p w:rsidR="00EE47F1" w:rsidRDefault="00EE47F1" w:rsidP="00EE47F1">
            <w:pPr>
              <w:pStyle w:val="Tabel-BrdtekstmedafstandptekstGaramond"/>
            </w:pPr>
            <w:r>
              <w:t>Bio-metanol anses for et muligt brændstof, som med fordel kan indgå i den grønne omsti</w:t>
            </w:r>
            <w:r>
              <w:t>l</w:t>
            </w:r>
            <w:r>
              <w:t>ling og et brændstof fremstillet af produkter fra skoven. En fuld energibeskatning vil med si</w:t>
            </w:r>
            <w:r>
              <w:t>k</w:t>
            </w:r>
            <w:r>
              <w:t>kerhed medfører, at dette produkt ikke vil være økonomisk attraktivt i forhold til syntetisk m</w:t>
            </w:r>
            <w:r>
              <w:t>e</w:t>
            </w:r>
            <w:r>
              <w:t>tanol.</w:t>
            </w:r>
          </w:p>
          <w:p w:rsidR="00F23F0E" w:rsidRDefault="00F23F0E" w:rsidP="00EE47F1">
            <w:pPr>
              <w:pStyle w:val="Tabel-BrdtekstmedafstandptekstGaramond"/>
            </w:pPr>
          </w:p>
          <w:p w:rsidR="00EE47F1" w:rsidRDefault="00EE47F1" w:rsidP="00EE47F1">
            <w:pPr>
              <w:pStyle w:val="Tabel-BrdtekstmedafstandptekstGaramond"/>
            </w:pPr>
            <w:r w:rsidRPr="00D61802">
              <w:t>Det foreslås derfor, at der - for at imødeko</w:t>
            </w:r>
            <w:r w:rsidRPr="00D61802">
              <w:t>m</w:t>
            </w:r>
            <w:r w:rsidRPr="00D61802">
              <w:t>me EU`s direktiver - i stedet pålægges en m</w:t>
            </w:r>
            <w:r w:rsidRPr="00D61802">
              <w:t>i</w:t>
            </w:r>
            <w:r w:rsidRPr="00D61802">
              <w:t>nimumsafgift på forgasningsgassen, som a</w:t>
            </w:r>
            <w:r w:rsidRPr="00D61802">
              <w:t>n</w:t>
            </w:r>
            <w:r w:rsidRPr="00D61802">
              <w:t>vendes til fremstilling af bio-metanol i lighed med den netop foreslåede minimumsafgift på biogas.</w:t>
            </w:r>
            <w:r>
              <w:t xml:space="preserve">  </w:t>
            </w:r>
          </w:p>
        </w:tc>
        <w:tc>
          <w:tcPr>
            <w:tcW w:w="115" w:type="dxa"/>
            <w:shd w:val="clear" w:color="auto" w:fill="FFFFFF" w:themeFill="background1"/>
          </w:tcPr>
          <w:p w:rsidR="00EE47F1" w:rsidRPr="00B5346F" w:rsidRDefault="00EE47F1" w:rsidP="000B4D0B"/>
        </w:tc>
        <w:tc>
          <w:tcPr>
            <w:tcW w:w="3164" w:type="dxa"/>
            <w:tcBorders>
              <w:top w:val="single" w:sz="4" w:space="0" w:color="14143C" w:themeColor="accent1"/>
              <w:bottom w:val="single" w:sz="4" w:space="0" w:color="14143C" w:themeColor="accent1"/>
            </w:tcBorders>
            <w:shd w:val="clear" w:color="auto" w:fill="D2CED8"/>
          </w:tcPr>
          <w:p w:rsidR="00237FF6" w:rsidRPr="002776B7" w:rsidRDefault="00237FF6" w:rsidP="00237FF6">
            <w:pPr>
              <w:pStyle w:val="Tabel-BrdtekstmedafstandptekstGaramond"/>
            </w:pPr>
            <w:r w:rsidRPr="002776B7">
              <w:t>Metanol er rubriceret under position 2905 11 00 i EU’s Kombinerede Nomenklatur. Energibeskatningsdirektivets artikel 2, nr. 1, litra d, omfatter metanol af ikke syntetisk o</w:t>
            </w:r>
            <w:r w:rsidRPr="002776B7">
              <w:t>p</w:t>
            </w:r>
            <w:r w:rsidRPr="002776B7">
              <w:t>rindelse under denne position, når varen er bestemt til anve</w:t>
            </w:r>
            <w:r w:rsidRPr="002776B7">
              <w:t>n</w:t>
            </w:r>
            <w:r w:rsidRPr="002776B7">
              <w:t>delse som brændsel til opvar</w:t>
            </w:r>
            <w:r w:rsidRPr="002776B7">
              <w:t>m</w:t>
            </w:r>
            <w:r w:rsidRPr="002776B7">
              <w:t xml:space="preserve">ning eller motorbrændstof. </w:t>
            </w:r>
          </w:p>
          <w:p w:rsidR="00237FF6" w:rsidRPr="002776B7" w:rsidRDefault="00237FF6" w:rsidP="00237FF6">
            <w:pPr>
              <w:pStyle w:val="Tabel-BrdtekstmedafstandptekstGaramond"/>
            </w:pPr>
          </w:p>
          <w:p w:rsidR="00237FF6" w:rsidRDefault="00237FF6" w:rsidP="00237FF6">
            <w:pPr>
              <w:pStyle w:val="Tabel-BrdtekstmedafstandptekstGaramond"/>
            </w:pPr>
            <w:r w:rsidRPr="002776B7">
              <w:t>Metanol af ikke syntetisk o</w:t>
            </w:r>
            <w:r w:rsidRPr="002776B7">
              <w:t>p</w:t>
            </w:r>
            <w:r w:rsidRPr="002776B7">
              <w:lastRenderedPageBreak/>
              <w:t>rindelse er således et energ</w:t>
            </w:r>
            <w:r w:rsidRPr="002776B7">
              <w:t>i</w:t>
            </w:r>
            <w:r w:rsidRPr="002776B7">
              <w:t>produkt, som er omfattet af energibeskatningsdirektivet. Det er derfor udgangspunktet, at det skal pålægges almindelige energiafgift.</w:t>
            </w:r>
          </w:p>
          <w:p w:rsidR="0014607E" w:rsidRPr="002776B7" w:rsidRDefault="0014607E" w:rsidP="00237FF6">
            <w:pPr>
              <w:pStyle w:val="Tabel-BrdtekstmedafstandptekstGaramond"/>
            </w:pPr>
          </w:p>
          <w:p w:rsidR="00EE47F1" w:rsidRPr="00237FF6" w:rsidRDefault="00D61802" w:rsidP="00237FF6">
            <w:pPr>
              <w:pStyle w:val="Tabel-BrdtekstmedafstandptekstGaramond"/>
            </w:pPr>
            <w:r w:rsidRPr="00D724B4">
              <w:t>Der henvises til kommentaren til Landbrug &amp; Fødevarer ve</w:t>
            </w:r>
            <w:r w:rsidRPr="00D724B4">
              <w:t>d</w:t>
            </w:r>
            <w:r w:rsidRPr="00D724B4">
              <w:t>rørende bioolier, idet det sa</w:t>
            </w:r>
            <w:r w:rsidRPr="00D724B4">
              <w:t>m</w:t>
            </w:r>
            <w:r w:rsidRPr="00D724B4">
              <w:t xml:space="preserve">me gør sig gældende i forhold til </w:t>
            </w:r>
            <w:r w:rsidR="00152F82" w:rsidRPr="00D724B4">
              <w:t>metanol</w:t>
            </w:r>
            <w:r w:rsidRPr="00D724B4">
              <w:t>.</w:t>
            </w:r>
            <w:r w:rsidRPr="00237FF6">
              <w:t xml:space="preserve"> </w:t>
            </w:r>
          </w:p>
        </w:tc>
      </w:tr>
      <w:tr w:rsidR="00A02126" w:rsidRPr="00B5346F" w:rsidTr="00465B41">
        <w:tc>
          <w:tcPr>
            <w:tcW w:w="1701" w:type="dxa"/>
            <w:tcBorders>
              <w:top w:val="single" w:sz="4" w:space="0" w:color="D1C5C3" w:themeColor="accent3"/>
              <w:bottom w:val="single" w:sz="4" w:space="0" w:color="D1C5C3" w:themeColor="accent3"/>
            </w:tcBorders>
            <w:shd w:val="clear" w:color="auto" w:fill="FBF9F9"/>
          </w:tcPr>
          <w:p w:rsidR="00A02126" w:rsidRDefault="00A02126" w:rsidP="000B4D0B">
            <w:pPr>
              <w:pStyle w:val="Tabel-BrdtekstmedafstandptekstGaramond"/>
              <w:rPr>
                <w:i/>
              </w:rPr>
            </w:pPr>
            <w:r w:rsidRPr="00A02126">
              <w:rPr>
                <w:i/>
              </w:rPr>
              <w:lastRenderedPageBreak/>
              <w:t>Foreningen for Slutbrugere af Energi</w:t>
            </w:r>
            <w:r>
              <w:rPr>
                <w:i/>
              </w:rPr>
              <w:t xml:space="preserve"> (FSE)</w:t>
            </w:r>
          </w:p>
        </w:tc>
        <w:tc>
          <w:tcPr>
            <w:tcW w:w="142" w:type="dxa"/>
            <w:shd w:val="clear" w:color="auto" w:fill="FFFFFF" w:themeFill="background1"/>
          </w:tcPr>
          <w:p w:rsidR="00A02126" w:rsidRPr="00B5346F" w:rsidRDefault="00A02126" w:rsidP="000B4D0B"/>
        </w:tc>
        <w:tc>
          <w:tcPr>
            <w:tcW w:w="4517" w:type="dxa"/>
            <w:tcBorders>
              <w:top w:val="single" w:sz="4" w:space="0" w:color="D1C5C3" w:themeColor="accent3"/>
              <w:bottom w:val="single" w:sz="4" w:space="0" w:color="D1C5C3" w:themeColor="accent3"/>
            </w:tcBorders>
            <w:shd w:val="clear" w:color="auto" w:fill="FBF9F9"/>
          </w:tcPr>
          <w:p w:rsidR="00A02126" w:rsidRDefault="00A02126" w:rsidP="00A02126">
            <w:pPr>
              <w:pStyle w:val="Tabel-BrdtekstmedafstandptekstGaramond"/>
            </w:pPr>
            <w:r>
              <w:t>FSE noterer med tilfredshed, at forsyningssi</w:t>
            </w:r>
            <w:r>
              <w:t>k</w:t>
            </w:r>
            <w:r>
              <w:t>kerhedsafgiften tilbagerulles fra 1. januar 2015.</w:t>
            </w:r>
          </w:p>
          <w:p w:rsidR="00A02126" w:rsidRDefault="00A02126" w:rsidP="00A02126">
            <w:pPr>
              <w:pStyle w:val="Tabel-BrdtekstmedafstandptekstGaramond"/>
            </w:pPr>
          </w:p>
          <w:p w:rsidR="00A02126" w:rsidRDefault="00A02126" w:rsidP="00A02126">
            <w:pPr>
              <w:pStyle w:val="Tabel-BrdtekstmedafstandptekstGaramond"/>
            </w:pPr>
            <w:r>
              <w:t>FSE finder det endvidere positivt, at PSO for el lempes. Vi skal dog bemærke, at PSO forsat i</w:t>
            </w:r>
            <w:r>
              <w:t>n</w:t>
            </w:r>
            <w:r>
              <w:t>debærer en væsentlig konkurrencemæssig b</w:t>
            </w:r>
            <w:r>
              <w:t>e</w:t>
            </w:r>
            <w:r>
              <w:t>lastning for danske erhvervsvirksomheder.</w:t>
            </w:r>
          </w:p>
        </w:tc>
        <w:tc>
          <w:tcPr>
            <w:tcW w:w="115" w:type="dxa"/>
            <w:shd w:val="clear" w:color="auto" w:fill="FFFFFF" w:themeFill="background1"/>
          </w:tcPr>
          <w:p w:rsidR="00A02126" w:rsidRPr="00B5346F" w:rsidRDefault="00A02126" w:rsidP="000B4D0B"/>
        </w:tc>
        <w:tc>
          <w:tcPr>
            <w:tcW w:w="3164" w:type="dxa"/>
            <w:tcBorders>
              <w:top w:val="single" w:sz="4" w:space="0" w:color="14143C" w:themeColor="accent1"/>
              <w:bottom w:val="single" w:sz="4" w:space="0" w:color="14143C" w:themeColor="accent1"/>
            </w:tcBorders>
            <w:shd w:val="clear" w:color="auto" w:fill="D2CED8"/>
          </w:tcPr>
          <w:p w:rsidR="00A02126" w:rsidRDefault="00A02126" w:rsidP="004D5CA1">
            <w:pPr>
              <w:pStyle w:val="Tabel-BrdtekstmedafstandptekstGaramond"/>
            </w:pPr>
          </w:p>
        </w:tc>
      </w:tr>
      <w:tr w:rsidR="00633BAF" w:rsidRPr="00B5346F" w:rsidTr="00465B41">
        <w:tc>
          <w:tcPr>
            <w:tcW w:w="1701" w:type="dxa"/>
            <w:tcBorders>
              <w:top w:val="single" w:sz="4" w:space="0" w:color="D1C5C3" w:themeColor="accent3"/>
              <w:bottom w:val="single" w:sz="4" w:space="0" w:color="D1C5C3" w:themeColor="accent3"/>
            </w:tcBorders>
            <w:shd w:val="clear" w:color="auto" w:fill="FBF9F9"/>
          </w:tcPr>
          <w:p w:rsidR="00633BAF" w:rsidRPr="00A02126" w:rsidRDefault="00633BAF" w:rsidP="000B4D0B">
            <w:pPr>
              <w:pStyle w:val="Tabel-BrdtekstmedafstandptekstGaramond"/>
              <w:rPr>
                <w:i/>
              </w:rPr>
            </w:pPr>
            <w:r w:rsidRPr="00633BAF">
              <w:rPr>
                <w:i/>
              </w:rPr>
              <w:t>FSR - Danske Revisorer</w:t>
            </w:r>
          </w:p>
        </w:tc>
        <w:tc>
          <w:tcPr>
            <w:tcW w:w="142" w:type="dxa"/>
            <w:shd w:val="clear" w:color="auto" w:fill="FFFFFF" w:themeFill="background1"/>
          </w:tcPr>
          <w:p w:rsidR="00633BAF" w:rsidRPr="00B5346F" w:rsidRDefault="00633BAF" w:rsidP="000B4D0B"/>
        </w:tc>
        <w:tc>
          <w:tcPr>
            <w:tcW w:w="4517" w:type="dxa"/>
            <w:tcBorders>
              <w:top w:val="single" w:sz="4" w:space="0" w:color="D1C5C3" w:themeColor="accent3"/>
              <w:bottom w:val="single" w:sz="4" w:space="0" w:color="D1C5C3" w:themeColor="accent3"/>
            </w:tcBorders>
            <w:shd w:val="clear" w:color="auto" w:fill="FBF9F9"/>
          </w:tcPr>
          <w:p w:rsidR="00633BAF" w:rsidRDefault="00633BAF" w:rsidP="00633BAF">
            <w:pPr>
              <w:pStyle w:val="Tabel-BrdtekstmedafstandptekstGaramond"/>
            </w:pPr>
            <w:r>
              <w:t>FSR hilser de administrative lettelser, indeholdt i lovforslaget, velkomne.</w:t>
            </w:r>
          </w:p>
          <w:p w:rsidR="00633BAF" w:rsidRDefault="00633BAF" w:rsidP="00633BAF">
            <w:pPr>
              <w:pStyle w:val="Tabel-BrdtekstmedafstandptekstGaramond"/>
            </w:pPr>
          </w:p>
          <w:p w:rsidR="00633BAF" w:rsidRDefault="00633BAF" w:rsidP="00633BAF">
            <w:pPr>
              <w:pStyle w:val="Tabel-BrdtekstmedafstandptekstGaramond"/>
            </w:pPr>
            <w:r>
              <w:t>Lovforslaget indeholder hovedsageligt ændri</w:t>
            </w:r>
            <w:r>
              <w:t>n</w:t>
            </w:r>
            <w:r>
              <w:t>ger, som tilbageruller forsyningssikkerhedsa</w:t>
            </w:r>
            <w:r>
              <w:t>f</w:t>
            </w:r>
            <w:r>
              <w:t>giften. FSR har ingen kommentarer til denne del af lovforslaget.</w:t>
            </w:r>
          </w:p>
          <w:p w:rsidR="00633BAF" w:rsidRDefault="00633BAF" w:rsidP="00633BAF">
            <w:pPr>
              <w:pStyle w:val="Tabel-BrdtekstmedafstandptekstGaramond"/>
            </w:pPr>
          </w:p>
          <w:p w:rsidR="00633BAF" w:rsidRDefault="00633BAF" w:rsidP="00633BAF">
            <w:pPr>
              <w:pStyle w:val="Tabel-BrdtekstmedafstandptekstGaramond"/>
            </w:pPr>
            <w:r>
              <w:t>Lovforslaget indeholder endvidere forslag til ændring af den afgiftsmæssige behandling af forskellige VE-produkter. Skatteministeriet a</w:t>
            </w:r>
            <w:r>
              <w:t>n</w:t>
            </w:r>
            <w:r>
              <w:t>fører i lovforslaget, at årsagen til ændringen skyldes uoverensstemmelser mellem gældende lovgivning og den bagvedliggende EU lovgi</w:t>
            </w:r>
            <w:r>
              <w:t>v</w:t>
            </w:r>
            <w:r>
              <w:t>ning. FSR opfordrer Skatteministeriet til næ</w:t>
            </w:r>
            <w:r>
              <w:t>r</w:t>
            </w:r>
            <w:r>
              <w:t>mere at beskrive, hvori disse uoverensstemme</w:t>
            </w:r>
            <w:r>
              <w:t>l</w:t>
            </w:r>
            <w:r>
              <w:t>ser består, da der lægges op til væsentlige æ</w:t>
            </w:r>
            <w:r>
              <w:t>n</w:t>
            </w:r>
            <w:r>
              <w:t>dringer for en række virksomheder. Dette gæ</w:t>
            </w:r>
            <w:r>
              <w:t>l</w:t>
            </w:r>
            <w:r>
              <w:t xml:space="preserve">der ikke mindst af hensyn til virksomhedernes retssikkerhed, idet uoverensstemmelser mellem dansk ret og EU retten kan have økonomiske </w:t>
            </w:r>
            <w:r>
              <w:lastRenderedPageBreak/>
              <w:t>konsekvenser.</w:t>
            </w:r>
          </w:p>
        </w:tc>
        <w:tc>
          <w:tcPr>
            <w:tcW w:w="115" w:type="dxa"/>
            <w:shd w:val="clear" w:color="auto" w:fill="FFFFFF" w:themeFill="background1"/>
          </w:tcPr>
          <w:p w:rsidR="00633BAF" w:rsidRPr="00B5346F" w:rsidRDefault="00633BAF" w:rsidP="000B4D0B"/>
        </w:tc>
        <w:tc>
          <w:tcPr>
            <w:tcW w:w="3164" w:type="dxa"/>
            <w:tcBorders>
              <w:top w:val="single" w:sz="4" w:space="0" w:color="14143C" w:themeColor="accent1"/>
              <w:bottom w:val="single" w:sz="4" w:space="0" w:color="14143C" w:themeColor="accent1"/>
            </w:tcBorders>
            <w:shd w:val="clear" w:color="auto" w:fill="D2CED8"/>
          </w:tcPr>
          <w:p w:rsidR="00633BAF" w:rsidRDefault="00633BAF" w:rsidP="004D5CA1">
            <w:pPr>
              <w:pStyle w:val="Tabel-BrdtekstmedafstandptekstGaramond"/>
            </w:pPr>
          </w:p>
          <w:p w:rsidR="00224E35" w:rsidRDefault="00224E35" w:rsidP="004D5CA1">
            <w:pPr>
              <w:pStyle w:val="Tabel-BrdtekstmedafstandptekstGaramond"/>
            </w:pPr>
          </w:p>
          <w:p w:rsidR="00224E35" w:rsidRDefault="00224E35" w:rsidP="004D5CA1">
            <w:pPr>
              <w:pStyle w:val="Tabel-BrdtekstmedafstandptekstGaramond"/>
            </w:pPr>
          </w:p>
          <w:p w:rsidR="00224E35" w:rsidRDefault="00224E35" w:rsidP="004D5CA1">
            <w:pPr>
              <w:pStyle w:val="Tabel-BrdtekstmedafstandptekstGaramond"/>
            </w:pPr>
          </w:p>
          <w:p w:rsidR="00224E35" w:rsidRDefault="00224E35" w:rsidP="004D5CA1">
            <w:pPr>
              <w:pStyle w:val="Tabel-BrdtekstmedafstandptekstGaramond"/>
            </w:pPr>
          </w:p>
          <w:p w:rsidR="00224E35" w:rsidRDefault="00224E35" w:rsidP="004D5CA1">
            <w:pPr>
              <w:pStyle w:val="Tabel-BrdtekstmedafstandptekstGaramond"/>
            </w:pPr>
          </w:p>
          <w:p w:rsidR="00224E35" w:rsidRDefault="00224E35" w:rsidP="004D5CA1">
            <w:pPr>
              <w:pStyle w:val="Tabel-BrdtekstmedafstandptekstGaramond"/>
            </w:pPr>
          </w:p>
          <w:p w:rsidR="00224E35" w:rsidRDefault="00224E35" w:rsidP="004D5CA1">
            <w:pPr>
              <w:pStyle w:val="Tabel-BrdtekstmedafstandptekstGaramond"/>
            </w:pPr>
          </w:p>
          <w:p w:rsidR="00224E35" w:rsidRDefault="00224E35" w:rsidP="00332B04">
            <w:pPr>
              <w:pStyle w:val="Tabel-BrdtekstmedafstandptekstGaramond"/>
            </w:pPr>
            <w:r w:rsidRPr="00332B04">
              <w:t xml:space="preserve">Der henvises til kommentaren til </w:t>
            </w:r>
            <w:r w:rsidR="00332B04" w:rsidRPr="00332B04">
              <w:t>Affald- og Ressourceind</w:t>
            </w:r>
            <w:r w:rsidR="00332B04" w:rsidRPr="00332B04">
              <w:t>u</w:t>
            </w:r>
            <w:r w:rsidR="00332B04" w:rsidRPr="00332B04">
              <w:t>strien samt Landbrug &amp; Fød</w:t>
            </w:r>
            <w:r w:rsidR="00332B04" w:rsidRPr="00332B04">
              <w:t>e</w:t>
            </w:r>
            <w:r w:rsidR="00332B04" w:rsidRPr="00332B04">
              <w:t>varer.</w:t>
            </w:r>
          </w:p>
        </w:tc>
      </w:tr>
      <w:tr w:rsidR="002B3A4F" w:rsidRPr="00B5346F" w:rsidTr="00465B41">
        <w:tc>
          <w:tcPr>
            <w:tcW w:w="1701" w:type="dxa"/>
            <w:tcBorders>
              <w:top w:val="single" w:sz="4" w:space="0" w:color="D1C5C3" w:themeColor="accent3"/>
              <w:bottom w:val="single" w:sz="4" w:space="0" w:color="D1C5C3" w:themeColor="accent3"/>
            </w:tcBorders>
            <w:shd w:val="clear" w:color="auto" w:fill="FBF9F9"/>
          </w:tcPr>
          <w:p w:rsidR="002B3A4F" w:rsidRPr="00A02126" w:rsidRDefault="002B3A4F" w:rsidP="000B4D0B">
            <w:pPr>
              <w:pStyle w:val="Tabel-BrdtekstmedafstandptekstGaramond"/>
              <w:rPr>
                <w:i/>
              </w:rPr>
            </w:pPr>
            <w:r>
              <w:rPr>
                <w:i/>
              </w:rPr>
              <w:lastRenderedPageBreak/>
              <w:t>HOFOR</w:t>
            </w:r>
          </w:p>
        </w:tc>
        <w:tc>
          <w:tcPr>
            <w:tcW w:w="142" w:type="dxa"/>
            <w:shd w:val="clear" w:color="auto" w:fill="FFFFFF" w:themeFill="background1"/>
          </w:tcPr>
          <w:p w:rsidR="002B3A4F" w:rsidRPr="00B5346F" w:rsidRDefault="002B3A4F" w:rsidP="000B4D0B"/>
        </w:tc>
        <w:tc>
          <w:tcPr>
            <w:tcW w:w="4517" w:type="dxa"/>
            <w:tcBorders>
              <w:top w:val="single" w:sz="4" w:space="0" w:color="D1C5C3" w:themeColor="accent3"/>
              <w:bottom w:val="single" w:sz="4" w:space="0" w:color="D1C5C3" w:themeColor="accent3"/>
            </w:tcBorders>
            <w:shd w:val="clear" w:color="auto" w:fill="FBF9F9"/>
          </w:tcPr>
          <w:p w:rsidR="002B3A4F" w:rsidRDefault="002B3A4F" w:rsidP="00062785">
            <w:pPr>
              <w:pStyle w:val="Tabel-BrdtekstmedafstandptekstGaramond"/>
            </w:pPr>
            <w:r>
              <w:t>HOFOR bemærker, at hensigten med lo</w:t>
            </w:r>
            <w:r>
              <w:t>v</w:t>
            </w:r>
            <w:r>
              <w:t>forslaget er, ”at paralleliteten mellem afgif</w:t>
            </w:r>
            <w:r w:rsidR="00A810DE">
              <w:t xml:space="preserve">ten på brændsel og </w:t>
            </w:r>
            <w:r>
              <w:t>elvarme, der blev skabt med f</w:t>
            </w:r>
            <w:r>
              <w:t>i</w:t>
            </w:r>
            <w:r>
              <w:t xml:space="preserve">nanslovsaftalen 2013, opretholdes”. </w:t>
            </w:r>
          </w:p>
          <w:p w:rsidR="00062785" w:rsidRDefault="00062785" w:rsidP="00062785">
            <w:pPr>
              <w:pStyle w:val="Tabel-BrdtekstmedafstandptekstGaramond"/>
            </w:pPr>
          </w:p>
          <w:p w:rsidR="002B3A4F" w:rsidRDefault="002B3A4F" w:rsidP="00062785">
            <w:pPr>
              <w:pStyle w:val="Tabel-BrdtekstmedafstandptekstGaramond"/>
            </w:pPr>
            <w:r>
              <w:t xml:space="preserve">I realiteten vil afgiftslempelsen dog ikke have samme effekt på </w:t>
            </w:r>
            <w:r w:rsidRPr="00826DFF">
              <w:t xml:space="preserve">værker, som benytter hhv. brændsel og el til varmeproduktion.  </w:t>
            </w:r>
            <w:r w:rsidR="00106D2F" w:rsidRPr="00826DFF">
              <w:t>A</w:t>
            </w:r>
            <w:r w:rsidR="00062785" w:rsidRPr="00826DFF">
              <w:t>fgift</w:t>
            </w:r>
            <w:r w:rsidR="00062785" w:rsidRPr="00826DFF">
              <w:t>s</w:t>
            </w:r>
            <w:r w:rsidR="00062785" w:rsidRPr="00826DFF">
              <w:t xml:space="preserve">sænkelse </w:t>
            </w:r>
            <w:r w:rsidR="00106D2F" w:rsidRPr="00826DFF">
              <w:t xml:space="preserve">gavner </w:t>
            </w:r>
            <w:r w:rsidRPr="00826DFF">
              <w:t>ikke udbredelsen af effektive elvarmepumper i fjernvarmeforsyningen, tværtimod. Da afgiften er udregnet ud fra den faktiske virkningsgrad på varmepumper, gør det</w:t>
            </w:r>
            <w:r w:rsidR="009B3405">
              <w:t>,</w:t>
            </w:r>
            <w:r w:rsidRPr="00826DFF">
              <w:t xml:space="preserve"> at individuelle</w:t>
            </w:r>
            <w:r>
              <w:t xml:space="preserve"> varmepumper ofte vil b</w:t>
            </w:r>
            <w:r>
              <w:t>e</w:t>
            </w:r>
            <w:r>
              <w:t>skattes mindre end store varmepumper i fjer</w:t>
            </w:r>
            <w:r>
              <w:t>n</w:t>
            </w:r>
            <w:r>
              <w:t>varmenettet, da de individuelle varmepumper ofte kan opnå en lidt højere virkningsgrad end de store varmpumper pga. en lavere fremløb</w:t>
            </w:r>
            <w:r>
              <w:t>s</w:t>
            </w:r>
            <w:r>
              <w:t>temperatur. Herved udhules den stordriftsfo</w:t>
            </w:r>
            <w:r>
              <w:t>r</w:t>
            </w:r>
            <w:r>
              <w:t>del</w:t>
            </w:r>
            <w:r w:rsidR="006E637C">
              <w:t>,</w:t>
            </w:r>
            <w:r>
              <w:t xml:space="preserve"> man har i et kollektivt fjernvarmesystem.</w:t>
            </w:r>
          </w:p>
          <w:p w:rsidR="00062785" w:rsidRDefault="00062785" w:rsidP="00062785">
            <w:pPr>
              <w:pStyle w:val="Tabel-BrdtekstmedafstandptekstGaramond"/>
            </w:pPr>
          </w:p>
          <w:p w:rsidR="002B3A4F" w:rsidRDefault="002B3A4F" w:rsidP="002B3A4F">
            <w:pPr>
              <w:pStyle w:val="Tabel-BrdtekstmedafstandptekstGaramond"/>
            </w:pPr>
            <w:r>
              <w:t>Når der er det et politisk ønske at fremme store elvarmepumper i fjernvarmesystemer, er</w:t>
            </w:r>
          </w:p>
          <w:p w:rsidR="002B3A4F" w:rsidRDefault="002B3A4F" w:rsidP="002B3A4F">
            <w:pPr>
              <w:pStyle w:val="Tabel-BrdtekstmedafstandptekstGaramond"/>
            </w:pPr>
            <w:r>
              <w:t>det uhensigtsmæssigt, at genindføre den a</w:t>
            </w:r>
            <w:r>
              <w:t>f</w:t>
            </w:r>
            <w:r>
              <w:t>giftsmæssige favorisering af at anvende</w:t>
            </w:r>
          </w:p>
          <w:p w:rsidR="002B3A4F" w:rsidRDefault="002B3A4F" w:rsidP="002B3A4F">
            <w:pPr>
              <w:pStyle w:val="Tabel-BrdtekstmedafstandptekstGaramond"/>
            </w:pPr>
            <w:r>
              <w:t>fossile og biomassebaserede brændsler til va</w:t>
            </w:r>
            <w:r>
              <w:t>r</w:t>
            </w:r>
            <w:r>
              <w:t>meproduktion fra før finansloven 2013.</w:t>
            </w:r>
          </w:p>
          <w:p w:rsidR="00D360C9" w:rsidRDefault="00D360C9" w:rsidP="002B3A4F">
            <w:pPr>
              <w:pStyle w:val="Tabel-BrdtekstmedafstandptekstGaramond"/>
            </w:pPr>
          </w:p>
          <w:p w:rsidR="002B3A4F" w:rsidRDefault="002B3A4F" w:rsidP="00A810DE">
            <w:pPr>
              <w:pStyle w:val="Tabel-BrdtekstmedafstandptekstGaramond"/>
            </w:pPr>
            <w:r>
              <w:t xml:space="preserve">HOFOR opfordrer derfor til, at den ligestilling, der blev indført med aftalen om finansloven for 2013, fastholdes, og dermed at afgift på el til varme (med indregning af PSO) lempes til samme niveau som for de fossile brændsler. </w:t>
            </w:r>
          </w:p>
          <w:p w:rsidR="00106D2F" w:rsidRDefault="00106D2F" w:rsidP="00A810DE">
            <w:pPr>
              <w:pStyle w:val="Tabel-BrdtekstmedafstandptekstGaramond"/>
            </w:pPr>
          </w:p>
          <w:p w:rsidR="002B3A4F" w:rsidRDefault="002B3A4F" w:rsidP="00106D2F">
            <w:pPr>
              <w:pStyle w:val="Tabel-BrdtekstmedafstandptekstGaramond"/>
            </w:pPr>
            <w:r>
              <w:t>Ud over ligestilling af afgifter på el og brænd</w:t>
            </w:r>
            <w:r>
              <w:t>s</w:t>
            </w:r>
            <w:r>
              <w:t xml:space="preserve">ler til varmeproduktion vil HOFOR derudover gerne rette opmærksomheden på det samlede afgiftssystem og behovet for, at det tilpasses til i højere grad at understøtte de energipolitiske målsætninger. </w:t>
            </w:r>
          </w:p>
        </w:tc>
        <w:tc>
          <w:tcPr>
            <w:tcW w:w="115" w:type="dxa"/>
            <w:shd w:val="clear" w:color="auto" w:fill="FFFFFF" w:themeFill="background1"/>
          </w:tcPr>
          <w:p w:rsidR="002B3A4F" w:rsidRPr="00B5346F" w:rsidRDefault="002B3A4F" w:rsidP="000B4D0B"/>
        </w:tc>
        <w:tc>
          <w:tcPr>
            <w:tcW w:w="3164" w:type="dxa"/>
            <w:tcBorders>
              <w:top w:val="single" w:sz="4" w:space="0" w:color="14143C" w:themeColor="accent1"/>
              <w:bottom w:val="single" w:sz="4" w:space="0" w:color="14143C" w:themeColor="accent1"/>
            </w:tcBorders>
            <w:shd w:val="clear" w:color="auto" w:fill="D2CED8"/>
          </w:tcPr>
          <w:p w:rsidR="002B3A4F" w:rsidRDefault="002B3A4F" w:rsidP="004D5CA1">
            <w:pPr>
              <w:pStyle w:val="Tabel-BrdtekstmedafstandptekstGaramond"/>
            </w:pPr>
          </w:p>
          <w:p w:rsidR="00062785" w:rsidRDefault="00062785" w:rsidP="004D5CA1">
            <w:pPr>
              <w:pStyle w:val="Tabel-BrdtekstmedafstandptekstGaramond"/>
            </w:pPr>
          </w:p>
          <w:p w:rsidR="00062785" w:rsidRDefault="00062785" w:rsidP="004D5CA1">
            <w:pPr>
              <w:pStyle w:val="Tabel-BrdtekstmedafstandptekstGaramond"/>
            </w:pPr>
          </w:p>
          <w:p w:rsidR="00062785" w:rsidRDefault="00062785" w:rsidP="000C4A9E">
            <w:pPr>
              <w:pStyle w:val="Tabel-BrdtekstmedafstandptekstGaramond"/>
              <w:ind w:left="0"/>
            </w:pPr>
          </w:p>
          <w:p w:rsidR="00062785" w:rsidRDefault="00062785" w:rsidP="00106D2F">
            <w:pPr>
              <w:pStyle w:val="Tabel-BrdtekstmedafstandptekstGaramond"/>
              <w:ind w:left="0"/>
            </w:pPr>
          </w:p>
          <w:p w:rsidR="00062785" w:rsidRDefault="00922FE6" w:rsidP="004D5CA1">
            <w:pPr>
              <w:pStyle w:val="Tabel-BrdtekstmedafstandptekstGaramond"/>
            </w:pPr>
            <w:r>
              <w:t xml:space="preserve">Der henvises til kommentaren til Dansk Energi. </w:t>
            </w:r>
          </w:p>
          <w:p w:rsidR="00062785" w:rsidRDefault="00062785" w:rsidP="004D5CA1">
            <w:pPr>
              <w:pStyle w:val="Tabel-BrdtekstmedafstandptekstGaramond"/>
            </w:pPr>
          </w:p>
          <w:p w:rsidR="00062785" w:rsidRDefault="00062785" w:rsidP="004D5CA1">
            <w:pPr>
              <w:pStyle w:val="Tabel-BrdtekstmedafstandptekstGaramond"/>
            </w:pPr>
          </w:p>
          <w:p w:rsidR="00062785" w:rsidRDefault="00062785" w:rsidP="00106D2F">
            <w:pPr>
              <w:pStyle w:val="Tabel-BrdtekstmedafstandptekstGaramond"/>
              <w:ind w:left="0"/>
            </w:pPr>
          </w:p>
          <w:p w:rsidR="00062785" w:rsidRDefault="00062785" w:rsidP="004D5CA1">
            <w:pPr>
              <w:pStyle w:val="Tabel-BrdtekstmedafstandptekstGaramond"/>
            </w:pPr>
          </w:p>
          <w:p w:rsidR="00106D2F" w:rsidRDefault="00106D2F" w:rsidP="004D5CA1">
            <w:pPr>
              <w:pStyle w:val="Tabel-BrdtekstmedafstandptekstGaramond"/>
            </w:pPr>
          </w:p>
          <w:p w:rsidR="00106D2F" w:rsidRDefault="00106D2F" w:rsidP="004D5CA1">
            <w:pPr>
              <w:pStyle w:val="Tabel-BrdtekstmedafstandptekstGaramond"/>
            </w:pPr>
          </w:p>
          <w:p w:rsidR="00106D2F" w:rsidRDefault="00106D2F" w:rsidP="004D5CA1">
            <w:pPr>
              <w:pStyle w:val="Tabel-BrdtekstmedafstandptekstGaramond"/>
            </w:pPr>
          </w:p>
          <w:p w:rsidR="00106D2F" w:rsidRDefault="00106D2F" w:rsidP="004D5CA1">
            <w:pPr>
              <w:pStyle w:val="Tabel-BrdtekstmedafstandptekstGaramond"/>
            </w:pPr>
          </w:p>
          <w:p w:rsidR="00106D2F" w:rsidRDefault="00106D2F" w:rsidP="004D5CA1">
            <w:pPr>
              <w:pStyle w:val="Tabel-BrdtekstmedafstandptekstGaramond"/>
            </w:pPr>
          </w:p>
          <w:p w:rsidR="00106D2F" w:rsidRDefault="00106D2F" w:rsidP="004D5CA1">
            <w:pPr>
              <w:pStyle w:val="Tabel-BrdtekstmedafstandptekstGaramond"/>
            </w:pPr>
          </w:p>
          <w:p w:rsidR="00106D2F" w:rsidRDefault="00106D2F" w:rsidP="004D5CA1">
            <w:pPr>
              <w:pStyle w:val="Tabel-BrdtekstmedafstandptekstGaramond"/>
            </w:pPr>
          </w:p>
          <w:p w:rsidR="00106D2F" w:rsidRDefault="00106D2F" w:rsidP="004D5CA1">
            <w:pPr>
              <w:pStyle w:val="Tabel-BrdtekstmedafstandptekstGaramond"/>
            </w:pPr>
          </w:p>
          <w:p w:rsidR="00106D2F" w:rsidRDefault="00106D2F" w:rsidP="004D5CA1">
            <w:pPr>
              <w:pStyle w:val="Tabel-BrdtekstmedafstandptekstGaramond"/>
            </w:pPr>
          </w:p>
          <w:p w:rsidR="00106D2F" w:rsidRDefault="00106D2F" w:rsidP="004D5CA1">
            <w:pPr>
              <w:pStyle w:val="Tabel-BrdtekstmedafstandptekstGaramond"/>
            </w:pPr>
          </w:p>
          <w:p w:rsidR="00106D2F" w:rsidRDefault="00106D2F" w:rsidP="004D5CA1">
            <w:pPr>
              <w:pStyle w:val="Tabel-BrdtekstmedafstandptekstGaramond"/>
            </w:pPr>
          </w:p>
          <w:p w:rsidR="00106D2F" w:rsidRDefault="00106D2F" w:rsidP="004D5CA1">
            <w:pPr>
              <w:pStyle w:val="Tabel-BrdtekstmedafstandptekstGaramond"/>
            </w:pPr>
          </w:p>
          <w:p w:rsidR="00106D2F" w:rsidRDefault="00106D2F" w:rsidP="004D5CA1">
            <w:pPr>
              <w:pStyle w:val="Tabel-BrdtekstmedafstandptekstGaramond"/>
            </w:pPr>
          </w:p>
          <w:p w:rsidR="00106D2F" w:rsidRDefault="00106D2F" w:rsidP="004D5CA1">
            <w:pPr>
              <w:pStyle w:val="Tabel-BrdtekstmedafstandptekstGaramond"/>
            </w:pPr>
          </w:p>
          <w:p w:rsidR="00106D2F" w:rsidRDefault="00106D2F" w:rsidP="004D5CA1">
            <w:pPr>
              <w:pStyle w:val="Tabel-BrdtekstmedafstandptekstGaramond"/>
            </w:pPr>
          </w:p>
          <w:p w:rsidR="00106D2F" w:rsidRDefault="00106D2F" w:rsidP="004D5CA1">
            <w:pPr>
              <w:pStyle w:val="Tabel-BrdtekstmedafstandptekstGaramond"/>
            </w:pPr>
          </w:p>
          <w:p w:rsidR="00106D2F" w:rsidRDefault="00106D2F" w:rsidP="004D5CA1">
            <w:pPr>
              <w:pStyle w:val="Tabel-BrdtekstmedafstandptekstGaramond"/>
            </w:pPr>
          </w:p>
          <w:p w:rsidR="00106D2F" w:rsidRDefault="00106D2F" w:rsidP="004D5CA1">
            <w:pPr>
              <w:pStyle w:val="Tabel-BrdtekstmedafstandptekstGaramond"/>
            </w:pPr>
          </w:p>
          <w:p w:rsidR="00106D2F" w:rsidRDefault="00106D2F" w:rsidP="004D5CA1">
            <w:pPr>
              <w:pStyle w:val="Tabel-BrdtekstmedafstandptekstGaramond"/>
            </w:pPr>
          </w:p>
          <w:p w:rsidR="000C4A9E" w:rsidRDefault="000C4A9E" w:rsidP="004D5CA1">
            <w:pPr>
              <w:pStyle w:val="Tabel-BrdtekstmedafstandptekstGaramond"/>
            </w:pPr>
          </w:p>
          <w:p w:rsidR="006E637C" w:rsidRDefault="006E637C" w:rsidP="004D5CA1">
            <w:pPr>
              <w:pStyle w:val="Tabel-BrdtekstmedafstandptekstGaramond"/>
            </w:pPr>
          </w:p>
          <w:p w:rsidR="00106D2F" w:rsidRDefault="00106D2F" w:rsidP="004D5CA1">
            <w:pPr>
              <w:pStyle w:val="Tabel-BrdtekstmedafstandptekstGaramond"/>
            </w:pPr>
          </w:p>
          <w:p w:rsidR="00106D2F" w:rsidRPr="00106D2F" w:rsidRDefault="00106D2F" w:rsidP="00106D2F">
            <w:pPr>
              <w:pStyle w:val="Tabel-BrdtekstmedafstandptekstGaramond"/>
            </w:pPr>
            <w:r w:rsidRPr="00106D2F">
              <w:t>Forslaget falder uden for ra</w:t>
            </w:r>
            <w:r w:rsidRPr="00106D2F">
              <w:t>m</w:t>
            </w:r>
            <w:r w:rsidRPr="00106D2F">
              <w:t xml:space="preserve">merne af dette lovforslag. </w:t>
            </w:r>
          </w:p>
        </w:tc>
      </w:tr>
      <w:tr w:rsidR="00085C15" w:rsidRPr="00B5346F" w:rsidTr="00465B41">
        <w:tc>
          <w:tcPr>
            <w:tcW w:w="1701" w:type="dxa"/>
            <w:tcBorders>
              <w:top w:val="single" w:sz="4" w:space="0" w:color="D1C5C3" w:themeColor="accent3"/>
              <w:bottom w:val="single" w:sz="4" w:space="0" w:color="D1C5C3" w:themeColor="accent3"/>
            </w:tcBorders>
            <w:shd w:val="clear" w:color="auto" w:fill="FBF9F9"/>
          </w:tcPr>
          <w:p w:rsidR="00085C15" w:rsidRDefault="00085C15" w:rsidP="000B4D0B">
            <w:pPr>
              <w:pStyle w:val="Tabel-BrdtekstmedafstandptekstGaramond"/>
              <w:rPr>
                <w:i/>
              </w:rPr>
            </w:pPr>
            <w:r>
              <w:rPr>
                <w:i/>
              </w:rPr>
              <w:lastRenderedPageBreak/>
              <w:t>HORESTA</w:t>
            </w:r>
          </w:p>
        </w:tc>
        <w:tc>
          <w:tcPr>
            <w:tcW w:w="142" w:type="dxa"/>
            <w:shd w:val="clear" w:color="auto" w:fill="FFFFFF" w:themeFill="background1"/>
          </w:tcPr>
          <w:p w:rsidR="00085C15" w:rsidRPr="00B5346F" w:rsidRDefault="00085C15" w:rsidP="000B4D0B"/>
        </w:tc>
        <w:tc>
          <w:tcPr>
            <w:tcW w:w="4517" w:type="dxa"/>
            <w:tcBorders>
              <w:top w:val="single" w:sz="4" w:space="0" w:color="D1C5C3" w:themeColor="accent3"/>
              <w:bottom w:val="single" w:sz="4" w:space="0" w:color="D1C5C3" w:themeColor="accent3"/>
            </w:tcBorders>
            <w:shd w:val="clear" w:color="auto" w:fill="FBF9F9"/>
          </w:tcPr>
          <w:p w:rsidR="00E41088" w:rsidRDefault="00E41088" w:rsidP="00E41088">
            <w:pPr>
              <w:pStyle w:val="Tabel-BrdtekstmedafstandptekstGaramond"/>
            </w:pPr>
            <w:r>
              <w:t>HORESTA ser fokus på at lette energiafgifte</w:t>
            </w:r>
            <w:r>
              <w:t>r</w:t>
            </w:r>
            <w:r>
              <w:t>ne og de administrative byrder for erhvervslivet som positiv, da netop de høje energiafgifter er en konkurrencemæssig hæmsko for mange danske virksomheder, da det forhøjer priserne, og dermed konkurrenceevnen på det internat</w:t>
            </w:r>
            <w:r>
              <w:t>i</w:t>
            </w:r>
            <w:r>
              <w:t>onale marked.</w:t>
            </w:r>
          </w:p>
          <w:p w:rsidR="00E41088" w:rsidRDefault="00E41088" w:rsidP="00E41088">
            <w:pPr>
              <w:pStyle w:val="Tabel-BrdtekstmedafstandptekstGaramond"/>
            </w:pPr>
          </w:p>
          <w:p w:rsidR="00E41088" w:rsidRDefault="00E41088" w:rsidP="00D47357">
            <w:pPr>
              <w:pStyle w:val="Tabel-BrdtekstmedafstandptekstGaramond"/>
            </w:pPr>
            <w:r>
              <w:t xml:space="preserve">De er dog stærkt kritiske over, at lempelsen af </w:t>
            </w:r>
            <w:proofErr w:type="spellStart"/>
            <w:r>
              <w:t>PSO’en</w:t>
            </w:r>
            <w:proofErr w:type="spellEnd"/>
            <w:r>
              <w:t xml:space="preserve"> for danske virksomheder ikke kommer det br</w:t>
            </w:r>
            <w:r w:rsidR="006D38AF">
              <w:t>ede danske erhvervsliv til gode,</w:t>
            </w:r>
            <w:r>
              <w:t xml:space="preserve"> men i stedet kun tilgodeser de traditionelle produkt</w:t>
            </w:r>
            <w:r>
              <w:t>i</w:t>
            </w:r>
            <w:r w:rsidR="00D47357">
              <w:t xml:space="preserve">onsvirksomheder. </w:t>
            </w:r>
            <w:r>
              <w:t>HORESTA finder det pos</w:t>
            </w:r>
            <w:r>
              <w:t>i</w:t>
            </w:r>
            <w:r>
              <w:t>tivt, at regeringen ønsker at lempe energiafgi</w:t>
            </w:r>
            <w:r>
              <w:t>f</w:t>
            </w:r>
            <w:r>
              <w:t xml:space="preserve">terne, herunder </w:t>
            </w:r>
            <w:proofErr w:type="spellStart"/>
            <w:r>
              <w:t>PSO’en</w:t>
            </w:r>
            <w:proofErr w:type="spellEnd"/>
            <w:r>
              <w:t>, for danske virkso</w:t>
            </w:r>
            <w:r>
              <w:t>m</w:t>
            </w:r>
            <w:r>
              <w:t xml:space="preserve">heder. Men der bør vælges en model, der sikrer en sænkelse af </w:t>
            </w:r>
            <w:proofErr w:type="spellStart"/>
            <w:r>
              <w:t>PSO’en</w:t>
            </w:r>
            <w:proofErr w:type="spellEnd"/>
            <w:r>
              <w:t>, der kommer det brede danske erhvervsliv til gode.</w:t>
            </w:r>
          </w:p>
          <w:p w:rsidR="00E41088" w:rsidRDefault="00E41088" w:rsidP="00E41088">
            <w:pPr>
              <w:pStyle w:val="Tabel-BrdtekstmedafstandptekstGaramond"/>
            </w:pPr>
          </w:p>
          <w:p w:rsidR="00E41088" w:rsidRDefault="00E41088" w:rsidP="00E41088">
            <w:pPr>
              <w:pStyle w:val="Tabel-BrdtekstmedafstandptekstGaramond"/>
            </w:pPr>
            <w:r>
              <w:t>PSO-nedsættelsen kaldes en generel erhverv</w:t>
            </w:r>
            <w:r>
              <w:t>s</w:t>
            </w:r>
            <w:r>
              <w:t>rettet lempelse, men er rent faktisk målrettet produktionsvirksomheder. De virksomheder, som HORESTA repræsen</w:t>
            </w:r>
            <w:r w:rsidR="00A810DE">
              <w:t>terer inden for hotel</w:t>
            </w:r>
            <w:r>
              <w:t>, re</w:t>
            </w:r>
            <w:r w:rsidR="006D38AF">
              <w:t>staurant- og turisterhvervet, ha</w:t>
            </w:r>
            <w:r>
              <w:t>r et energifo</w:t>
            </w:r>
            <w:r>
              <w:t>r</w:t>
            </w:r>
            <w:r>
              <w:t>brug, der betegnes som husholdningslignende. Dermed får de ikke mulighed for at styrke d</w:t>
            </w:r>
            <w:r>
              <w:t>e</w:t>
            </w:r>
            <w:r>
              <w:t>res konkurrenceevne ved at drage nytte af le</w:t>
            </w:r>
            <w:r>
              <w:t>m</w:t>
            </w:r>
            <w:r>
              <w:t xml:space="preserve">pelsen i </w:t>
            </w:r>
            <w:proofErr w:type="spellStart"/>
            <w:r>
              <w:t>PSO’en</w:t>
            </w:r>
            <w:proofErr w:type="spellEnd"/>
            <w:r>
              <w:t>, da de ligesom andre hushol</w:t>
            </w:r>
            <w:r>
              <w:t>d</w:t>
            </w:r>
            <w:r>
              <w:t xml:space="preserve">ningslignende </w:t>
            </w:r>
            <w:proofErr w:type="spellStart"/>
            <w:r>
              <w:t>elforbrugere</w:t>
            </w:r>
            <w:proofErr w:type="spellEnd"/>
            <w:r>
              <w:t xml:space="preserve"> betaler for lempe</w:t>
            </w:r>
            <w:r>
              <w:t>l</w:t>
            </w:r>
            <w:r>
              <w:t>sen i PSO-afgiften gennem en stigning i elafgi</w:t>
            </w:r>
            <w:r>
              <w:t>f</w:t>
            </w:r>
            <w:r>
              <w:t>ten. En stigning i elafgiften mærkes ikke i pr</w:t>
            </w:r>
            <w:r>
              <w:t>o</w:t>
            </w:r>
            <w:r>
              <w:t>duktionsvirksomheder, da de får refunderet d</w:t>
            </w:r>
            <w:r>
              <w:t>e</w:t>
            </w:r>
            <w:r>
              <w:t>res energiafgifter. En stigning i elafgiften vil til gengæld kunne mærkes i hotel-, restaurant- og turisterhvervet, der ikke får samme refusion. Det er meget kritisabelt, at en såkaldt generel lempelse af PSO-afgiften rent faktisk ikke er generel, men derimod forfordeler servicee</w:t>
            </w:r>
            <w:r>
              <w:t>r</w:t>
            </w:r>
            <w:r>
              <w:t>hverv for produktionserhverv.</w:t>
            </w:r>
          </w:p>
          <w:p w:rsidR="00E41088" w:rsidRDefault="00E41088" w:rsidP="00E41088">
            <w:pPr>
              <w:pStyle w:val="Tabel-BrdtekstmedafstandptekstGaramond"/>
            </w:pPr>
          </w:p>
          <w:p w:rsidR="00EF6F3C" w:rsidRDefault="00E41088" w:rsidP="00E41088">
            <w:pPr>
              <w:pStyle w:val="Tabel-BrdtekstmedafstandptekstGaramond"/>
            </w:pPr>
            <w:r>
              <w:t xml:space="preserve">HORESTA opfordrer til, at det sikres, at PSO-lempelsen reelt kommer hele erhvervslivet til gavn og undersøger andre fordelingsmodeller. </w:t>
            </w:r>
          </w:p>
          <w:p w:rsidR="00EF6F3C" w:rsidRDefault="00EF6F3C" w:rsidP="00E41088">
            <w:pPr>
              <w:pStyle w:val="Tabel-BrdtekstmedafstandptekstGaramond"/>
            </w:pPr>
          </w:p>
          <w:p w:rsidR="00F8109D" w:rsidRDefault="00F8109D" w:rsidP="00E41088">
            <w:pPr>
              <w:pStyle w:val="Tabel-BrdtekstmedafstandptekstGaramond"/>
            </w:pPr>
          </w:p>
          <w:p w:rsidR="00F8109D" w:rsidRDefault="00F8109D" w:rsidP="00E41088">
            <w:pPr>
              <w:pStyle w:val="Tabel-BrdtekstmedafstandptekstGaramond"/>
            </w:pPr>
          </w:p>
          <w:p w:rsidR="00F8109D" w:rsidRDefault="00F8109D" w:rsidP="00E41088">
            <w:pPr>
              <w:pStyle w:val="Tabel-BrdtekstmedafstandptekstGaramond"/>
            </w:pPr>
          </w:p>
          <w:p w:rsidR="00F8109D" w:rsidRDefault="00F8109D" w:rsidP="00E41088">
            <w:pPr>
              <w:pStyle w:val="Tabel-BrdtekstmedafstandptekstGaramond"/>
            </w:pPr>
          </w:p>
          <w:p w:rsidR="00F8109D" w:rsidRDefault="00F8109D" w:rsidP="00F8109D">
            <w:pPr>
              <w:pStyle w:val="Tabel-BrdtekstmedafstandptekstGaramond"/>
              <w:ind w:left="0"/>
            </w:pPr>
          </w:p>
          <w:p w:rsidR="00AE1976" w:rsidRDefault="00AE1976" w:rsidP="00F8109D">
            <w:pPr>
              <w:pStyle w:val="Tabel-BrdtekstmedafstandptekstGaramond"/>
              <w:ind w:left="0"/>
            </w:pPr>
          </w:p>
          <w:p w:rsidR="00E41088" w:rsidRDefault="00E41088" w:rsidP="00E41088">
            <w:pPr>
              <w:pStyle w:val="Tabel-BrdtekstmedafstandptekstGaramond"/>
            </w:pPr>
            <w:r>
              <w:t>Det bør således undersøges</w:t>
            </w:r>
            <w:r w:rsidR="006D38AF">
              <w:t>,</w:t>
            </w:r>
            <w:r>
              <w:t xml:space="preserve"> om PSO-lempelsen kan tildeles alle momsregistrerede virksomheder, uanset hvordan deres elforbrug er defineret. Dermed kan man sikre afgiftsle</w:t>
            </w:r>
            <w:r>
              <w:t>t</w:t>
            </w:r>
            <w:r>
              <w:t>telser til samtlige konkurrenceudsatte danske virksomheder.</w:t>
            </w:r>
          </w:p>
          <w:p w:rsidR="00E41088" w:rsidRDefault="00E41088" w:rsidP="00E41088">
            <w:pPr>
              <w:pStyle w:val="Tabel-BrdtekstmedafstandptekstGaramond"/>
            </w:pPr>
          </w:p>
          <w:p w:rsidR="00E41088" w:rsidRDefault="00E41088" w:rsidP="00E41088">
            <w:pPr>
              <w:pStyle w:val="Tabel-BrdtekstmedafstandptekstGaramond"/>
            </w:pPr>
            <w:r>
              <w:t>Erhverv som f.eks. industri og landbrug har større mulighed for refusion af deres energia</w:t>
            </w:r>
            <w:r>
              <w:t>f</w:t>
            </w:r>
            <w:r>
              <w:t>gifter, fordi deres energiforbrug defineres som procesvarme. Energiforbruget for virksomh</w:t>
            </w:r>
            <w:r>
              <w:t>e</w:t>
            </w:r>
            <w:r>
              <w:t>der, som HORESTA repræsenterer, defineres i vidt omfang som rumvarme med en væsentligt mindre mulighed for refusion af energiafgifte</w:t>
            </w:r>
            <w:r>
              <w:t>r</w:t>
            </w:r>
            <w:r>
              <w:t xml:space="preserve">ne. </w:t>
            </w:r>
          </w:p>
          <w:p w:rsidR="00E41088" w:rsidRDefault="00E41088" w:rsidP="00E41088">
            <w:pPr>
              <w:pStyle w:val="Tabel-BrdtekstmedafstandptekstGaramond"/>
            </w:pPr>
          </w:p>
          <w:p w:rsidR="00E41088" w:rsidRDefault="00E41088" w:rsidP="00E41088">
            <w:pPr>
              <w:pStyle w:val="Tabel-BrdtekstmedafstandptekstGaramond"/>
            </w:pPr>
            <w:r>
              <w:t>Turisterhvervet i Danmark konkurrerer hele t</w:t>
            </w:r>
            <w:r>
              <w:t>i</w:t>
            </w:r>
            <w:r>
              <w:t>den med vores nabolande om at tiltrække tur</w:t>
            </w:r>
            <w:r>
              <w:t>i</w:t>
            </w:r>
            <w:r>
              <w:t>ster, og når turister skal vælge feriedestination spiller prisen en rolle – derfor er afgiftsniveauet meget vigtigt for hotel-, restaurant- og turiste</w:t>
            </w:r>
            <w:r>
              <w:t>r</w:t>
            </w:r>
            <w:r>
              <w:t>hvervet. Turisterhvervet er stærkt konkurre</w:t>
            </w:r>
            <w:r>
              <w:t>n</w:t>
            </w:r>
            <w:r>
              <w:t>ceudsat</w:t>
            </w:r>
            <w:r w:rsidR="00F8109D">
              <w:t>,</w:t>
            </w:r>
            <w:r>
              <w:t xml:space="preserve"> og afgift</w:t>
            </w:r>
            <w:r w:rsidR="00F8109D">
              <w:t>s</w:t>
            </w:r>
            <w:r>
              <w:t>niveauet er afgørende for e</w:t>
            </w:r>
            <w:r>
              <w:t>r</w:t>
            </w:r>
            <w:r>
              <w:t>hvervets konkurrenceevne i forhold til ude</w:t>
            </w:r>
            <w:r>
              <w:t>n</w:t>
            </w:r>
            <w:r>
              <w:t>landske virksomheder.</w:t>
            </w:r>
          </w:p>
          <w:p w:rsidR="00E41088" w:rsidRDefault="00E41088" w:rsidP="00E41088">
            <w:pPr>
              <w:pStyle w:val="Tabel-BrdtekstmedafstandptekstGaramond"/>
            </w:pPr>
          </w:p>
          <w:p w:rsidR="00E41088" w:rsidRDefault="00E41088" w:rsidP="00E41088">
            <w:pPr>
              <w:pStyle w:val="Tabel-BrdtekstmedafstandptekstGaramond"/>
            </w:pPr>
            <w:r>
              <w:t>En nylig sammenligning fra Skatteministeriet viser, at netop afgiftsniveauet for hoteller er meget højere i Da</w:t>
            </w:r>
            <w:r w:rsidR="00FC43BA">
              <w:t>nmark end i Tyskland og Sverige</w:t>
            </w:r>
            <w:r>
              <w:t>. Det bidrager til højere omkos</w:t>
            </w:r>
            <w:r w:rsidR="009F4295">
              <w:t>t</w:t>
            </w:r>
            <w:r>
              <w:t xml:space="preserve">ninger og dermed højere priser i Danmark, hvilket medfører, at </w:t>
            </w:r>
            <w:r w:rsidR="00205C1C">
              <w:t>Danmark</w:t>
            </w:r>
            <w:r>
              <w:t xml:space="preserve"> mister turister til vores nabolande. </w:t>
            </w:r>
          </w:p>
          <w:p w:rsidR="00E41088" w:rsidRDefault="00E41088" w:rsidP="00E41088">
            <w:pPr>
              <w:pStyle w:val="Tabel-BrdtekstmedafstandptekstGaramond"/>
            </w:pPr>
          </w:p>
          <w:p w:rsidR="00E41088" w:rsidRDefault="00E41088" w:rsidP="00E41088">
            <w:pPr>
              <w:pStyle w:val="Tabel-BrdtekstmedafstandptekstGaramond"/>
            </w:pPr>
            <w:r>
              <w:t>Turismen er i dag et af Danmarks største e</w:t>
            </w:r>
            <w:r>
              <w:t>k</w:t>
            </w:r>
            <w:r w:rsidR="00205C1C">
              <w:t xml:space="preserve">sporthverv. </w:t>
            </w:r>
            <w:r>
              <w:t>Men modsat de fleste andre e</w:t>
            </w:r>
            <w:r>
              <w:t>k</w:t>
            </w:r>
            <w:r>
              <w:t>sporterhverv er det ikke muligt for turiste</w:t>
            </w:r>
            <w:r>
              <w:t>r</w:t>
            </w:r>
            <w:r>
              <w:lastRenderedPageBreak/>
              <w:t>hvervet at flytte nogle af branchens 122.500 a</w:t>
            </w:r>
            <w:r>
              <w:t>r</w:t>
            </w:r>
            <w:r>
              <w:t xml:space="preserve">bejdspladser ud af landet. Med turismens store bidrag til det danske samfund er det vigtigt, at erhvervets vilkår er konkurrencedygtige med vores nabolande. Erhvervet bør have fuld del i lempelsen af </w:t>
            </w:r>
            <w:proofErr w:type="spellStart"/>
            <w:r>
              <w:t>PSO’en</w:t>
            </w:r>
            <w:proofErr w:type="spellEnd"/>
            <w:r>
              <w:t>.</w:t>
            </w:r>
          </w:p>
          <w:p w:rsidR="00E41088" w:rsidRDefault="00E41088" w:rsidP="00E41088">
            <w:pPr>
              <w:pStyle w:val="Tabel-BrdtekstmedafstandptekstGaramond"/>
            </w:pPr>
          </w:p>
          <w:p w:rsidR="00E41088" w:rsidRDefault="00E41088" w:rsidP="00E41088">
            <w:pPr>
              <w:pStyle w:val="Tabel-BrdtekstmedafstandptekstGaramond"/>
            </w:pPr>
            <w:r>
              <w:t>Tilbagerulningen af Forsyningssikkerhedsafgi</w:t>
            </w:r>
            <w:r>
              <w:t>f</w:t>
            </w:r>
            <w:r>
              <w:t>ten er yderst positiv. Forsyningssikkerhedsa</w:t>
            </w:r>
            <w:r>
              <w:t>f</w:t>
            </w:r>
            <w:r>
              <w:t>giften er dybt problematisk, da den fører til b</w:t>
            </w:r>
            <w:r>
              <w:t>å</w:t>
            </w:r>
            <w:r>
              <w:t>de endnu højere afgifter på rumvar</w:t>
            </w:r>
            <w:r w:rsidR="00FC43BA">
              <w:t>me og mere administrativt bøvl</w:t>
            </w:r>
            <w:r>
              <w:t>.</w:t>
            </w:r>
          </w:p>
          <w:p w:rsidR="00E41088" w:rsidRDefault="00E41088" w:rsidP="00E41088">
            <w:pPr>
              <w:pStyle w:val="Tabel-BrdtekstmedafstandptekstGaramond"/>
            </w:pPr>
          </w:p>
          <w:p w:rsidR="00E41088" w:rsidRDefault="00E41088" w:rsidP="00E41088">
            <w:pPr>
              <w:pStyle w:val="Tabel-BrdtekstmedafstandptekstGaramond"/>
            </w:pPr>
            <w:r>
              <w:t>HORESTA bakker ligeledes op om tilbageru</w:t>
            </w:r>
            <w:r>
              <w:t>l</w:t>
            </w:r>
            <w:r w:rsidR="00FC43BA">
              <w:t>n</w:t>
            </w:r>
            <w:r>
              <w:t>ingen af afgiftsforhøjelserne på fossile brændsler fra Forårspakke 2.0. samt en nedsæ</w:t>
            </w:r>
            <w:r>
              <w:t>t</w:t>
            </w:r>
            <w:r>
              <w:t xml:space="preserve">telse af </w:t>
            </w:r>
            <w:proofErr w:type="spellStart"/>
            <w:r>
              <w:t>elvameafgiften</w:t>
            </w:r>
            <w:proofErr w:type="spellEnd"/>
            <w:r>
              <w:t>, da det kommer det br</w:t>
            </w:r>
            <w:r>
              <w:t>e</w:t>
            </w:r>
            <w:r>
              <w:t xml:space="preserve">de danske erhvervsliv til gode. </w:t>
            </w:r>
          </w:p>
          <w:p w:rsidR="00E41088" w:rsidRDefault="00E41088" w:rsidP="00E41088">
            <w:pPr>
              <w:pStyle w:val="Tabel-BrdtekstmedafstandptekstGaramond"/>
            </w:pPr>
          </w:p>
          <w:p w:rsidR="00085C15" w:rsidRDefault="00886B3F" w:rsidP="00F9289E">
            <w:pPr>
              <w:pStyle w:val="Tabel-BrdtekstmedafstandptekstGaramond"/>
            </w:pPr>
            <w:r>
              <w:t>S</w:t>
            </w:r>
            <w:r w:rsidR="00E41088">
              <w:t>elvom det er positivt med tilbagerulningen af Forsyningssikkerhedsafgiften, så mener H</w:t>
            </w:r>
            <w:r w:rsidR="00E41088">
              <w:t>O</w:t>
            </w:r>
            <w:r w:rsidR="00E41088">
              <w:t>RESTA, at finansieringen er uhensigtsmæssig. En forhøjelse af bundskatten vil sænke incit</w:t>
            </w:r>
            <w:r w:rsidR="00E41088">
              <w:t>a</w:t>
            </w:r>
            <w:r w:rsidR="00E41088">
              <w:t xml:space="preserve">mentet til at tage et arbejde. Det finder </w:t>
            </w:r>
            <w:r w:rsidR="00FC43BA">
              <w:t>H</w:t>
            </w:r>
            <w:r w:rsidR="00FC43BA">
              <w:t>O</w:t>
            </w:r>
            <w:r w:rsidR="00FC43BA">
              <w:t xml:space="preserve">RESTA </w:t>
            </w:r>
            <w:r w:rsidR="00E41088">
              <w:t>problematisk, da ledighedsniveauet i dag allerede ligger tæt på den strukturelle ledi</w:t>
            </w:r>
            <w:r w:rsidR="00E41088">
              <w:t>g</w:t>
            </w:r>
            <w:r w:rsidR="00E41088">
              <w:t xml:space="preserve">hed. </w:t>
            </w:r>
            <w:r w:rsidR="00A229BE">
              <w:t xml:space="preserve">Det er </w:t>
            </w:r>
            <w:r w:rsidR="00E41088">
              <w:t>allerede i dag svært at tiltrække dansk arbejdskraft til en række stillinger</w:t>
            </w:r>
            <w:r w:rsidR="00F9289E">
              <w:t>,</w:t>
            </w:r>
            <w:r w:rsidR="00E41088">
              <w:t xml:space="preserve"> og </w:t>
            </w:r>
            <w:r w:rsidR="00F9289E">
              <w:t xml:space="preserve">det </w:t>
            </w:r>
            <w:r w:rsidR="00E41088">
              <w:t>for</w:t>
            </w:r>
            <w:r w:rsidR="00F9289E">
              <w:t>ventes</w:t>
            </w:r>
            <w:r w:rsidR="00E41088">
              <w:t xml:space="preserve">, at udfordringen tiltager i forbindelse med et eventuelt kommende opsving. Et endnu lavere incitament til at tage et arbejde, end det er tilfældet i dag, kan bidrage til at udbuddet af arbejdskraft forringes yderligere. </w:t>
            </w:r>
          </w:p>
        </w:tc>
        <w:tc>
          <w:tcPr>
            <w:tcW w:w="115" w:type="dxa"/>
            <w:shd w:val="clear" w:color="auto" w:fill="FFFFFF" w:themeFill="background1"/>
          </w:tcPr>
          <w:p w:rsidR="00085C15" w:rsidRPr="00B5346F" w:rsidRDefault="00085C15" w:rsidP="000B4D0B"/>
        </w:tc>
        <w:tc>
          <w:tcPr>
            <w:tcW w:w="3164" w:type="dxa"/>
            <w:tcBorders>
              <w:top w:val="single" w:sz="4" w:space="0" w:color="14143C" w:themeColor="accent1"/>
              <w:bottom w:val="single" w:sz="4" w:space="0" w:color="14143C" w:themeColor="accent1"/>
            </w:tcBorders>
            <w:shd w:val="clear" w:color="auto" w:fill="D2CED8"/>
          </w:tcPr>
          <w:p w:rsidR="00085C15" w:rsidRDefault="00085C15" w:rsidP="004D5CA1">
            <w:pPr>
              <w:pStyle w:val="Tabel-BrdtekstmedafstandptekstGaramond"/>
            </w:pPr>
          </w:p>
          <w:p w:rsidR="00D360C9" w:rsidRDefault="00D360C9" w:rsidP="004D5CA1">
            <w:pPr>
              <w:pStyle w:val="Tabel-BrdtekstmedafstandptekstGaramond"/>
            </w:pPr>
          </w:p>
          <w:p w:rsidR="00D360C9" w:rsidRDefault="00D360C9" w:rsidP="004D5CA1">
            <w:pPr>
              <w:pStyle w:val="Tabel-BrdtekstmedafstandptekstGaramond"/>
            </w:pPr>
          </w:p>
          <w:p w:rsidR="00D360C9" w:rsidRDefault="00D360C9" w:rsidP="004D5CA1">
            <w:pPr>
              <w:pStyle w:val="Tabel-BrdtekstmedafstandptekstGaramond"/>
            </w:pPr>
          </w:p>
          <w:p w:rsidR="00D360C9" w:rsidRDefault="00D360C9" w:rsidP="004D5CA1">
            <w:pPr>
              <w:pStyle w:val="Tabel-BrdtekstmedafstandptekstGaramond"/>
            </w:pPr>
          </w:p>
          <w:p w:rsidR="00D360C9" w:rsidRDefault="00D360C9" w:rsidP="004D5CA1">
            <w:pPr>
              <w:pStyle w:val="Tabel-BrdtekstmedafstandptekstGaramond"/>
            </w:pPr>
          </w:p>
          <w:p w:rsidR="00D360C9" w:rsidRDefault="00D360C9" w:rsidP="004D5CA1">
            <w:pPr>
              <w:pStyle w:val="Tabel-BrdtekstmedafstandptekstGaramond"/>
            </w:pPr>
          </w:p>
          <w:p w:rsidR="00D360C9" w:rsidRDefault="00D360C9" w:rsidP="004D5CA1">
            <w:pPr>
              <w:pStyle w:val="Tabel-BrdtekstmedafstandptekstGaramond"/>
            </w:pPr>
          </w:p>
          <w:p w:rsidR="002E2342" w:rsidRDefault="002E2342" w:rsidP="004D5CA1">
            <w:pPr>
              <w:pStyle w:val="Tabel-BrdtekstmedafstandptekstGaramond"/>
            </w:pPr>
            <w:r>
              <w:t xml:space="preserve">Som det fremgår af </w:t>
            </w:r>
            <w:r w:rsidRPr="0062308C">
              <w:rPr>
                <w:i/>
              </w:rPr>
              <w:t>Aftale om tilbagerulning af forsyningssikke</w:t>
            </w:r>
            <w:r w:rsidRPr="0062308C">
              <w:rPr>
                <w:i/>
              </w:rPr>
              <w:t>r</w:t>
            </w:r>
            <w:r w:rsidRPr="0062308C">
              <w:rPr>
                <w:i/>
              </w:rPr>
              <w:t xml:space="preserve">hedsafgiften mv. og lempelser af PSO </w:t>
            </w:r>
            <w:r>
              <w:t>gennemføres der en erhverv</w:t>
            </w:r>
            <w:r>
              <w:t>s</w:t>
            </w:r>
            <w:r>
              <w:t>rette</w:t>
            </w:r>
            <w:r w:rsidR="00B4573E">
              <w:t>t</w:t>
            </w:r>
            <w:r>
              <w:t xml:space="preserve"> lempelse af PSO for el</w:t>
            </w:r>
            <w:r w:rsidR="00B4573E">
              <w:t xml:space="preserve"> til proces, der med </w:t>
            </w:r>
            <w:r>
              <w:t>dette lo</w:t>
            </w:r>
            <w:r>
              <w:t>v</w:t>
            </w:r>
            <w:r>
              <w:t>forslag gennemføres via en forhøjelse af elafgiften for rumvarme mv., som neutralis</w:t>
            </w:r>
            <w:r>
              <w:t>e</w:t>
            </w:r>
            <w:r>
              <w:t>re</w:t>
            </w:r>
            <w:r w:rsidR="000C4A9E">
              <w:t>r</w:t>
            </w:r>
            <w:r>
              <w:t xml:space="preserve"> effekten af PSO-lempelsen for husholdningerne mv. </w:t>
            </w:r>
          </w:p>
          <w:p w:rsidR="0062308C" w:rsidRDefault="0062308C" w:rsidP="004D5CA1">
            <w:pPr>
              <w:pStyle w:val="Tabel-BrdtekstmedafstandptekstGaramond"/>
            </w:pPr>
          </w:p>
          <w:p w:rsidR="0062308C" w:rsidRDefault="00620507" w:rsidP="0062308C">
            <w:pPr>
              <w:pStyle w:val="Tabel-BrdtekstmedafstandptekstGaramond"/>
            </w:pPr>
            <w:r>
              <w:t>D</w:t>
            </w:r>
            <w:r w:rsidR="00780A35">
              <w:t>en overordnede</w:t>
            </w:r>
            <w:r w:rsidR="0062308C">
              <w:t xml:space="preserve"> opbygnin</w:t>
            </w:r>
            <w:r w:rsidR="00780A35">
              <w:t>g</w:t>
            </w:r>
            <w:r w:rsidR="0062308C">
              <w:t xml:space="preserve"> i energiafgiftsloven</w:t>
            </w:r>
            <w:r>
              <w:t xml:space="preserve"> er</w:t>
            </w:r>
            <w:r w:rsidR="0062308C">
              <w:t>, at brændslerne afgiftsbelægges a</w:t>
            </w:r>
            <w:r w:rsidR="0062308C">
              <w:t>f</w:t>
            </w:r>
            <w:r w:rsidR="0062308C">
              <w:t>hængig af deres anvendelse. Der sondres mellem brændsler anvendt som rumvarme mv., og brændsler anvendt som pr</w:t>
            </w:r>
            <w:r w:rsidR="0062308C">
              <w:t>o</w:t>
            </w:r>
            <w:r w:rsidR="0062308C">
              <w:t xml:space="preserve">cesenergi. </w:t>
            </w:r>
          </w:p>
          <w:p w:rsidR="0062308C" w:rsidRDefault="0062308C" w:rsidP="0062308C">
            <w:pPr>
              <w:pStyle w:val="Tabel-BrdtekstmedafstandptekstGaramond"/>
            </w:pPr>
          </w:p>
          <w:p w:rsidR="0062308C" w:rsidRDefault="0062308C" w:rsidP="0062308C">
            <w:pPr>
              <w:pStyle w:val="Tabel-BrdtekstmedafstandptekstGaramond"/>
            </w:pPr>
            <w:r>
              <w:t>Energiafgiftslovene indeholder således ingen undtagelser for procesindustri, men for proce</w:t>
            </w:r>
            <w:r>
              <w:t>s</w:t>
            </w:r>
            <w:r w:rsidR="00620507">
              <w:t>energi. Dette gælder,</w:t>
            </w:r>
            <w:r>
              <w:t xml:space="preserve"> uanset i hvilken industri denne </w:t>
            </w:r>
            <w:r w:rsidR="00620507">
              <w:t xml:space="preserve">energi </w:t>
            </w:r>
            <w:r>
              <w:t xml:space="preserve">er anvendt. </w:t>
            </w:r>
          </w:p>
          <w:p w:rsidR="0062308C" w:rsidRDefault="0062308C" w:rsidP="0062308C">
            <w:pPr>
              <w:pStyle w:val="Tabel-BrdtekstmedafstandptekstGaramond"/>
            </w:pPr>
          </w:p>
          <w:p w:rsidR="0062308C" w:rsidRDefault="00620507" w:rsidP="0062308C">
            <w:pPr>
              <w:pStyle w:val="Tabel-BrdtekstmedafstandptekstGaramond"/>
            </w:pPr>
            <w:r w:rsidRPr="0062308C">
              <w:rPr>
                <w:i/>
              </w:rPr>
              <w:t>Aftale om tilbagerulning af fors</w:t>
            </w:r>
            <w:r w:rsidRPr="0062308C">
              <w:rPr>
                <w:i/>
              </w:rPr>
              <w:t>y</w:t>
            </w:r>
            <w:r w:rsidRPr="0062308C">
              <w:rPr>
                <w:i/>
              </w:rPr>
              <w:t>ningssikkerhedsafgiften mv. og le</w:t>
            </w:r>
            <w:r w:rsidRPr="0062308C">
              <w:rPr>
                <w:i/>
              </w:rPr>
              <w:t>m</w:t>
            </w:r>
            <w:r w:rsidRPr="0062308C">
              <w:rPr>
                <w:i/>
              </w:rPr>
              <w:t xml:space="preserve">pelser af PSO </w:t>
            </w:r>
            <w:r w:rsidRPr="00C754BB">
              <w:t>indeholder ikke ti</w:t>
            </w:r>
            <w:r w:rsidRPr="00C754BB">
              <w:t>l</w:t>
            </w:r>
            <w:r w:rsidRPr="00C754BB">
              <w:t>tag til særskilte lempelser af a</w:t>
            </w:r>
            <w:r w:rsidRPr="00C754BB">
              <w:t>f</w:t>
            </w:r>
            <w:r w:rsidRPr="00C754BB">
              <w:t>gifter ved rumvarme for hotel</w:t>
            </w:r>
            <w:r w:rsidR="00C754BB" w:rsidRPr="00C754BB">
              <w:t>-</w:t>
            </w:r>
            <w:r w:rsidR="00C754BB">
              <w:t>,</w:t>
            </w:r>
            <w:r w:rsidRPr="00C754BB">
              <w:t xml:space="preserve"> restaurations</w:t>
            </w:r>
            <w:r w:rsidR="00C754BB" w:rsidRPr="00C754BB">
              <w:t>-</w:t>
            </w:r>
            <w:r w:rsidR="00C754BB">
              <w:t>,</w:t>
            </w:r>
            <w:r w:rsidR="00C754BB" w:rsidRPr="00C754BB">
              <w:t xml:space="preserve"> og turismebra</w:t>
            </w:r>
            <w:r w:rsidR="00C754BB" w:rsidRPr="00C754BB">
              <w:t>n</w:t>
            </w:r>
            <w:r w:rsidR="00030CFB">
              <w:t xml:space="preserve">chen. Aftalen </w:t>
            </w:r>
            <w:r w:rsidR="00F8109D">
              <w:t>indebærer at a</w:t>
            </w:r>
            <w:r w:rsidR="00F8109D">
              <w:t>f</w:t>
            </w:r>
            <w:r w:rsidR="00F8109D">
              <w:lastRenderedPageBreak/>
              <w:t xml:space="preserve">gifterne på energi til </w:t>
            </w:r>
            <w:r w:rsidR="00030CFB">
              <w:t>erhverv</w:t>
            </w:r>
            <w:r w:rsidR="00030CFB">
              <w:t>e</w:t>
            </w:r>
            <w:r w:rsidR="00030CFB">
              <w:t xml:space="preserve">nes </w:t>
            </w:r>
            <w:r w:rsidR="00F8109D">
              <w:t>rumvarme reduce</w:t>
            </w:r>
            <w:r w:rsidR="00030CFB">
              <w:t xml:space="preserve">res med ca. 25 pct. for fossile brændsler og 15 pct. for elektricitet. Dette kommer </w:t>
            </w:r>
            <w:r w:rsidR="00F8109D">
              <w:t xml:space="preserve">de rumvarmeintensive erhverv til gode. </w:t>
            </w:r>
          </w:p>
          <w:p w:rsidR="002E2342" w:rsidRDefault="002E2342" w:rsidP="004D5CA1">
            <w:pPr>
              <w:pStyle w:val="Tabel-BrdtekstmedafstandptekstGaramond"/>
            </w:pPr>
          </w:p>
          <w:p w:rsidR="00D47357" w:rsidRPr="00DC320E" w:rsidRDefault="007B1A63" w:rsidP="00DC320E">
            <w:pPr>
              <w:pStyle w:val="Tabel-BrdtekstmedafstandptekstGaramond"/>
            </w:pPr>
            <w:r w:rsidRPr="00DC320E">
              <w:t>Forslaget falder uden for ra</w:t>
            </w:r>
            <w:r w:rsidRPr="00DC320E">
              <w:t>m</w:t>
            </w:r>
            <w:r w:rsidRPr="00DC320E">
              <w:t xml:space="preserve">merne af dette lovforslag. </w:t>
            </w:r>
          </w:p>
          <w:p w:rsidR="00D47357" w:rsidRDefault="00D47357" w:rsidP="004D5CA1">
            <w:pPr>
              <w:pStyle w:val="Tabel-BrdtekstmedafstandptekstGaramond"/>
            </w:pPr>
          </w:p>
          <w:p w:rsidR="00D47357" w:rsidRDefault="00D47357" w:rsidP="004D5CA1">
            <w:pPr>
              <w:pStyle w:val="Tabel-BrdtekstmedafstandptekstGaramond"/>
            </w:pPr>
          </w:p>
          <w:p w:rsidR="00D47357" w:rsidRDefault="00D47357" w:rsidP="004D5CA1">
            <w:pPr>
              <w:pStyle w:val="Tabel-BrdtekstmedafstandptekstGaramond"/>
            </w:pPr>
          </w:p>
          <w:p w:rsidR="00D47357" w:rsidRDefault="00D47357" w:rsidP="004D5CA1">
            <w:pPr>
              <w:pStyle w:val="Tabel-BrdtekstmedafstandptekstGaramond"/>
            </w:pPr>
          </w:p>
          <w:p w:rsidR="00D47357" w:rsidRDefault="00D47357" w:rsidP="004D5CA1">
            <w:pPr>
              <w:pStyle w:val="Tabel-BrdtekstmedafstandptekstGaramond"/>
            </w:pPr>
          </w:p>
          <w:p w:rsidR="00BE6FAF" w:rsidRDefault="00BE6FAF" w:rsidP="006C4622">
            <w:pPr>
              <w:pStyle w:val="Tabel-BrdtekstmedafstandptekstGaramond"/>
            </w:pPr>
          </w:p>
          <w:p w:rsidR="00BE6FAF" w:rsidRDefault="00BE6FAF" w:rsidP="006C4622">
            <w:pPr>
              <w:pStyle w:val="Tabel-BrdtekstmedafstandptekstGaramond"/>
            </w:pPr>
          </w:p>
          <w:p w:rsidR="00BE6FAF" w:rsidRDefault="00BE6FAF" w:rsidP="006C4622">
            <w:pPr>
              <w:pStyle w:val="Tabel-BrdtekstmedafstandptekstGaramond"/>
            </w:pPr>
          </w:p>
          <w:p w:rsidR="00BE6FAF" w:rsidRDefault="00BE6FAF" w:rsidP="006C4622">
            <w:pPr>
              <w:pStyle w:val="Tabel-BrdtekstmedafstandptekstGaramond"/>
            </w:pPr>
          </w:p>
          <w:p w:rsidR="00BE6FAF" w:rsidRDefault="00BE6FAF" w:rsidP="006C4622">
            <w:pPr>
              <w:pStyle w:val="Tabel-BrdtekstmedafstandptekstGaramond"/>
            </w:pPr>
          </w:p>
          <w:p w:rsidR="00BE6FAF" w:rsidRDefault="00BE6FAF" w:rsidP="006C4622">
            <w:pPr>
              <w:pStyle w:val="Tabel-BrdtekstmedafstandptekstGaramond"/>
            </w:pPr>
          </w:p>
          <w:p w:rsidR="00BE6FAF" w:rsidRDefault="00BE6FAF" w:rsidP="006C4622">
            <w:pPr>
              <w:pStyle w:val="Tabel-BrdtekstmedafstandptekstGaramond"/>
            </w:pPr>
          </w:p>
          <w:p w:rsidR="00BE6FAF" w:rsidRDefault="00BE6FAF" w:rsidP="006C4622">
            <w:pPr>
              <w:pStyle w:val="Tabel-BrdtekstmedafstandptekstGaramond"/>
            </w:pPr>
          </w:p>
          <w:p w:rsidR="00BE6FAF" w:rsidRDefault="00BE6FAF" w:rsidP="006C4622">
            <w:pPr>
              <w:pStyle w:val="Tabel-BrdtekstmedafstandptekstGaramond"/>
            </w:pPr>
          </w:p>
          <w:p w:rsidR="00AB1F8B" w:rsidRDefault="00BE6FAF" w:rsidP="00AB1F8B">
            <w:pPr>
              <w:pStyle w:val="Tabel-BrdtekstmedafstandptekstGaramond"/>
            </w:pPr>
            <w:r>
              <w:t xml:space="preserve">Hotelbranchen tilgodeses ved </w:t>
            </w:r>
            <w:r w:rsidRPr="00BE6FAF">
              <w:rPr>
                <w:i/>
              </w:rPr>
              <w:t>Aftale om en Vækstpakke</w:t>
            </w:r>
            <w:r>
              <w:t>, hvor der indføres f</w:t>
            </w:r>
            <w:r w:rsidR="006C4622">
              <w:t>uld</w:t>
            </w:r>
            <w:r w:rsidR="006D38AF">
              <w:t>t</w:t>
            </w:r>
            <w:r w:rsidR="006C4622">
              <w:t xml:space="preserve"> momsfradrag for hotelovernatninger</w:t>
            </w:r>
            <w:r w:rsidRPr="00AB1F8B">
              <w:t>.</w:t>
            </w:r>
            <w:r w:rsidR="00AB1F8B" w:rsidRPr="00AB1F8B">
              <w:t xml:space="preserve"> Initiat</w:t>
            </w:r>
            <w:r w:rsidR="00AB1F8B" w:rsidRPr="00AB1F8B">
              <w:t>i</w:t>
            </w:r>
            <w:r w:rsidR="00AB1F8B" w:rsidRPr="00AB1F8B">
              <w:t>vet indebærer en umiddelbar lempelse på 220 mio. kr. om året.</w:t>
            </w:r>
          </w:p>
          <w:p w:rsidR="00205C1C" w:rsidRDefault="00205C1C" w:rsidP="00AB1F8B">
            <w:pPr>
              <w:pStyle w:val="Tabel-BrdtekstmedafstandptekstGaramond"/>
            </w:pPr>
          </w:p>
          <w:p w:rsidR="00205C1C" w:rsidRDefault="00205C1C" w:rsidP="00AB1F8B">
            <w:pPr>
              <w:pStyle w:val="Tabel-BrdtekstmedafstandptekstGaramond"/>
            </w:pPr>
          </w:p>
          <w:p w:rsidR="00205C1C" w:rsidRDefault="00205C1C" w:rsidP="00AB1F8B">
            <w:pPr>
              <w:pStyle w:val="Tabel-BrdtekstmedafstandptekstGaramond"/>
            </w:pPr>
          </w:p>
          <w:p w:rsidR="00205C1C" w:rsidRDefault="00205C1C" w:rsidP="00AB1F8B">
            <w:pPr>
              <w:pStyle w:val="Tabel-BrdtekstmedafstandptekstGaramond"/>
            </w:pPr>
          </w:p>
          <w:p w:rsidR="00205C1C" w:rsidRDefault="00205C1C" w:rsidP="00AB1F8B">
            <w:pPr>
              <w:pStyle w:val="Tabel-BrdtekstmedafstandptekstGaramond"/>
            </w:pPr>
          </w:p>
          <w:p w:rsidR="00205C1C" w:rsidRDefault="00205C1C" w:rsidP="00AB1F8B">
            <w:pPr>
              <w:pStyle w:val="Tabel-BrdtekstmedafstandptekstGaramond"/>
            </w:pPr>
          </w:p>
          <w:p w:rsidR="00205C1C" w:rsidRDefault="00205C1C" w:rsidP="00AB1F8B">
            <w:pPr>
              <w:pStyle w:val="Tabel-BrdtekstmedafstandptekstGaramond"/>
            </w:pPr>
          </w:p>
          <w:p w:rsidR="00205C1C" w:rsidRDefault="00205C1C" w:rsidP="00AB1F8B">
            <w:pPr>
              <w:pStyle w:val="Tabel-BrdtekstmedafstandptekstGaramond"/>
            </w:pPr>
          </w:p>
          <w:p w:rsidR="00205C1C" w:rsidRDefault="00205C1C" w:rsidP="00AB1F8B">
            <w:pPr>
              <w:pStyle w:val="Tabel-BrdtekstmedafstandptekstGaramond"/>
            </w:pPr>
          </w:p>
          <w:p w:rsidR="00205C1C" w:rsidRDefault="00205C1C" w:rsidP="00AB1F8B">
            <w:pPr>
              <w:pStyle w:val="Tabel-BrdtekstmedafstandptekstGaramond"/>
            </w:pPr>
          </w:p>
          <w:p w:rsidR="00205C1C" w:rsidRDefault="00205C1C" w:rsidP="00AB1F8B">
            <w:pPr>
              <w:pStyle w:val="Tabel-BrdtekstmedafstandptekstGaramond"/>
            </w:pPr>
          </w:p>
          <w:p w:rsidR="00205C1C" w:rsidRDefault="00205C1C" w:rsidP="00AB1F8B">
            <w:pPr>
              <w:pStyle w:val="Tabel-BrdtekstmedafstandptekstGaramond"/>
            </w:pPr>
          </w:p>
          <w:p w:rsidR="00205C1C" w:rsidRDefault="00205C1C" w:rsidP="00AB1F8B">
            <w:pPr>
              <w:pStyle w:val="Tabel-BrdtekstmedafstandptekstGaramond"/>
            </w:pPr>
          </w:p>
          <w:p w:rsidR="00205C1C" w:rsidRDefault="00205C1C" w:rsidP="00AB1F8B">
            <w:pPr>
              <w:pStyle w:val="Tabel-BrdtekstmedafstandptekstGaramond"/>
            </w:pPr>
          </w:p>
          <w:p w:rsidR="00205C1C" w:rsidRDefault="00205C1C" w:rsidP="00AB1F8B">
            <w:pPr>
              <w:pStyle w:val="Tabel-BrdtekstmedafstandptekstGaramond"/>
            </w:pPr>
          </w:p>
          <w:p w:rsidR="00205C1C" w:rsidRDefault="00205C1C" w:rsidP="00AB1F8B">
            <w:pPr>
              <w:pStyle w:val="Tabel-BrdtekstmedafstandptekstGaramond"/>
            </w:pPr>
          </w:p>
          <w:p w:rsidR="00205C1C" w:rsidRDefault="00205C1C" w:rsidP="00AB1F8B">
            <w:pPr>
              <w:pStyle w:val="Tabel-BrdtekstmedafstandptekstGaramond"/>
            </w:pPr>
          </w:p>
          <w:p w:rsidR="00205C1C" w:rsidRDefault="00205C1C" w:rsidP="00AB1F8B">
            <w:pPr>
              <w:pStyle w:val="Tabel-BrdtekstmedafstandptekstGaramond"/>
            </w:pPr>
          </w:p>
          <w:p w:rsidR="00205C1C" w:rsidRDefault="00205C1C" w:rsidP="00AB1F8B">
            <w:pPr>
              <w:pStyle w:val="Tabel-BrdtekstmedafstandptekstGaramond"/>
            </w:pPr>
          </w:p>
          <w:p w:rsidR="00205C1C" w:rsidRDefault="00205C1C" w:rsidP="00AB1F8B">
            <w:pPr>
              <w:pStyle w:val="Tabel-BrdtekstmedafstandptekstGaramond"/>
            </w:pPr>
          </w:p>
          <w:p w:rsidR="00205C1C" w:rsidRDefault="00205C1C" w:rsidP="00AB1F8B">
            <w:pPr>
              <w:pStyle w:val="Tabel-BrdtekstmedafstandptekstGaramond"/>
            </w:pPr>
          </w:p>
          <w:p w:rsidR="00205C1C" w:rsidRDefault="00205C1C" w:rsidP="00AB1F8B">
            <w:pPr>
              <w:pStyle w:val="Tabel-BrdtekstmedafstandptekstGaramond"/>
            </w:pPr>
          </w:p>
          <w:p w:rsidR="00205C1C" w:rsidRDefault="00205C1C" w:rsidP="00AB1F8B">
            <w:pPr>
              <w:pStyle w:val="Tabel-BrdtekstmedafstandptekstGaramond"/>
            </w:pPr>
          </w:p>
          <w:p w:rsidR="00205C1C" w:rsidRDefault="00205C1C" w:rsidP="00AB1F8B">
            <w:pPr>
              <w:pStyle w:val="Tabel-BrdtekstmedafstandptekstGaramond"/>
            </w:pPr>
          </w:p>
          <w:p w:rsidR="00205C1C" w:rsidRDefault="00205C1C" w:rsidP="00AB1F8B">
            <w:pPr>
              <w:pStyle w:val="Tabel-BrdtekstmedafstandptekstGaramond"/>
            </w:pPr>
          </w:p>
          <w:p w:rsidR="006F3F48" w:rsidRDefault="006F3F48" w:rsidP="00AB1F8B">
            <w:pPr>
              <w:pStyle w:val="Tabel-BrdtekstmedafstandptekstGaramond"/>
            </w:pPr>
          </w:p>
          <w:p w:rsidR="00205C1C" w:rsidRDefault="00205C1C" w:rsidP="00AB1F8B">
            <w:pPr>
              <w:pStyle w:val="Tabel-BrdtekstmedafstandptekstGaramond"/>
            </w:pPr>
          </w:p>
          <w:p w:rsidR="00D47357" w:rsidRDefault="006F3F48" w:rsidP="004D5CA1">
            <w:pPr>
              <w:pStyle w:val="Tabel-BrdtekstmedafstandptekstGaramond"/>
            </w:pPr>
            <w:r w:rsidRPr="00EA6973">
              <w:t xml:space="preserve">En forhøjelse af bundskatten vil som anført </w:t>
            </w:r>
            <w:r>
              <w:t xml:space="preserve">af HORESTA </w:t>
            </w:r>
            <w:r w:rsidRPr="00EA6973">
              <w:t xml:space="preserve">reducere </w:t>
            </w:r>
            <w:r>
              <w:t>arbejdsudbuddet. Der er imidlertid</w:t>
            </w:r>
            <w:r w:rsidRPr="00EA6973">
              <w:t xml:space="preserve"> tale om en isoleret betragtning</w:t>
            </w:r>
            <w:r>
              <w:t>, hvor der ses bort fra de positive virkninger på arbejdsudbuddet af lavere afgi</w:t>
            </w:r>
            <w:r>
              <w:t>f</w:t>
            </w:r>
            <w:r>
              <w:t>ter og reduktion af den grønne check</w:t>
            </w:r>
            <w:r w:rsidRPr="00EA6973">
              <w:t>.</w:t>
            </w:r>
            <w:r>
              <w:t xml:space="preserve"> Lavere afgifter påvirker arbejdsudbuddet på samme måde som en reduktion af skat på arbejdsindkomst, dvs. den disponible indkomst forøges, </w:t>
            </w:r>
            <w:r w:rsidRPr="00EA6973">
              <w:t xml:space="preserve">hvilket øger tilskyndelsen til at arbejde. Samlet set </w:t>
            </w:r>
            <w:r>
              <w:t>skønnes lov</w:t>
            </w:r>
            <w:r w:rsidRPr="00EA6973">
              <w:t xml:space="preserve">forslaget </w:t>
            </w:r>
            <w:r>
              <w:t xml:space="preserve">at </w:t>
            </w:r>
            <w:r w:rsidRPr="00EA6973">
              <w:t>medføre en b</w:t>
            </w:r>
            <w:r w:rsidRPr="00EA6973">
              <w:t>e</w:t>
            </w:r>
            <w:r w:rsidRPr="00EA6973">
              <w:t>skeden forøgelse af arbejdsu</w:t>
            </w:r>
            <w:r w:rsidRPr="00EA6973">
              <w:t>d</w:t>
            </w:r>
            <w:r w:rsidRPr="00EA6973">
              <w:t>buddet.</w:t>
            </w:r>
          </w:p>
          <w:p w:rsidR="00D47357" w:rsidRDefault="00D47357" w:rsidP="004D5CA1">
            <w:pPr>
              <w:pStyle w:val="Tabel-BrdtekstmedafstandptekstGaramond"/>
            </w:pPr>
          </w:p>
        </w:tc>
      </w:tr>
      <w:tr w:rsidR="00010308" w:rsidRPr="00B5346F" w:rsidTr="00465B41">
        <w:tc>
          <w:tcPr>
            <w:tcW w:w="1701" w:type="dxa"/>
            <w:tcBorders>
              <w:top w:val="single" w:sz="4" w:space="0" w:color="D1C5C3" w:themeColor="accent3"/>
              <w:bottom w:val="single" w:sz="4" w:space="0" w:color="D1C5C3" w:themeColor="accent3"/>
            </w:tcBorders>
            <w:shd w:val="clear" w:color="auto" w:fill="FBF9F9"/>
          </w:tcPr>
          <w:p w:rsidR="00010308" w:rsidRDefault="00010308" w:rsidP="000B4D0B">
            <w:pPr>
              <w:pStyle w:val="Tabel-BrdtekstmedafstandptekstGaramond"/>
              <w:rPr>
                <w:i/>
              </w:rPr>
            </w:pPr>
            <w:r>
              <w:rPr>
                <w:i/>
              </w:rPr>
              <w:lastRenderedPageBreak/>
              <w:t>KL</w:t>
            </w:r>
          </w:p>
        </w:tc>
        <w:tc>
          <w:tcPr>
            <w:tcW w:w="142" w:type="dxa"/>
            <w:shd w:val="clear" w:color="auto" w:fill="FFFFFF" w:themeFill="background1"/>
          </w:tcPr>
          <w:p w:rsidR="00010308" w:rsidRPr="00B5346F" w:rsidRDefault="00010308" w:rsidP="000B4D0B"/>
        </w:tc>
        <w:tc>
          <w:tcPr>
            <w:tcW w:w="4517" w:type="dxa"/>
            <w:tcBorders>
              <w:top w:val="single" w:sz="4" w:space="0" w:color="D1C5C3" w:themeColor="accent3"/>
              <w:bottom w:val="single" w:sz="4" w:space="0" w:color="D1C5C3" w:themeColor="accent3"/>
            </w:tcBorders>
            <w:shd w:val="clear" w:color="auto" w:fill="FBF9F9"/>
          </w:tcPr>
          <w:p w:rsidR="006E738E" w:rsidRDefault="006E738E" w:rsidP="00B04BDB">
            <w:pPr>
              <w:pStyle w:val="Tabel-BrdtekstmedafstandptekstGaramond"/>
            </w:pPr>
            <w:r>
              <w:t>Lovforslaget fjerner bl.a. energiafgifterne på f</w:t>
            </w:r>
            <w:r>
              <w:t>i</w:t>
            </w:r>
            <w:r>
              <w:t>berfraktioner og visse typer af VE-affald. Den ændrede afgiftsstruktur vil risikere at have in</w:t>
            </w:r>
            <w:r>
              <w:t>d</w:t>
            </w:r>
            <w:r w:rsidR="00B04BDB">
              <w:t>virkning på</w:t>
            </w:r>
            <w:r w:rsidR="00F9289E">
              <w:t>,</w:t>
            </w:r>
            <w:r w:rsidR="00B04BDB">
              <w:t xml:space="preserve"> om</w:t>
            </w:r>
            <w:r w:rsidR="00586571">
              <w:t xml:space="preserve"> det kan betale sig</w:t>
            </w:r>
            <w:r>
              <w:t xml:space="preserve"> at genanve</w:t>
            </w:r>
            <w:r>
              <w:t>n</w:t>
            </w:r>
            <w:r>
              <w:t>de eller af</w:t>
            </w:r>
            <w:r w:rsidR="00F9289E">
              <w:t>brænde visse typer af affald. KL</w:t>
            </w:r>
            <w:r>
              <w:t xml:space="preserve"> he</w:t>
            </w:r>
            <w:r>
              <w:t>n</w:t>
            </w:r>
            <w:r>
              <w:t xml:space="preserve">viser til betragtninger fremsat i </w:t>
            </w:r>
            <w:r w:rsidR="00F9289E">
              <w:t xml:space="preserve">KL´s </w:t>
            </w:r>
            <w:r>
              <w:t>høring</w:t>
            </w:r>
            <w:r>
              <w:t>s</w:t>
            </w:r>
            <w:r>
              <w:t xml:space="preserve">svar til lovforslaget </w:t>
            </w:r>
            <w:r w:rsidR="00586571">
              <w:t>sendt i høring</w:t>
            </w:r>
            <w:r>
              <w:t xml:space="preserve"> i 2013 over forsyningssikkerhedsafgift på VE brændsler</w:t>
            </w:r>
          </w:p>
          <w:p w:rsidR="006E738E" w:rsidRDefault="006E738E" w:rsidP="006E738E">
            <w:pPr>
              <w:pStyle w:val="Tabel-BrdtekstmedafstandptekstGaramond"/>
            </w:pPr>
          </w:p>
          <w:p w:rsidR="006E738E" w:rsidRDefault="006E738E" w:rsidP="006E738E">
            <w:pPr>
              <w:pStyle w:val="Tabel-BrdtekstmedafstandptekstGaramond"/>
            </w:pPr>
            <w:r>
              <w:lastRenderedPageBreak/>
              <w:t>KL mener overordnet, at der ikke bør være ti</w:t>
            </w:r>
            <w:r>
              <w:t>l</w:t>
            </w:r>
            <w:r>
              <w:t>skyndelse til at brænde genanvendelige materi</w:t>
            </w:r>
            <w:r>
              <w:t>a</w:t>
            </w:r>
            <w:r>
              <w:t>ler. Dette understøttes også i affaldsbekendtg</w:t>
            </w:r>
            <w:r>
              <w:t>ø</w:t>
            </w:r>
            <w:r>
              <w:t>relsens bestemmelser om genanvendelse af genanvendelige materialer.</w:t>
            </w:r>
          </w:p>
          <w:p w:rsidR="006E738E" w:rsidRDefault="006E738E" w:rsidP="006E738E">
            <w:pPr>
              <w:pStyle w:val="Tabel-BrdtekstmedafstandptekstGaramond"/>
            </w:pPr>
          </w:p>
          <w:p w:rsidR="006E738E" w:rsidRDefault="006E738E" w:rsidP="006E738E">
            <w:pPr>
              <w:pStyle w:val="Tabel-BrdtekstmedafstandptekstGaramond"/>
            </w:pPr>
            <w:r>
              <w:t xml:space="preserve">Skatteministeriet skriver selv i redegørelsen for de miljømæssige konsekvenser ved </w:t>
            </w:r>
            <w:r w:rsidR="00586571">
              <w:t>lovforslaget,</w:t>
            </w:r>
            <w:r>
              <w:t xml:space="preserve"> at afgiftsændringerne vil medføre større sort</w:t>
            </w:r>
            <w:r>
              <w:t>e</w:t>
            </w:r>
            <w:r>
              <w:t>ring, og at det øger mulighederne for, at der vil være større affaldsmængder, der genavendes. Der står dog også</w:t>
            </w:r>
            <w:r w:rsidR="00586571">
              <w:t>,</w:t>
            </w:r>
            <w:r>
              <w:t xml:space="preserve"> at hvorvidt afgiftsændri</w:t>
            </w:r>
            <w:r>
              <w:t>n</w:t>
            </w:r>
            <w:r>
              <w:t>gerne vil påvirke mængderne af affald, der ge</w:t>
            </w:r>
            <w:r>
              <w:t>n</w:t>
            </w:r>
            <w:r>
              <w:t>anvendes, i høj grad vil afhænge af prisen ved salg af VE-affald til genanvendelse.</w:t>
            </w:r>
          </w:p>
          <w:p w:rsidR="006E738E" w:rsidRDefault="006E738E" w:rsidP="006E738E">
            <w:pPr>
              <w:pStyle w:val="Tabel-BrdtekstmedafstandptekstGaramond"/>
            </w:pPr>
          </w:p>
          <w:p w:rsidR="006E738E" w:rsidRDefault="006E738E" w:rsidP="006E738E">
            <w:pPr>
              <w:pStyle w:val="Tabel-BrdtekstmedafstandptekstGaramond"/>
            </w:pPr>
            <w:r>
              <w:t>Reglerne på affaldsområdet siger, at affald</w:t>
            </w:r>
            <w:r w:rsidR="00CA018A">
              <w:t>,</w:t>
            </w:r>
            <w:r>
              <w:t xml:space="preserve"> der kan genanvendes, skal genanvendes, men pra</w:t>
            </w:r>
            <w:r>
              <w:t>k</w:t>
            </w:r>
            <w:r>
              <w:t>sis er, at de økonomiske virkemidler har stor indflydelse på vurderingen af, hvad der er ge</w:t>
            </w:r>
            <w:r>
              <w:t>n</w:t>
            </w:r>
            <w:r>
              <w:t>anvendeligt</w:t>
            </w:r>
            <w:r w:rsidR="00CA018A">
              <w:t>,</w:t>
            </w:r>
            <w:r>
              <w:t xml:space="preserve"> og hvor affaldet ender.</w:t>
            </w:r>
          </w:p>
          <w:p w:rsidR="006E738E" w:rsidRDefault="006E738E" w:rsidP="006E738E">
            <w:pPr>
              <w:pStyle w:val="Tabel-BrdtekstmedafstandptekstGaramond"/>
            </w:pPr>
          </w:p>
          <w:p w:rsidR="006E738E" w:rsidRDefault="00F9289E" w:rsidP="006E738E">
            <w:pPr>
              <w:pStyle w:val="Tabel-BrdtekstmedafstandptekstGaramond"/>
            </w:pPr>
            <w:r>
              <w:t>KL</w:t>
            </w:r>
            <w:r w:rsidR="006E738E">
              <w:t xml:space="preserve"> ser derfor en fare for</w:t>
            </w:r>
            <w:r>
              <w:t>,</w:t>
            </w:r>
            <w:r w:rsidR="006E738E">
              <w:t xml:space="preserve"> at fjernelsen af afgi</w:t>
            </w:r>
            <w:r w:rsidR="006E738E">
              <w:t>f</w:t>
            </w:r>
            <w:r w:rsidR="006E738E">
              <w:t>ter på VE-affald vil risikere at skabe incitament for</w:t>
            </w:r>
            <w:r>
              <w:t>,</w:t>
            </w:r>
            <w:r w:rsidR="006E738E">
              <w:t xml:space="preserve"> at affaldsfraktioner</w:t>
            </w:r>
            <w:r>
              <w:t>,</w:t>
            </w:r>
            <w:r w:rsidR="006E738E">
              <w:t xml:space="preserve"> der kræver en ekstra indsats af affaldsproducenten og i indsamling</w:t>
            </w:r>
            <w:r w:rsidR="006E738E">
              <w:t>s</w:t>
            </w:r>
            <w:r w:rsidR="006E738E">
              <w:t>leddet at genanvende, i højere grad vil tilgå fo</w:t>
            </w:r>
            <w:r w:rsidR="006E738E">
              <w:t>r</w:t>
            </w:r>
            <w:r w:rsidR="006E738E">
              <w:t>brændingsanlæggene.</w:t>
            </w:r>
          </w:p>
          <w:p w:rsidR="006E738E" w:rsidRDefault="006E738E" w:rsidP="006E738E">
            <w:pPr>
              <w:pStyle w:val="Tabel-BrdtekstmedafstandptekstGaramond"/>
            </w:pPr>
          </w:p>
          <w:p w:rsidR="006E738E" w:rsidRDefault="006E738E" w:rsidP="006E738E">
            <w:pPr>
              <w:pStyle w:val="Tabel-BrdtekstmedafstandptekstGaramond"/>
            </w:pPr>
            <w:r>
              <w:t>Genanvendelse bør selvfølgelig ses i forhold til</w:t>
            </w:r>
            <w:r w:rsidR="00CA018A">
              <w:t>,</w:t>
            </w:r>
            <w:r>
              <w:t xml:space="preserve"> om genanvendelsen alene sker for genanve</w:t>
            </w:r>
            <w:r>
              <w:t>n</w:t>
            </w:r>
            <w:r>
              <w:t>delsens skyld. Genanvendelsen bør ske med udgangspunkt i, at der er en miljømæssig g</w:t>
            </w:r>
            <w:r>
              <w:t>e</w:t>
            </w:r>
            <w:r>
              <w:t>vinst ved at genanvende – men også at gena</w:t>
            </w:r>
            <w:r>
              <w:t>n</w:t>
            </w:r>
            <w:r>
              <w:t>vendelsen sker på et økonomisk forsvarligt grundlag.</w:t>
            </w:r>
          </w:p>
          <w:p w:rsidR="006E738E" w:rsidRDefault="006E738E" w:rsidP="006E738E">
            <w:pPr>
              <w:pStyle w:val="Tabel-BrdtekstmedafstandptekstGaramond"/>
            </w:pPr>
          </w:p>
          <w:p w:rsidR="0069263D" w:rsidRDefault="006E738E" w:rsidP="00780A35">
            <w:pPr>
              <w:pStyle w:val="Tabel-BrdtekstmedafstandptekstGaramond"/>
            </w:pPr>
            <w:r w:rsidRPr="006E738E">
              <w:t>KL mener ikke, at en afgiftsfjernelse harmon</w:t>
            </w:r>
            <w:r w:rsidRPr="006E738E">
              <w:t>e</w:t>
            </w:r>
            <w:r w:rsidRPr="006E738E">
              <w:t>rer med regeringens egen ressourcestrategi og det fremsatte lovforslag vurder</w:t>
            </w:r>
            <w:r w:rsidR="00780A35">
              <w:t xml:space="preserve">es således at give </w:t>
            </w:r>
            <w:r w:rsidRPr="006E738E">
              <w:t>kommunerne store udfordringer med hensyn til at arbejde målrettet for en øget genanvendelse af de mange ressourcer i affaldet.</w:t>
            </w:r>
          </w:p>
        </w:tc>
        <w:tc>
          <w:tcPr>
            <w:tcW w:w="115" w:type="dxa"/>
            <w:shd w:val="clear" w:color="auto" w:fill="FFFFFF" w:themeFill="background1"/>
          </w:tcPr>
          <w:p w:rsidR="00010308" w:rsidRPr="00B5346F" w:rsidRDefault="00010308" w:rsidP="000B4D0B"/>
        </w:tc>
        <w:tc>
          <w:tcPr>
            <w:tcW w:w="3164" w:type="dxa"/>
            <w:tcBorders>
              <w:top w:val="single" w:sz="4" w:space="0" w:color="14143C" w:themeColor="accent1"/>
              <w:bottom w:val="single" w:sz="4" w:space="0" w:color="14143C" w:themeColor="accent1"/>
            </w:tcBorders>
            <w:shd w:val="clear" w:color="auto" w:fill="D2CED8"/>
          </w:tcPr>
          <w:p w:rsidR="00B04BDB" w:rsidRDefault="00B04BDB" w:rsidP="00B04BDB">
            <w:pPr>
              <w:pStyle w:val="Tabel-BrdtekstmedafstandptekstGaramond"/>
            </w:pPr>
            <w:r w:rsidRPr="00C3343C">
              <w:t xml:space="preserve">Der henvises til </w:t>
            </w:r>
            <w:r w:rsidR="00C41BDA">
              <w:t>kommentaren</w:t>
            </w:r>
            <w:r w:rsidRPr="00C3343C">
              <w:t xml:space="preserve"> til Affald- og Ressourceind</w:t>
            </w:r>
            <w:r w:rsidRPr="00C3343C">
              <w:t>u</w:t>
            </w:r>
            <w:r w:rsidRPr="00C3343C">
              <w:t>strien.</w:t>
            </w:r>
          </w:p>
          <w:p w:rsidR="00010308" w:rsidRDefault="00010308" w:rsidP="004D5CA1">
            <w:pPr>
              <w:pStyle w:val="Tabel-BrdtekstmedafstandptekstGaramond"/>
            </w:pPr>
          </w:p>
        </w:tc>
      </w:tr>
      <w:tr w:rsidR="00A31D2F" w:rsidRPr="00B5346F" w:rsidTr="00465B41">
        <w:tc>
          <w:tcPr>
            <w:tcW w:w="1701" w:type="dxa"/>
            <w:tcBorders>
              <w:top w:val="single" w:sz="4" w:space="0" w:color="D1C5C3" w:themeColor="accent3"/>
              <w:bottom w:val="single" w:sz="4" w:space="0" w:color="D1C5C3" w:themeColor="accent3"/>
            </w:tcBorders>
            <w:shd w:val="clear" w:color="auto" w:fill="FBF9F9"/>
          </w:tcPr>
          <w:p w:rsidR="00A31D2F" w:rsidRDefault="00A31D2F" w:rsidP="000B4D0B">
            <w:pPr>
              <w:pStyle w:val="Tabel-BrdtekstmedafstandptekstGaramond"/>
              <w:rPr>
                <w:i/>
              </w:rPr>
            </w:pPr>
            <w:r>
              <w:rPr>
                <w:i/>
              </w:rPr>
              <w:lastRenderedPageBreak/>
              <w:t>Konkurrence- og Forbrugerstyre</w:t>
            </w:r>
            <w:r>
              <w:rPr>
                <w:i/>
              </w:rPr>
              <w:t>l</w:t>
            </w:r>
            <w:r>
              <w:rPr>
                <w:i/>
              </w:rPr>
              <w:t>sen</w:t>
            </w:r>
          </w:p>
        </w:tc>
        <w:tc>
          <w:tcPr>
            <w:tcW w:w="142" w:type="dxa"/>
            <w:shd w:val="clear" w:color="auto" w:fill="FFFFFF" w:themeFill="background1"/>
          </w:tcPr>
          <w:p w:rsidR="00A31D2F" w:rsidRPr="00B5346F" w:rsidRDefault="00A31D2F" w:rsidP="000B4D0B"/>
        </w:tc>
        <w:tc>
          <w:tcPr>
            <w:tcW w:w="4517" w:type="dxa"/>
            <w:tcBorders>
              <w:top w:val="single" w:sz="4" w:space="0" w:color="D1C5C3" w:themeColor="accent3"/>
              <w:bottom w:val="single" w:sz="4" w:space="0" w:color="D1C5C3" w:themeColor="accent3"/>
            </w:tcBorders>
            <w:shd w:val="clear" w:color="auto" w:fill="FBF9F9"/>
          </w:tcPr>
          <w:p w:rsidR="00A31D2F" w:rsidRDefault="00A31D2F" w:rsidP="00B04BDB">
            <w:pPr>
              <w:pStyle w:val="Tabel-BrdtekstmedafstandptekstGaramond"/>
            </w:pPr>
            <w:r>
              <w:t xml:space="preserve">Ingen bemærkninger. </w:t>
            </w:r>
          </w:p>
        </w:tc>
        <w:tc>
          <w:tcPr>
            <w:tcW w:w="115" w:type="dxa"/>
            <w:shd w:val="clear" w:color="auto" w:fill="FFFFFF" w:themeFill="background1"/>
          </w:tcPr>
          <w:p w:rsidR="00A31D2F" w:rsidRPr="00B5346F" w:rsidRDefault="00A31D2F" w:rsidP="000B4D0B"/>
        </w:tc>
        <w:tc>
          <w:tcPr>
            <w:tcW w:w="3164" w:type="dxa"/>
            <w:tcBorders>
              <w:top w:val="single" w:sz="4" w:space="0" w:color="14143C" w:themeColor="accent1"/>
              <w:bottom w:val="single" w:sz="4" w:space="0" w:color="14143C" w:themeColor="accent1"/>
            </w:tcBorders>
            <w:shd w:val="clear" w:color="auto" w:fill="D2CED8"/>
          </w:tcPr>
          <w:p w:rsidR="00A31D2F" w:rsidRPr="00C3343C" w:rsidRDefault="00A31D2F" w:rsidP="00B04BDB">
            <w:pPr>
              <w:pStyle w:val="Tabel-BrdtekstmedafstandptekstGaramond"/>
            </w:pPr>
          </w:p>
        </w:tc>
      </w:tr>
      <w:tr w:rsidR="00D222F5" w:rsidRPr="00B5346F" w:rsidTr="00465B41">
        <w:tc>
          <w:tcPr>
            <w:tcW w:w="1701" w:type="dxa"/>
            <w:tcBorders>
              <w:top w:val="single" w:sz="4" w:space="0" w:color="D1C5C3" w:themeColor="accent3"/>
              <w:bottom w:val="single" w:sz="4" w:space="0" w:color="D1C5C3" w:themeColor="accent3"/>
            </w:tcBorders>
            <w:shd w:val="clear" w:color="auto" w:fill="FBF9F9"/>
          </w:tcPr>
          <w:p w:rsidR="00D222F5" w:rsidRDefault="00A85F3F" w:rsidP="000B4D0B">
            <w:pPr>
              <w:pStyle w:val="Tabel-BrdtekstmedafstandptekstGaramond"/>
              <w:rPr>
                <w:i/>
              </w:rPr>
            </w:pPr>
            <w:r>
              <w:rPr>
                <w:i/>
              </w:rPr>
              <w:t>Landbrug &amp;</w:t>
            </w:r>
            <w:r w:rsidR="00D222F5">
              <w:rPr>
                <w:i/>
              </w:rPr>
              <w:t xml:space="preserve"> Fødevarer</w:t>
            </w:r>
          </w:p>
        </w:tc>
        <w:tc>
          <w:tcPr>
            <w:tcW w:w="142" w:type="dxa"/>
            <w:shd w:val="clear" w:color="auto" w:fill="FFFFFF" w:themeFill="background1"/>
          </w:tcPr>
          <w:p w:rsidR="00D222F5" w:rsidRPr="00B5346F" w:rsidRDefault="00D222F5" w:rsidP="000B4D0B"/>
        </w:tc>
        <w:tc>
          <w:tcPr>
            <w:tcW w:w="4517" w:type="dxa"/>
            <w:tcBorders>
              <w:top w:val="single" w:sz="4" w:space="0" w:color="D1C5C3" w:themeColor="accent3"/>
              <w:bottom w:val="single" w:sz="4" w:space="0" w:color="D1C5C3" w:themeColor="accent3"/>
            </w:tcBorders>
            <w:shd w:val="clear" w:color="auto" w:fill="FBF9F9"/>
          </w:tcPr>
          <w:p w:rsidR="00D222F5" w:rsidRDefault="00DE05E8" w:rsidP="004D5CA1">
            <w:pPr>
              <w:pStyle w:val="Tabel-BrdtekstmedafstandptekstGaramond"/>
            </w:pPr>
            <w:r>
              <w:t>Landbrug &amp; Fødevarer er meget tilfredse med, at et bredt politisk flertal med Aftale om Vækstplan 2014 har videreført en kurs, h</w:t>
            </w:r>
            <w:r w:rsidR="00CA018A">
              <w:t>v</w:t>
            </w:r>
            <w:r>
              <w:t>or der tages fat på at reducere omkostningsbelas</w:t>
            </w:r>
            <w:r>
              <w:t>t</w:t>
            </w:r>
            <w:r>
              <w:t xml:space="preserve">ningen af produktionserhvervene i Danmark. </w:t>
            </w:r>
            <w:r w:rsidR="00C736C2">
              <w:t xml:space="preserve">Landbrug &amp; Fødevarer </w:t>
            </w:r>
            <w:r>
              <w:t>bakker fuldt op om i</w:t>
            </w:r>
            <w:r>
              <w:t>n</w:t>
            </w:r>
            <w:r>
              <w:t>tentionerne i lovforslaget.</w:t>
            </w:r>
          </w:p>
          <w:p w:rsidR="00DE05E8" w:rsidRDefault="00DE05E8" w:rsidP="004D5CA1">
            <w:pPr>
              <w:pStyle w:val="Tabel-BrdtekstmedafstandptekstGaramond"/>
            </w:pPr>
          </w:p>
          <w:p w:rsidR="00DE05E8" w:rsidRDefault="00DE05E8" w:rsidP="00DE05E8">
            <w:pPr>
              <w:pStyle w:val="Tabel-BrdtekstmedafstandptekstGaramond"/>
            </w:pPr>
            <w:r>
              <w:t>De politiske fastsatte omkostninger på energ</w:t>
            </w:r>
            <w:r>
              <w:t>i</w:t>
            </w:r>
            <w:r>
              <w:t>regningen udgør en stærk belastning af konku</w:t>
            </w:r>
            <w:r>
              <w:t>r</w:t>
            </w:r>
            <w:r>
              <w:t>renceevnen, og i de seneste år har særligt o</w:t>
            </w:r>
            <w:r>
              <w:t>m</w:t>
            </w:r>
            <w:r>
              <w:t>kostningerne til PSO-systemet udgjort et ma</w:t>
            </w:r>
            <w:r>
              <w:t>r</w:t>
            </w:r>
            <w:r>
              <w:t>kant og stigende problem. Særligt har miljø- og energiafgiftssystemet i mange tilfælde nået et kompleksitetsniveau, der gør det svært for mange virksomheder at finde ud af</w:t>
            </w:r>
            <w:r w:rsidR="00CA018A">
              <w:t>,</w:t>
            </w:r>
            <w:r>
              <w:t xml:space="preserve"> medmindre de afsætter betydelige ressourcer hertil. Lan</w:t>
            </w:r>
            <w:r>
              <w:t>d</w:t>
            </w:r>
            <w:r>
              <w:t>brug &amp; Fødevarer</w:t>
            </w:r>
            <w:r w:rsidR="00E80210">
              <w:t xml:space="preserve"> var stærkt kritiske </w:t>
            </w:r>
            <w:r w:rsidR="00C736C2">
              <w:t xml:space="preserve">over </w:t>
            </w:r>
            <w:r w:rsidR="00E80210">
              <w:t>for den foreslående model for forsyningssikke</w:t>
            </w:r>
            <w:r w:rsidR="00E80210">
              <w:t>r</w:t>
            </w:r>
            <w:r w:rsidR="006D38AF">
              <w:t>hedsafgiften</w:t>
            </w:r>
            <w:r w:rsidR="00E80210">
              <w:t xml:space="preserve"> og er derfor glade for, at afgiften tages af bordet</w:t>
            </w:r>
            <w:r w:rsidR="00C736C2">
              <w:t>,</w:t>
            </w:r>
            <w:r w:rsidR="00E80210">
              <w:t xml:space="preserve"> og de indførte afgiftsforhøje</w:t>
            </w:r>
            <w:r w:rsidR="00E80210">
              <w:t>l</w:t>
            </w:r>
            <w:r w:rsidR="00E80210">
              <w:t>ser tilbagerulles.</w:t>
            </w:r>
          </w:p>
          <w:p w:rsidR="00E80210" w:rsidRDefault="00E80210" w:rsidP="00DE05E8">
            <w:pPr>
              <w:pStyle w:val="Tabel-BrdtekstmedafstandptekstGaramond"/>
            </w:pPr>
          </w:p>
          <w:p w:rsidR="00E80210" w:rsidRDefault="00CA018A" w:rsidP="00DE05E8">
            <w:pPr>
              <w:pStyle w:val="Tabel-BrdtekstmedafstandptekstGaramond"/>
            </w:pPr>
            <w:r>
              <w:t>Landbrug &amp; Fødevarer</w:t>
            </w:r>
            <w:r w:rsidR="00E80210">
              <w:t xml:space="preserve"> finder desuden, at det er fornuftigt, at der er fundet den fornødne f</w:t>
            </w:r>
            <w:r w:rsidR="00E80210">
              <w:t>i</w:t>
            </w:r>
            <w:r w:rsidR="00E80210">
              <w:t>nansiering til at tilbagerulle forsyningssikke</w:t>
            </w:r>
            <w:r w:rsidR="00E80210">
              <w:t>r</w:t>
            </w:r>
            <w:r w:rsidR="00E80210">
              <w:t>hedsafgiften og til at lempe PSO-tariffen.</w:t>
            </w:r>
          </w:p>
          <w:p w:rsidR="00A77294" w:rsidRDefault="00A77294" w:rsidP="00DE05E8">
            <w:pPr>
              <w:pStyle w:val="Tabel-BrdtekstmedafstandptekstGaramond"/>
            </w:pPr>
          </w:p>
          <w:p w:rsidR="00E80210" w:rsidRDefault="00F17804" w:rsidP="00DE05E8">
            <w:pPr>
              <w:pStyle w:val="Tabel-BrdtekstmedafstandptekstGaramond"/>
            </w:pPr>
            <w:r>
              <w:t>Landbrug &amp; Fødevarer efterspørger en mere ambitiøs omlægning af PSO-systemet. De afta</w:t>
            </w:r>
            <w:r>
              <w:t>l</w:t>
            </w:r>
            <w:r>
              <w:t>te ændringer vil primært tage toppen af e</w:t>
            </w:r>
            <w:r>
              <w:t>r</w:t>
            </w:r>
            <w:r>
              <w:t>hvervslivets stigende omkostninger, men tilt</w:t>
            </w:r>
            <w:r>
              <w:t>a</w:t>
            </w:r>
            <w:r>
              <w:t>gene vil ikke medføre mærkbart lavere omkos</w:t>
            </w:r>
            <w:r>
              <w:t>t</w:t>
            </w:r>
            <w:r>
              <w:t xml:space="preserve">ninger for virksomhederne end i dag. Dette er utilfredsstillende, og der opfordres til, at PSO-systemet i sin nuværende udformning ophæves til fordel for et nyt system, hvor vedvarende energi støttes via finansloven, hvilket også vil </w:t>
            </w:r>
            <w:r>
              <w:lastRenderedPageBreak/>
              <w:t>afspejle, at udbygningen med vedvarende ene</w:t>
            </w:r>
            <w:r>
              <w:t>r</w:t>
            </w:r>
            <w:r>
              <w:t xml:space="preserve">gi er en samfundsopgave. </w:t>
            </w:r>
          </w:p>
          <w:p w:rsidR="00A77294" w:rsidRDefault="00A77294" w:rsidP="00DE05E8">
            <w:pPr>
              <w:pStyle w:val="Tabel-BrdtekstmedafstandptekstGaramond"/>
            </w:pPr>
          </w:p>
          <w:p w:rsidR="00A77294" w:rsidRDefault="00A77294" w:rsidP="00DE05E8">
            <w:pPr>
              <w:pStyle w:val="Tabel-BrdtekstmedafstandptekstGaramond"/>
            </w:pPr>
            <w:r>
              <w:t>Landbrug &amp; Fødevarer opfordrer regeringen til at sikre, at de aftalte generelle lempelser vedt</w:t>
            </w:r>
            <w:r>
              <w:t>a</w:t>
            </w:r>
            <w:r>
              <w:t>get med effekt fra 1. januar 2015, og den akt</w:t>
            </w:r>
            <w:r>
              <w:t>u</w:t>
            </w:r>
            <w:r>
              <w:t xml:space="preserve">elle politiske uro om systemet, jf. EU-Kommissionens synspunkter, ikke medfører en udskydelse af de hårdt tiltrængte lempelser. </w:t>
            </w:r>
          </w:p>
          <w:p w:rsidR="00A77294" w:rsidRDefault="00A77294" w:rsidP="00DE05E8">
            <w:pPr>
              <w:pStyle w:val="Tabel-BrdtekstmedafstandptekstGaramond"/>
            </w:pPr>
          </w:p>
          <w:p w:rsidR="00A77294" w:rsidRDefault="00CA018A" w:rsidP="00DE05E8">
            <w:pPr>
              <w:pStyle w:val="Tabel-BrdtekstmedafstandptekstGaramond"/>
            </w:pPr>
            <w:r>
              <w:t>Landbrug &amp; Fødevarer</w:t>
            </w:r>
            <w:r w:rsidR="00A77294">
              <w:t xml:space="preserve"> støtter fuldt ud den f</w:t>
            </w:r>
            <w:r w:rsidR="00A77294">
              <w:t>o</w:t>
            </w:r>
            <w:r w:rsidR="00A77294">
              <w:t>reslåede tilbagerulning af forsyningssikkerhed</w:t>
            </w:r>
            <w:r w:rsidR="00A77294">
              <w:t>s</w:t>
            </w:r>
            <w:r w:rsidR="00A77294">
              <w:t>afgiften, der vil medføre en reduceret energia</w:t>
            </w:r>
            <w:r w:rsidR="00A77294">
              <w:t>f</w:t>
            </w:r>
            <w:r w:rsidR="00A77294">
              <w:t xml:space="preserve">giftsbelastning for eksempelvis landbrugs- og fødevareerhvervet. </w:t>
            </w:r>
          </w:p>
          <w:p w:rsidR="00A77294" w:rsidRDefault="00A77294" w:rsidP="00DE05E8">
            <w:pPr>
              <w:pStyle w:val="Tabel-BrdtekstmedafstandptekstGaramond"/>
            </w:pPr>
          </w:p>
          <w:p w:rsidR="00A77294" w:rsidRDefault="00CA018A" w:rsidP="00DE05E8">
            <w:pPr>
              <w:pStyle w:val="Tabel-BrdtekstmedafstandptekstGaramond"/>
            </w:pPr>
            <w:r>
              <w:t>Landbrug &amp; Fødevarer</w:t>
            </w:r>
            <w:r w:rsidR="00A77294">
              <w:t xml:space="preserve"> finder justeringerne af afgiftsreglerne på VE-brændsler på sin plads, idet ændringerne i praksis vil ligestille fx hu</w:t>
            </w:r>
            <w:r w:rsidR="00A77294">
              <w:t>s</w:t>
            </w:r>
            <w:r w:rsidR="00A77294">
              <w:t xml:space="preserve">dyrgødning med andre former for biomasser. Justeringen </w:t>
            </w:r>
            <w:r w:rsidR="00540721">
              <w:t>er derfor ret beset en normalisering af afgiftstilstanden på området. Der opfordres desuden til, at man opgiver særskilte nationale definitioner af biomasseaffald, da den nuv</w:t>
            </w:r>
            <w:r w:rsidR="00540721">
              <w:t>æ</w:t>
            </w:r>
            <w:r w:rsidR="00540721">
              <w:t>rende position er med til at skabe barrierer for</w:t>
            </w:r>
            <w:r w:rsidR="00A5002C">
              <w:t xml:space="preserve"> effektiv udnyttelse af forhånden</w:t>
            </w:r>
            <w:r w:rsidR="00540721">
              <w:t>værende re</w:t>
            </w:r>
            <w:r w:rsidR="00540721">
              <w:t>s</w:t>
            </w:r>
            <w:r w:rsidR="00540721">
              <w:t>sourcer. I stedet bør anvendes en direktivnær tilpasning af VE-direktivet tilsvarende den fremlagte tilpasning af energibeskatningsdire</w:t>
            </w:r>
            <w:r w:rsidR="00540721">
              <w:t>k</w:t>
            </w:r>
            <w:r w:rsidR="00540721">
              <w:t xml:space="preserve">tivet. </w:t>
            </w:r>
          </w:p>
          <w:p w:rsidR="0012213C" w:rsidRDefault="0012213C" w:rsidP="00DE05E8">
            <w:pPr>
              <w:pStyle w:val="Tabel-BrdtekstmedafstandptekstGaramond"/>
            </w:pPr>
          </w:p>
          <w:p w:rsidR="00C962AD" w:rsidRPr="0066092D" w:rsidRDefault="00C962AD" w:rsidP="0066092D">
            <w:pPr>
              <w:pStyle w:val="Tabel-BrdtekstmedafstandptekstGaramond"/>
            </w:pPr>
            <w:r w:rsidRPr="0066092D">
              <w:t>Landbrug &amp; Fødevarer finder ikke den nye a</w:t>
            </w:r>
            <w:r w:rsidRPr="0066092D">
              <w:t>f</w:t>
            </w:r>
            <w:r w:rsidR="0066092D" w:rsidRPr="0066092D">
              <w:t>gift på bioolier for rimeligt</w:t>
            </w:r>
            <w:r w:rsidRPr="0066092D">
              <w:t xml:space="preserve"> og advarer herimod. Det fremgår af energibeskatningsdirektivet a</w:t>
            </w:r>
            <w:r w:rsidRPr="0066092D">
              <w:t>r</w:t>
            </w:r>
            <w:r w:rsidRPr="0066092D">
              <w:t>tikel 16, at medlemsstaterne har mulighed for at anvende afgiftsfritagelse eller reduceret afgift for en række varer, herunder de pågældende bioolier. Som udgangspunkt er den nuværende retstilstand (ingen energiafgift) efter deres vu</w:t>
            </w:r>
            <w:r w:rsidRPr="0066092D">
              <w:t>r</w:t>
            </w:r>
            <w:r w:rsidRPr="0066092D">
              <w:t>dering i overensstemmelse med energibeska</w:t>
            </w:r>
            <w:r w:rsidRPr="0066092D">
              <w:t>t</w:t>
            </w:r>
            <w:r w:rsidRPr="0066092D">
              <w:t xml:space="preserve">ningsdirektivet. </w:t>
            </w:r>
          </w:p>
          <w:p w:rsidR="00C962AD" w:rsidRDefault="00C962AD" w:rsidP="00DE05E8">
            <w:pPr>
              <w:pStyle w:val="Tabel-BrdtekstmedafstandptekstGaramond"/>
            </w:pPr>
          </w:p>
          <w:p w:rsidR="00C962AD" w:rsidRDefault="00C962AD" w:rsidP="00DE05E8">
            <w:pPr>
              <w:pStyle w:val="Tabel-BrdtekstmedafstandptekstGaramond"/>
            </w:pPr>
            <w:r>
              <w:t>Skatteministeren har over for Folketinget o</w:t>
            </w:r>
            <w:r>
              <w:t>p</w:t>
            </w:r>
            <w:r>
              <w:t xml:space="preserve">lyst, at den nuværende afgiftsfritagelse ikke kan </w:t>
            </w:r>
            <w:r>
              <w:lastRenderedPageBreak/>
              <w:t>forsætte, idet den strider mod et forbud mod overkompensation. Landbrug &amp; Fødevarer ser gerne, at der fremlægges beregninger, der kan understøtte denne konklusion.</w:t>
            </w:r>
          </w:p>
          <w:p w:rsidR="00C962AD" w:rsidRDefault="00C962AD" w:rsidP="00DE05E8">
            <w:pPr>
              <w:pStyle w:val="Tabel-BrdtekstmedafstandptekstGaramond"/>
            </w:pPr>
          </w:p>
          <w:p w:rsidR="00C962AD" w:rsidRDefault="00C962AD" w:rsidP="00DE05E8">
            <w:pPr>
              <w:pStyle w:val="Tabel-BrdtekstmedafstandptekstGaramond"/>
            </w:pPr>
            <w:r>
              <w:t>Det må af Skatteministeriets svar ligeledes fo</w:t>
            </w:r>
            <w:r>
              <w:t>r</w:t>
            </w:r>
            <w:r>
              <w:t>stås, at det vil være inden for energibeska</w:t>
            </w:r>
            <w:r>
              <w:t>t</w:t>
            </w:r>
            <w:r>
              <w:t>ningsdirektivet at anvende en reduceret energ</w:t>
            </w:r>
            <w:r>
              <w:t>i</w:t>
            </w:r>
            <w:r>
              <w:t>afgift for bioolier fremover, og at lovforslaget dermed indeholder en reel overimplementering af energibeskatningsdirektivet på dette punkt. Dette understøttes af bemærkninger, hvoraf det fremgår, at bioolier med fuld energiafgift ”m</w:t>
            </w:r>
            <w:r>
              <w:t>e</w:t>
            </w:r>
            <w:r>
              <w:t>get sjældent vil være konkurrencedygtige” med fossile brændsler, og at salget af bioolier derfor forventes at ophøre. Det må fortolkes således, at afgiftens niveau overstiger den kompensat</w:t>
            </w:r>
            <w:r>
              <w:t>i</w:t>
            </w:r>
            <w:r>
              <w:t>on, der er indeholdt i den nuværende afgiftsfr</w:t>
            </w:r>
            <w:r>
              <w:t>i</w:t>
            </w:r>
            <w:r>
              <w:t xml:space="preserve">tagelse, og at det derfor vil være muligt efter energibeskatningsdirektivet at pålægge en lavere afgift end den foreslåede. Det bedes bekræftet, at denne fortolkning er rigtig. </w:t>
            </w:r>
          </w:p>
          <w:p w:rsidR="00C962AD" w:rsidRDefault="00C962AD" w:rsidP="00DE05E8">
            <w:pPr>
              <w:pStyle w:val="Tabel-BrdtekstmedafstandptekstGaramond"/>
            </w:pPr>
          </w:p>
          <w:p w:rsidR="00DE6478" w:rsidRDefault="00DE6799" w:rsidP="00DE05E8">
            <w:pPr>
              <w:pStyle w:val="Tabel-BrdtekstmedafstandptekstGaramond"/>
            </w:pPr>
            <w:r>
              <w:t>Betegnelsen bioolier dækker over en lang række meget forskellige varer, herunder også varer, der er baseret på animalske og vegetabilske restprodukter. Alternativet til at disse varer u</w:t>
            </w:r>
            <w:r>
              <w:t>d</w:t>
            </w:r>
            <w:r>
              <w:t xml:space="preserve">nyttes til energiformål vil ofte være, at de slet ikke udnyttes. </w:t>
            </w:r>
            <w:r w:rsidR="00356EFB">
              <w:t>Anvendelsen til energiformål er derfor med til at sikre en effektiv ressourceu</w:t>
            </w:r>
            <w:r w:rsidR="00356EFB">
              <w:t>d</w:t>
            </w:r>
            <w:r w:rsidR="00356EFB">
              <w:t>nyttelse, som der også efterspørges i den gen</w:t>
            </w:r>
            <w:r w:rsidR="00356EFB">
              <w:t>e</w:t>
            </w:r>
            <w:r w:rsidR="00356EFB">
              <w:t xml:space="preserve">relle danske miljø-, energi-, og klimapolitik.  </w:t>
            </w:r>
          </w:p>
          <w:p w:rsidR="00DE6478" w:rsidRDefault="00DE6478" w:rsidP="00DE05E8">
            <w:pPr>
              <w:pStyle w:val="Tabel-BrdtekstmedafstandptekstGaramond"/>
            </w:pPr>
          </w:p>
          <w:p w:rsidR="00CF2992" w:rsidRDefault="00356EFB" w:rsidP="007E1535">
            <w:pPr>
              <w:pStyle w:val="Tabel-BrdtekstmedafstandptekstGaramond"/>
            </w:pPr>
            <w:r>
              <w:t>Det vurderes, at lovforslaget vil medføre mi</w:t>
            </w:r>
            <w:r>
              <w:t>n</w:t>
            </w:r>
            <w:r>
              <w:t>dre ressourceeffektivitet, hvilket er i modstrid med ovennævnte politik. Det bemærkes samt</w:t>
            </w:r>
            <w:r>
              <w:t>i</w:t>
            </w:r>
            <w:r>
              <w:t>dig, at substitutionen af bioolier i et vist o</w:t>
            </w:r>
            <w:r>
              <w:t>m</w:t>
            </w:r>
            <w:r>
              <w:t>fang vil ske med fossile brændsler, hvor lo</w:t>
            </w:r>
            <w:r>
              <w:t>v</w:t>
            </w:r>
            <w:r>
              <w:t>forslaget på dette punkt vil medføre en øget dansk udledning af drivhusgasser, hvilket også anføres i bemærkningerne. Endelig vil forslaget også have den konsekvens, at det forringer inc</w:t>
            </w:r>
            <w:r>
              <w:t>i</w:t>
            </w:r>
            <w:r>
              <w:t>tamentet til investeringer i nye innovative lø</w:t>
            </w:r>
            <w:r>
              <w:t>s</w:t>
            </w:r>
            <w:r>
              <w:t xml:space="preserve">ninger, der kan fremme bioøkonomien og de </w:t>
            </w:r>
            <w:r>
              <w:lastRenderedPageBreak/>
              <w:t>biobaserede samfund. Der anmodes om, at der arbejdes for at finde den lavest mulige afgift, der kan opfylde kravet i forhold energibeska</w:t>
            </w:r>
            <w:r>
              <w:t>t</w:t>
            </w:r>
            <w:r>
              <w:t>ningsdirektivet.</w:t>
            </w:r>
          </w:p>
          <w:p w:rsidR="00356EFB" w:rsidRDefault="00356EFB" w:rsidP="00DE05E8">
            <w:pPr>
              <w:pStyle w:val="Tabel-BrdtekstmedafstandptekstGaramond"/>
            </w:pPr>
          </w:p>
          <w:p w:rsidR="00E51B23" w:rsidRDefault="00356EFB" w:rsidP="00BE0713">
            <w:pPr>
              <w:pStyle w:val="Tabel-BrdtekstmedafstandptekstGaramond"/>
            </w:pPr>
            <w:r>
              <w:t>Landbrug &amp; Fødevarer ønsker samtidig en b</w:t>
            </w:r>
            <w:r>
              <w:t>e</w:t>
            </w:r>
            <w:r>
              <w:t>kræftelse på, at forslaget ikke berører de biool</w:t>
            </w:r>
            <w:r>
              <w:t>i</w:t>
            </w:r>
            <w:r>
              <w:t xml:space="preserve">er, der anvendes til transport. </w:t>
            </w:r>
          </w:p>
          <w:p w:rsidR="00BE0713" w:rsidRDefault="00BE0713" w:rsidP="00BE0713">
            <w:pPr>
              <w:pStyle w:val="Tabel-BrdtekstmedafstandptekstGaramond"/>
            </w:pPr>
          </w:p>
          <w:p w:rsidR="00BE0713" w:rsidRDefault="00BE0713" w:rsidP="00BE0713">
            <w:pPr>
              <w:pStyle w:val="Tabel-BrdtekstmedafstandptekstGaramond"/>
            </w:pPr>
          </w:p>
          <w:p w:rsidR="00BE0713" w:rsidRDefault="00BE0713" w:rsidP="00BE0713">
            <w:pPr>
              <w:pStyle w:val="Tabel-BrdtekstmedafstandptekstGaramond"/>
            </w:pPr>
          </w:p>
          <w:p w:rsidR="00BE0713" w:rsidRDefault="00BE0713" w:rsidP="00BE0713">
            <w:pPr>
              <w:pStyle w:val="Tabel-BrdtekstmedafstandptekstGaramond"/>
            </w:pPr>
          </w:p>
          <w:p w:rsidR="00E51B23" w:rsidRDefault="00356EFB" w:rsidP="00E17AE9">
            <w:pPr>
              <w:pStyle w:val="Tabel-BrdtekstmedafstandptekstGaramond"/>
            </w:pPr>
            <w:r>
              <w:t xml:space="preserve">Landbrug &amp; Fødevarer læser forslaget således, at </w:t>
            </w:r>
            <w:r w:rsidR="00152F82">
              <w:t>metanol</w:t>
            </w:r>
            <w:r>
              <w:t>produktion</w:t>
            </w:r>
            <w:r w:rsidR="00E17AE9">
              <w:t>, der er baseret på bi</w:t>
            </w:r>
            <w:r w:rsidR="00E17AE9">
              <w:t>o</w:t>
            </w:r>
            <w:r w:rsidR="00E17AE9">
              <w:t>masse (biogas), fremover vil være pålagt en v</w:t>
            </w:r>
            <w:r w:rsidR="00E17AE9">
              <w:t>æ</w:t>
            </w:r>
            <w:r w:rsidR="00E17AE9">
              <w:t xml:space="preserve">sentlig større afgiftsbelastning i forhold til </w:t>
            </w:r>
            <w:r w:rsidR="00152F82">
              <w:t>m</w:t>
            </w:r>
            <w:r w:rsidR="00152F82">
              <w:t>e</w:t>
            </w:r>
            <w:r w:rsidR="00152F82">
              <w:t>tanol</w:t>
            </w:r>
            <w:r w:rsidR="00E17AE9">
              <w:t xml:space="preserve">, der er produceret på basis af naturgas. </w:t>
            </w:r>
          </w:p>
          <w:p w:rsidR="00E51B23" w:rsidRDefault="00E51B23" w:rsidP="00E17AE9">
            <w:pPr>
              <w:pStyle w:val="Tabel-BrdtekstmedafstandptekstGaramond"/>
            </w:pPr>
          </w:p>
          <w:p w:rsidR="00236E9C" w:rsidRDefault="00236E9C" w:rsidP="00E17AE9">
            <w:pPr>
              <w:pStyle w:val="Tabel-BrdtekstmedafstandptekstGaramond"/>
            </w:pPr>
          </w:p>
          <w:p w:rsidR="00D763C9" w:rsidRDefault="00D763C9" w:rsidP="00E17AE9">
            <w:pPr>
              <w:pStyle w:val="Tabel-BrdtekstmedafstandptekstGaramond"/>
            </w:pPr>
          </w:p>
          <w:p w:rsidR="00D763C9" w:rsidRDefault="00D763C9" w:rsidP="00E17AE9">
            <w:pPr>
              <w:pStyle w:val="Tabel-BrdtekstmedafstandptekstGaramond"/>
            </w:pPr>
          </w:p>
          <w:p w:rsidR="00D763C9" w:rsidRDefault="00D763C9" w:rsidP="00E17AE9">
            <w:pPr>
              <w:pStyle w:val="Tabel-BrdtekstmedafstandptekstGaramond"/>
            </w:pPr>
          </w:p>
          <w:p w:rsidR="00D763C9" w:rsidRDefault="00D763C9" w:rsidP="00E17AE9">
            <w:pPr>
              <w:pStyle w:val="Tabel-BrdtekstmedafstandptekstGaramond"/>
            </w:pPr>
          </w:p>
          <w:p w:rsidR="00D763C9" w:rsidRDefault="00D763C9" w:rsidP="00E17AE9">
            <w:pPr>
              <w:pStyle w:val="Tabel-BrdtekstmedafstandptekstGaramond"/>
            </w:pPr>
          </w:p>
          <w:p w:rsidR="00D763C9" w:rsidRDefault="00D763C9" w:rsidP="00E17AE9">
            <w:pPr>
              <w:pStyle w:val="Tabel-BrdtekstmedafstandptekstGaramond"/>
            </w:pPr>
          </w:p>
          <w:p w:rsidR="00D763C9" w:rsidRDefault="00D763C9" w:rsidP="00E17AE9">
            <w:pPr>
              <w:pStyle w:val="Tabel-BrdtekstmedafstandptekstGaramond"/>
            </w:pPr>
          </w:p>
          <w:p w:rsidR="00D763C9" w:rsidRDefault="00D763C9" w:rsidP="00E17AE9">
            <w:pPr>
              <w:pStyle w:val="Tabel-BrdtekstmedafstandptekstGaramond"/>
            </w:pPr>
          </w:p>
          <w:p w:rsidR="00236E9C" w:rsidRDefault="00236E9C" w:rsidP="00E17AE9">
            <w:pPr>
              <w:pStyle w:val="Tabel-BrdtekstmedafstandptekstGaramond"/>
            </w:pPr>
          </w:p>
          <w:p w:rsidR="00356EFB" w:rsidRDefault="00A163AB" w:rsidP="00E17AE9">
            <w:pPr>
              <w:pStyle w:val="Tabel-BrdtekstmedafstandptekstGaramond"/>
            </w:pPr>
            <w:r>
              <w:t xml:space="preserve">Landbrug &amp; Fødevarer </w:t>
            </w:r>
            <w:r w:rsidR="00E17AE9">
              <w:t>forstår det ligeledes s</w:t>
            </w:r>
            <w:r w:rsidR="00E17AE9">
              <w:t>å</w:t>
            </w:r>
            <w:r w:rsidR="00E17AE9">
              <w:t xml:space="preserve">ledes, at lovforslaget alene vedrører </w:t>
            </w:r>
            <w:r w:rsidR="00152F82">
              <w:t>metanol</w:t>
            </w:r>
            <w:r w:rsidR="00E17AE9">
              <w:t xml:space="preserve"> til varme og til elektricitet- og varmefremstilling ved stationære motorer, og at lovforslaget de</w:t>
            </w:r>
            <w:r w:rsidR="00E17AE9">
              <w:t>r</w:t>
            </w:r>
            <w:r w:rsidR="00E17AE9">
              <w:t>for ikke medfører ændringer i forhold til tran</w:t>
            </w:r>
            <w:r w:rsidR="00E17AE9">
              <w:t>s</w:t>
            </w:r>
            <w:r w:rsidR="00E17AE9">
              <w:t xml:space="preserve">port. Dette bedes </w:t>
            </w:r>
            <w:r w:rsidR="00CC3738">
              <w:t>bekræftet</w:t>
            </w:r>
            <w:r w:rsidR="00E17AE9">
              <w:t xml:space="preserve">. </w:t>
            </w:r>
          </w:p>
        </w:tc>
        <w:tc>
          <w:tcPr>
            <w:tcW w:w="115" w:type="dxa"/>
            <w:shd w:val="clear" w:color="auto" w:fill="FFFFFF" w:themeFill="background1"/>
          </w:tcPr>
          <w:p w:rsidR="00D222F5" w:rsidRPr="00B5346F" w:rsidRDefault="00D222F5" w:rsidP="000B4D0B"/>
        </w:tc>
        <w:tc>
          <w:tcPr>
            <w:tcW w:w="3164" w:type="dxa"/>
            <w:tcBorders>
              <w:top w:val="single" w:sz="4" w:space="0" w:color="14143C" w:themeColor="accent1"/>
              <w:bottom w:val="single" w:sz="4" w:space="0" w:color="14143C" w:themeColor="accent1"/>
            </w:tcBorders>
            <w:shd w:val="clear" w:color="auto" w:fill="D2CED8"/>
          </w:tcPr>
          <w:p w:rsidR="00D222F5" w:rsidRDefault="00D222F5" w:rsidP="004D5CA1">
            <w:pPr>
              <w:pStyle w:val="Tabel-BrdtekstmedafstandptekstGaramond"/>
            </w:pPr>
          </w:p>
          <w:p w:rsidR="0092678A" w:rsidRDefault="0092678A" w:rsidP="004D5CA1">
            <w:pPr>
              <w:pStyle w:val="Tabel-BrdtekstmedafstandptekstGaramond"/>
            </w:pPr>
          </w:p>
          <w:p w:rsidR="0092678A" w:rsidRDefault="0092678A" w:rsidP="004D5CA1">
            <w:pPr>
              <w:pStyle w:val="Tabel-BrdtekstmedafstandptekstGaramond"/>
            </w:pPr>
          </w:p>
          <w:p w:rsidR="0092678A" w:rsidRDefault="0092678A" w:rsidP="004D5CA1">
            <w:pPr>
              <w:pStyle w:val="Tabel-BrdtekstmedafstandptekstGaramond"/>
            </w:pPr>
          </w:p>
          <w:p w:rsidR="0092678A" w:rsidRDefault="0092678A" w:rsidP="004D5CA1">
            <w:pPr>
              <w:pStyle w:val="Tabel-BrdtekstmedafstandptekstGaramond"/>
            </w:pPr>
          </w:p>
          <w:p w:rsidR="0092678A" w:rsidRDefault="0092678A" w:rsidP="004D5CA1">
            <w:pPr>
              <w:pStyle w:val="Tabel-BrdtekstmedafstandptekstGaramond"/>
            </w:pPr>
          </w:p>
          <w:p w:rsidR="0092678A" w:rsidRDefault="0092678A" w:rsidP="004D5CA1">
            <w:pPr>
              <w:pStyle w:val="Tabel-BrdtekstmedafstandptekstGaramond"/>
            </w:pPr>
          </w:p>
          <w:p w:rsidR="0092678A" w:rsidRDefault="0092678A" w:rsidP="004D5CA1">
            <w:pPr>
              <w:pStyle w:val="Tabel-BrdtekstmedafstandptekstGaramond"/>
            </w:pPr>
          </w:p>
          <w:p w:rsidR="0092678A" w:rsidRDefault="0092678A" w:rsidP="004D5CA1">
            <w:pPr>
              <w:pStyle w:val="Tabel-BrdtekstmedafstandptekstGaramond"/>
            </w:pPr>
          </w:p>
          <w:p w:rsidR="0092678A" w:rsidRDefault="0092678A" w:rsidP="004D5CA1">
            <w:pPr>
              <w:pStyle w:val="Tabel-BrdtekstmedafstandptekstGaramond"/>
            </w:pPr>
          </w:p>
          <w:p w:rsidR="0092678A" w:rsidRDefault="0092678A" w:rsidP="004D5CA1">
            <w:pPr>
              <w:pStyle w:val="Tabel-BrdtekstmedafstandptekstGaramond"/>
            </w:pPr>
          </w:p>
          <w:p w:rsidR="0092678A" w:rsidRDefault="0092678A" w:rsidP="004D5CA1">
            <w:pPr>
              <w:pStyle w:val="Tabel-BrdtekstmedafstandptekstGaramond"/>
            </w:pPr>
          </w:p>
          <w:p w:rsidR="0092678A" w:rsidRDefault="0092678A" w:rsidP="004D5CA1">
            <w:pPr>
              <w:pStyle w:val="Tabel-BrdtekstmedafstandptekstGaramond"/>
            </w:pPr>
          </w:p>
          <w:p w:rsidR="0092678A" w:rsidRDefault="0092678A" w:rsidP="004D5CA1">
            <w:pPr>
              <w:pStyle w:val="Tabel-BrdtekstmedafstandptekstGaramond"/>
            </w:pPr>
          </w:p>
          <w:p w:rsidR="0092678A" w:rsidRDefault="0092678A" w:rsidP="004D5CA1">
            <w:pPr>
              <w:pStyle w:val="Tabel-BrdtekstmedafstandptekstGaramond"/>
            </w:pPr>
          </w:p>
          <w:p w:rsidR="0092678A" w:rsidRDefault="0092678A" w:rsidP="004D5CA1">
            <w:pPr>
              <w:pStyle w:val="Tabel-BrdtekstmedafstandptekstGaramond"/>
            </w:pPr>
          </w:p>
          <w:p w:rsidR="0092678A" w:rsidRDefault="0092678A" w:rsidP="004D5CA1">
            <w:pPr>
              <w:pStyle w:val="Tabel-BrdtekstmedafstandptekstGaramond"/>
            </w:pPr>
          </w:p>
          <w:p w:rsidR="0092678A" w:rsidRDefault="0092678A" w:rsidP="004D5CA1">
            <w:pPr>
              <w:pStyle w:val="Tabel-BrdtekstmedafstandptekstGaramond"/>
            </w:pPr>
          </w:p>
          <w:p w:rsidR="0092678A" w:rsidRDefault="0092678A" w:rsidP="004D5CA1">
            <w:pPr>
              <w:pStyle w:val="Tabel-BrdtekstmedafstandptekstGaramond"/>
            </w:pPr>
          </w:p>
          <w:p w:rsidR="0092678A" w:rsidRDefault="0092678A" w:rsidP="004D5CA1">
            <w:pPr>
              <w:pStyle w:val="Tabel-BrdtekstmedafstandptekstGaramond"/>
            </w:pPr>
          </w:p>
          <w:p w:rsidR="0092678A" w:rsidRDefault="0092678A" w:rsidP="004D5CA1">
            <w:pPr>
              <w:pStyle w:val="Tabel-BrdtekstmedafstandptekstGaramond"/>
            </w:pPr>
          </w:p>
          <w:p w:rsidR="0092678A" w:rsidRDefault="0092678A" w:rsidP="004D5CA1">
            <w:pPr>
              <w:pStyle w:val="Tabel-BrdtekstmedafstandptekstGaramond"/>
            </w:pPr>
          </w:p>
          <w:p w:rsidR="0092678A" w:rsidRDefault="0092678A" w:rsidP="004D5CA1">
            <w:pPr>
              <w:pStyle w:val="Tabel-BrdtekstmedafstandptekstGaramond"/>
            </w:pPr>
          </w:p>
          <w:p w:rsidR="0092678A" w:rsidRDefault="0092678A" w:rsidP="004D5CA1">
            <w:pPr>
              <w:pStyle w:val="Tabel-BrdtekstmedafstandptekstGaramond"/>
            </w:pPr>
          </w:p>
          <w:p w:rsidR="0092678A" w:rsidRDefault="0092678A" w:rsidP="004D5CA1">
            <w:pPr>
              <w:pStyle w:val="Tabel-BrdtekstmedafstandptekstGaramond"/>
            </w:pPr>
          </w:p>
          <w:p w:rsidR="0092678A" w:rsidRDefault="0092678A" w:rsidP="004D5CA1">
            <w:pPr>
              <w:pStyle w:val="Tabel-BrdtekstmedafstandptekstGaramond"/>
            </w:pPr>
          </w:p>
          <w:p w:rsidR="0012213C" w:rsidRDefault="0012213C" w:rsidP="004D5CA1">
            <w:pPr>
              <w:pStyle w:val="Tabel-BrdtekstmedafstandptekstGaramond"/>
            </w:pPr>
          </w:p>
          <w:p w:rsidR="0092678A" w:rsidRDefault="0092678A" w:rsidP="004D5CA1">
            <w:pPr>
              <w:pStyle w:val="Tabel-BrdtekstmedafstandptekstGaramond"/>
            </w:pPr>
          </w:p>
          <w:p w:rsidR="00836220" w:rsidRDefault="00836220" w:rsidP="00836220">
            <w:pPr>
              <w:pStyle w:val="Tabel-BrdtekstmedafstandptekstGaramond"/>
            </w:pPr>
            <w:r>
              <w:t xml:space="preserve">Det foreslåede falder udenfor rammerne af </w:t>
            </w:r>
            <w:r w:rsidR="0092678A" w:rsidRPr="00836220">
              <w:rPr>
                <w:i/>
              </w:rPr>
              <w:t>Aftale om tilbageru</w:t>
            </w:r>
            <w:r w:rsidR="0092678A" w:rsidRPr="00836220">
              <w:rPr>
                <w:i/>
              </w:rPr>
              <w:t>l</w:t>
            </w:r>
            <w:r w:rsidR="0092678A" w:rsidRPr="00836220">
              <w:rPr>
                <w:i/>
              </w:rPr>
              <w:t>ning af forsyningssikkerhedsafgiften m.v. og lempelser af PSO</w:t>
            </w:r>
            <w:r>
              <w:t xml:space="preserve">.  </w:t>
            </w:r>
          </w:p>
          <w:p w:rsidR="00CA4270" w:rsidRDefault="00CA4270" w:rsidP="00836220">
            <w:pPr>
              <w:pStyle w:val="Tabel-BrdtekstmedafstandptekstGaramond"/>
            </w:pPr>
          </w:p>
          <w:p w:rsidR="00062785" w:rsidRDefault="00836220" w:rsidP="00062785">
            <w:pPr>
              <w:pStyle w:val="Tabel-BrdtekstmedafstandptekstGaramond"/>
            </w:pPr>
            <w:r>
              <w:t>Det bemærkes desuden, at d</w:t>
            </w:r>
            <w:r w:rsidR="00062785">
              <w:t>en del af aftalen, som vedrører konkrete lempelser af PSO-tariffen</w:t>
            </w:r>
            <w:r w:rsidR="00C736C2">
              <w:t>,</w:t>
            </w:r>
            <w:r w:rsidR="00062785">
              <w:t xml:space="preserve"> hører under Klima- og Energiministeriet, der vil fre</w:t>
            </w:r>
            <w:r w:rsidR="00062785">
              <w:t>m</w:t>
            </w:r>
            <w:r w:rsidR="00062785">
              <w:lastRenderedPageBreak/>
              <w:t xml:space="preserve">sætte særskilt lovforslag herom. </w:t>
            </w:r>
          </w:p>
          <w:p w:rsidR="0092678A" w:rsidRDefault="0092678A" w:rsidP="0092678A">
            <w:pPr>
              <w:pStyle w:val="Tabel-BrdtekstmedafstandptekstGaramond"/>
              <w:ind w:left="0"/>
            </w:pPr>
          </w:p>
          <w:p w:rsidR="003B5118" w:rsidRDefault="003B5118" w:rsidP="0092678A">
            <w:pPr>
              <w:pStyle w:val="Tabel-BrdtekstmedafstandptekstGaramond"/>
              <w:ind w:left="0"/>
            </w:pPr>
          </w:p>
          <w:p w:rsidR="003B5118" w:rsidRDefault="003B5118" w:rsidP="0092678A">
            <w:pPr>
              <w:pStyle w:val="Tabel-BrdtekstmedafstandptekstGaramond"/>
              <w:ind w:left="0"/>
            </w:pPr>
          </w:p>
          <w:p w:rsidR="003B5118" w:rsidRDefault="003B5118" w:rsidP="0092678A">
            <w:pPr>
              <w:pStyle w:val="Tabel-BrdtekstmedafstandptekstGaramond"/>
              <w:ind w:left="0"/>
            </w:pPr>
          </w:p>
          <w:p w:rsidR="003B5118" w:rsidRDefault="003B5118" w:rsidP="0092678A">
            <w:pPr>
              <w:pStyle w:val="Tabel-BrdtekstmedafstandptekstGaramond"/>
              <w:ind w:left="0"/>
            </w:pPr>
          </w:p>
          <w:p w:rsidR="003B5118" w:rsidRDefault="003B5118" w:rsidP="0092678A">
            <w:pPr>
              <w:pStyle w:val="Tabel-BrdtekstmedafstandptekstGaramond"/>
              <w:ind w:left="0"/>
            </w:pPr>
          </w:p>
          <w:p w:rsidR="003B5118" w:rsidRDefault="003B5118" w:rsidP="0092678A">
            <w:pPr>
              <w:pStyle w:val="Tabel-BrdtekstmedafstandptekstGaramond"/>
              <w:ind w:left="0"/>
            </w:pPr>
          </w:p>
          <w:p w:rsidR="003B5118" w:rsidRDefault="003B5118" w:rsidP="0092678A">
            <w:pPr>
              <w:pStyle w:val="Tabel-BrdtekstmedafstandptekstGaramond"/>
              <w:ind w:left="0"/>
            </w:pPr>
          </w:p>
          <w:p w:rsidR="003B5118" w:rsidRDefault="003B5118" w:rsidP="0092678A">
            <w:pPr>
              <w:pStyle w:val="Tabel-BrdtekstmedafstandptekstGaramond"/>
              <w:ind w:left="0"/>
            </w:pPr>
          </w:p>
          <w:p w:rsidR="003B5118" w:rsidRDefault="003B5118" w:rsidP="0092678A">
            <w:pPr>
              <w:pStyle w:val="Tabel-BrdtekstmedafstandptekstGaramond"/>
              <w:ind w:left="0"/>
            </w:pPr>
          </w:p>
          <w:p w:rsidR="003B5118" w:rsidRDefault="003B5118" w:rsidP="0092678A">
            <w:pPr>
              <w:pStyle w:val="Tabel-BrdtekstmedafstandptekstGaramond"/>
              <w:ind w:left="0"/>
            </w:pPr>
          </w:p>
          <w:p w:rsidR="003B5118" w:rsidRDefault="003B5118" w:rsidP="0092678A">
            <w:pPr>
              <w:pStyle w:val="Tabel-BrdtekstmedafstandptekstGaramond"/>
              <w:ind w:left="0"/>
            </w:pPr>
          </w:p>
          <w:p w:rsidR="003B5118" w:rsidRDefault="003B5118" w:rsidP="0092678A">
            <w:pPr>
              <w:pStyle w:val="Tabel-BrdtekstmedafstandptekstGaramond"/>
              <w:ind w:left="0"/>
            </w:pPr>
          </w:p>
          <w:p w:rsidR="0066092D" w:rsidRDefault="0066092D" w:rsidP="0092678A">
            <w:pPr>
              <w:pStyle w:val="Tabel-BrdtekstmedafstandptekstGaramond"/>
              <w:ind w:left="0"/>
            </w:pPr>
          </w:p>
          <w:p w:rsidR="003B5118" w:rsidRDefault="003B5118" w:rsidP="0092678A">
            <w:pPr>
              <w:pStyle w:val="Tabel-BrdtekstmedafstandptekstGaramond"/>
              <w:ind w:left="0"/>
            </w:pPr>
          </w:p>
          <w:p w:rsidR="003B5118" w:rsidRDefault="00AF081E" w:rsidP="00AF081E">
            <w:pPr>
              <w:pStyle w:val="Tabel-BrdtekstmedafstandptekstGaramond"/>
            </w:pPr>
            <w:r w:rsidRPr="00AF081E">
              <w:t xml:space="preserve">Med </w:t>
            </w:r>
            <w:r w:rsidRPr="00AF081E">
              <w:rPr>
                <w:i/>
              </w:rPr>
              <w:t>Aftale om tilbagerulning af forsyningssikkerhedsafgiften mv. og lempelser af PSO</w:t>
            </w:r>
            <w:r>
              <w:t xml:space="preserve"> tilpasses afgi</w:t>
            </w:r>
            <w:r>
              <w:t>f</w:t>
            </w:r>
            <w:r>
              <w:t>terne på VE-energiprodukter, således at der sker en ensartet behandling med hensyn til energibeskatningsdirektivet.</w:t>
            </w:r>
          </w:p>
          <w:p w:rsidR="00AF081E" w:rsidRDefault="00AF081E" w:rsidP="00AF081E">
            <w:pPr>
              <w:pStyle w:val="Tabel-BrdtekstmedafstandptekstGaramond"/>
            </w:pPr>
          </w:p>
          <w:p w:rsidR="00AF081E" w:rsidRDefault="00AF081E" w:rsidP="00AF081E">
            <w:pPr>
              <w:pStyle w:val="Tabel-BrdtekstmedafstandptekstGaramond"/>
            </w:pPr>
          </w:p>
          <w:p w:rsidR="00AF081E" w:rsidRDefault="00AF081E" w:rsidP="00AF081E">
            <w:pPr>
              <w:pStyle w:val="Tabel-BrdtekstmedafstandptekstGaramond"/>
            </w:pPr>
          </w:p>
          <w:p w:rsidR="0066092D" w:rsidRDefault="0066092D" w:rsidP="00AF081E">
            <w:pPr>
              <w:pStyle w:val="Tabel-BrdtekstmedafstandptekstGaramond"/>
            </w:pPr>
          </w:p>
          <w:p w:rsidR="00AF081E" w:rsidRDefault="00AF081E" w:rsidP="00AF081E">
            <w:pPr>
              <w:pStyle w:val="Tabel-BrdtekstmedafstandptekstGaramond"/>
            </w:pPr>
          </w:p>
          <w:p w:rsidR="00AF081E" w:rsidRDefault="00AF081E" w:rsidP="00AF081E">
            <w:pPr>
              <w:pStyle w:val="Tabel-BrdtekstmedafstandptekstGaramond"/>
            </w:pPr>
          </w:p>
          <w:p w:rsidR="003B5118" w:rsidRDefault="003B5118" w:rsidP="0092678A">
            <w:pPr>
              <w:pStyle w:val="Tabel-BrdtekstmedafstandptekstGaramond"/>
              <w:ind w:left="0"/>
            </w:pPr>
          </w:p>
          <w:p w:rsidR="00224330" w:rsidRDefault="00224330" w:rsidP="0092678A">
            <w:pPr>
              <w:pStyle w:val="Tabel-BrdtekstmedafstandptekstGaramond"/>
              <w:ind w:left="0"/>
            </w:pPr>
          </w:p>
          <w:p w:rsidR="003B5118" w:rsidRDefault="003B5118" w:rsidP="003B5118">
            <w:pPr>
              <w:pStyle w:val="Tabel-BrdtekstmedafstandptekstGaramond"/>
            </w:pPr>
            <w:r>
              <w:t>Bioolier mv., er rubriceret u</w:t>
            </w:r>
            <w:r>
              <w:t>n</w:t>
            </w:r>
            <w:r>
              <w:t>der position 1507-1518 i EU’s Kombinerede Nomenklatur. Energibeskatningsdirektivets artikel 2, nr. 1, litra a, omfatter varer under denne position, når de er bestemt til anvendelse som brændsel til opvarmning eller motorbrændstof. Bioolie</w:t>
            </w:r>
            <w:r>
              <w:t>r</w:t>
            </w:r>
            <w:r>
              <w:t>ne er således et energiprodukt, som er omfattet af energib</w:t>
            </w:r>
            <w:r>
              <w:t>e</w:t>
            </w:r>
            <w:r>
              <w:t>skatningsdirektivet. Det er de</w:t>
            </w:r>
            <w:r>
              <w:t>r</w:t>
            </w:r>
            <w:r>
              <w:t>for udgangspunktet, at biool</w:t>
            </w:r>
            <w:r>
              <w:t>i</w:t>
            </w:r>
            <w:r>
              <w:lastRenderedPageBreak/>
              <w:t>erne skal pålægges almindelige energiafgift.</w:t>
            </w:r>
          </w:p>
          <w:p w:rsidR="003B5118" w:rsidRDefault="003B5118" w:rsidP="003B5118">
            <w:pPr>
              <w:pStyle w:val="Tabel-BrdtekstmedafstandptekstGaramond"/>
            </w:pPr>
          </w:p>
          <w:p w:rsidR="003B5118" w:rsidRDefault="003B5118" w:rsidP="003B5118">
            <w:pPr>
              <w:pStyle w:val="Tabel-BrdtekstmedafstandptekstGaramond"/>
            </w:pPr>
            <w:r>
              <w:t>Energibeskatningsdirektivets artikel 16</w:t>
            </w:r>
            <w:r w:rsidR="00092B6B">
              <w:t>, stk. 1</w:t>
            </w:r>
            <w:r w:rsidR="00C05609">
              <w:t>,</w:t>
            </w:r>
            <w:r>
              <w:t xml:space="preserve"> giver me</w:t>
            </w:r>
            <w:r>
              <w:t>d</w:t>
            </w:r>
            <w:r>
              <w:t>lemslandene mulighed for at anvende afgiftsfritagelse eller reduceret afgift for bl.a. biool</w:t>
            </w:r>
            <w:r>
              <w:t>i</w:t>
            </w:r>
            <w:r>
              <w:t>er, når nogle betingelser er o</w:t>
            </w:r>
            <w:r>
              <w:t>p</w:t>
            </w:r>
            <w:r>
              <w:t>fyldt. Det er bl.a. en betingelse, at bioolieleverandørerne derved ikke får overkompensation i forhold til de ekstra omkos</w:t>
            </w:r>
            <w:r>
              <w:t>t</w:t>
            </w:r>
            <w:r>
              <w:t>ninger, der måtte være ved at levere bioolier (VE-brændsel) frem for fossilt brændsel</w:t>
            </w:r>
            <w:r w:rsidR="00092B6B">
              <w:t>, jf. a</w:t>
            </w:r>
            <w:r w:rsidR="00092B6B">
              <w:t>r</w:t>
            </w:r>
            <w:r w:rsidR="00092B6B">
              <w:t xml:space="preserve">tikel 16, stk. 3. </w:t>
            </w:r>
            <w:r>
              <w:t>Dette forbud mod overkompensation ove</w:t>
            </w:r>
            <w:r>
              <w:t>r</w:t>
            </w:r>
            <w:r>
              <w:t xml:space="preserve">holdes ikke ved </w:t>
            </w:r>
            <w:r w:rsidR="007E1535">
              <w:t xml:space="preserve">den nuværende </w:t>
            </w:r>
            <w:r>
              <w:t>afgiftsfritagelse for bioolier</w:t>
            </w:r>
            <w:r w:rsidR="007E1535">
              <w:t>ne. D</w:t>
            </w:r>
            <w:r>
              <w:t>en nuværende afgiftsfritagelse for bioolier kan således ikke fortsætte.</w:t>
            </w:r>
          </w:p>
          <w:p w:rsidR="003B5118" w:rsidRDefault="003B5118" w:rsidP="003B5118">
            <w:pPr>
              <w:pStyle w:val="Tabel-BrdtekstmedafstandptekstGaramond"/>
            </w:pPr>
          </w:p>
          <w:p w:rsidR="003B5118" w:rsidRDefault="00194E6B" w:rsidP="003B5118">
            <w:pPr>
              <w:pStyle w:val="Tabel-BrdtekstmedafstandptekstGaramond"/>
            </w:pPr>
            <w:r>
              <w:t>Der er på nuværende tidspunkt ikke fastlagt et niveau for en reduceret sats, der ikke ind</w:t>
            </w:r>
            <w:r>
              <w:t>e</w:t>
            </w:r>
            <w:r>
              <w:t xml:space="preserve">holder overkompensation.  </w:t>
            </w:r>
          </w:p>
          <w:p w:rsidR="00010178" w:rsidRDefault="00010178" w:rsidP="003B5118">
            <w:pPr>
              <w:pStyle w:val="Tabel-BrdtekstmedafstandptekstGaramond"/>
            </w:pPr>
          </w:p>
          <w:p w:rsidR="007E1535" w:rsidRDefault="007E1535" w:rsidP="003B5118">
            <w:pPr>
              <w:pStyle w:val="Tabel-BrdtekstmedafstandptekstGaramond"/>
            </w:pPr>
          </w:p>
          <w:p w:rsidR="007E1535" w:rsidRDefault="007E1535" w:rsidP="003B5118">
            <w:pPr>
              <w:pStyle w:val="Tabel-BrdtekstmedafstandptekstGaramond"/>
            </w:pPr>
          </w:p>
          <w:p w:rsidR="007E1535" w:rsidRDefault="007E1535" w:rsidP="003B5118">
            <w:pPr>
              <w:pStyle w:val="Tabel-BrdtekstmedafstandptekstGaramond"/>
            </w:pPr>
          </w:p>
          <w:p w:rsidR="007E1535" w:rsidRDefault="007E1535" w:rsidP="003B5118">
            <w:pPr>
              <w:pStyle w:val="Tabel-BrdtekstmedafstandptekstGaramond"/>
            </w:pPr>
          </w:p>
          <w:p w:rsidR="007E1535" w:rsidRDefault="007E1535" w:rsidP="003B5118">
            <w:pPr>
              <w:pStyle w:val="Tabel-BrdtekstmedafstandptekstGaramond"/>
            </w:pPr>
          </w:p>
          <w:p w:rsidR="007E1535" w:rsidRDefault="007E1535" w:rsidP="003B5118">
            <w:pPr>
              <w:pStyle w:val="Tabel-BrdtekstmedafstandptekstGaramond"/>
            </w:pPr>
          </w:p>
          <w:p w:rsidR="007E1535" w:rsidRDefault="007E1535" w:rsidP="003B5118">
            <w:pPr>
              <w:pStyle w:val="Tabel-BrdtekstmedafstandptekstGaramond"/>
            </w:pPr>
          </w:p>
          <w:p w:rsidR="007E1535" w:rsidRDefault="007E1535" w:rsidP="003B5118">
            <w:pPr>
              <w:pStyle w:val="Tabel-BrdtekstmedafstandptekstGaramond"/>
            </w:pPr>
          </w:p>
          <w:p w:rsidR="007E1535" w:rsidRDefault="007E1535" w:rsidP="003B5118">
            <w:pPr>
              <w:pStyle w:val="Tabel-BrdtekstmedafstandptekstGaramond"/>
            </w:pPr>
          </w:p>
          <w:p w:rsidR="007E1535" w:rsidRDefault="007E1535" w:rsidP="003B5118">
            <w:pPr>
              <w:pStyle w:val="Tabel-BrdtekstmedafstandptekstGaramond"/>
            </w:pPr>
          </w:p>
          <w:p w:rsidR="007E1535" w:rsidRDefault="007E1535" w:rsidP="003B5118">
            <w:pPr>
              <w:pStyle w:val="Tabel-BrdtekstmedafstandptekstGaramond"/>
            </w:pPr>
          </w:p>
          <w:p w:rsidR="007E1535" w:rsidRDefault="007E1535" w:rsidP="003B5118">
            <w:pPr>
              <w:pStyle w:val="Tabel-BrdtekstmedafstandptekstGaramond"/>
            </w:pPr>
          </w:p>
          <w:p w:rsidR="007E1535" w:rsidRDefault="007E1535" w:rsidP="003B5118">
            <w:pPr>
              <w:pStyle w:val="Tabel-BrdtekstmedafstandptekstGaramond"/>
            </w:pPr>
          </w:p>
          <w:p w:rsidR="007E1535" w:rsidRDefault="007E1535" w:rsidP="003B5118">
            <w:pPr>
              <w:pStyle w:val="Tabel-BrdtekstmedafstandptekstGaramond"/>
            </w:pPr>
          </w:p>
          <w:p w:rsidR="007E1535" w:rsidRDefault="007E1535" w:rsidP="003B5118">
            <w:pPr>
              <w:pStyle w:val="Tabel-BrdtekstmedafstandptekstGaramond"/>
            </w:pPr>
          </w:p>
          <w:p w:rsidR="007E1535" w:rsidRDefault="007E1535" w:rsidP="003B5118">
            <w:pPr>
              <w:pStyle w:val="Tabel-BrdtekstmedafstandptekstGaramond"/>
            </w:pPr>
          </w:p>
          <w:p w:rsidR="007E1535" w:rsidRDefault="007E1535" w:rsidP="003B5118">
            <w:pPr>
              <w:pStyle w:val="Tabel-BrdtekstmedafstandptekstGaramond"/>
            </w:pPr>
          </w:p>
          <w:p w:rsidR="007E1535" w:rsidRDefault="007E1535" w:rsidP="003B5118">
            <w:pPr>
              <w:pStyle w:val="Tabel-BrdtekstmedafstandptekstGaramond"/>
            </w:pPr>
          </w:p>
          <w:p w:rsidR="0012213C" w:rsidRDefault="0012213C" w:rsidP="00554042">
            <w:pPr>
              <w:pStyle w:val="Tabel-BrdtekstmedafstandptekstGaramond"/>
              <w:ind w:left="0"/>
            </w:pPr>
          </w:p>
          <w:p w:rsidR="007E1535" w:rsidRDefault="007E1535" w:rsidP="003B5118">
            <w:pPr>
              <w:pStyle w:val="Tabel-BrdtekstmedafstandptekstGaramond"/>
            </w:pPr>
          </w:p>
          <w:p w:rsidR="003B5118" w:rsidRDefault="003B5118" w:rsidP="003B5118">
            <w:pPr>
              <w:pStyle w:val="Tabel-BrdtekstmedafstandptekstGaramond"/>
            </w:pPr>
            <w:r w:rsidRPr="003B5118">
              <w:t>Det bekræftes, at lovforslaget ikke medfører ændringer i b</w:t>
            </w:r>
            <w:r w:rsidRPr="003B5118">
              <w:t>e</w:t>
            </w:r>
            <w:r w:rsidRPr="003B5118">
              <w:t>skatningen af bioolier til tran</w:t>
            </w:r>
            <w:r w:rsidRPr="003B5118">
              <w:t>s</w:t>
            </w:r>
            <w:r w:rsidR="00C1381B">
              <w:t>port,</w:t>
            </w:r>
            <w:r w:rsidRPr="003B5118">
              <w:t xml:space="preserve"> </w:t>
            </w:r>
            <w:r w:rsidR="00C1381B" w:rsidRPr="00C1381B">
              <w:t>som i dag er omfattet a</w:t>
            </w:r>
            <w:r w:rsidR="00E51B23">
              <w:t>f</w:t>
            </w:r>
            <w:r w:rsidR="00E51B23">
              <w:t>giftspligt efter mineraloliea</w:t>
            </w:r>
            <w:r w:rsidR="00E51B23">
              <w:t>f</w:t>
            </w:r>
            <w:r w:rsidR="00C1381B" w:rsidRPr="00C1381B">
              <w:t>giftslovens § 1, stk. 2, 2. pkt..</w:t>
            </w:r>
          </w:p>
          <w:p w:rsidR="003B5118" w:rsidRDefault="003B5118" w:rsidP="003B5118">
            <w:pPr>
              <w:pStyle w:val="Tabel-BrdtekstmedafstandptekstGaramond"/>
            </w:pPr>
          </w:p>
          <w:p w:rsidR="00E51B23" w:rsidRDefault="00E51B23" w:rsidP="00E51B23">
            <w:pPr>
              <w:pStyle w:val="Tabel-BrdtekstmedafstandptekstGaramond"/>
            </w:pPr>
            <w:r>
              <w:t xml:space="preserve">Ændringerne omfatter </w:t>
            </w:r>
            <w:r w:rsidR="00152F82">
              <w:t>metanol</w:t>
            </w:r>
            <w:r w:rsidR="00460439">
              <w:t xml:space="preserve"> omfattet af KN kode 2905</w:t>
            </w:r>
            <w:r>
              <w:t xml:space="preserve"> 11 00 af </w:t>
            </w:r>
            <w:r w:rsidR="0012213C">
              <w:t xml:space="preserve">både syntetisk og </w:t>
            </w:r>
            <w:r>
              <w:t xml:space="preserve">ikke syntetisk oprindelse. </w:t>
            </w:r>
            <w:r w:rsidR="0012213C">
              <w:t>Energib</w:t>
            </w:r>
            <w:r w:rsidR="0012213C">
              <w:t>e</w:t>
            </w:r>
            <w:r w:rsidR="0012213C">
              <w:t>skatningsdi</w:t>
            </w:r>
            <w:r w:rsidR="0022147A">
              <w:t>re</w:t>
            </w:r>
            <w:r w:rsidR="0012213C">
              <w:t>ktive</w:t>
            </w:r>
            <w:r w:rsidR="0022147A">
              <w:t xml:space="preserve">t omhandler </w:t>
            </w:r>
            <w:r w:rsidR="00152F82">
              <w:t>metanol</w:t>
            </w:r>
            <w:r w:rsidR="0022147A">
              <w:t xml:space="preserve"> af ikke syntetisk o</w:t>
            </w:r>
            <w:r w:rsidR="0022147A">
              <w:t>p</w:t>
            </w:r>
            <w:r w:rsidR="0022147A">
              <w:t>rindelse. Dette omfatter e</w:t>
            </w:r>
            <w:r w:rsidR="0022147A">
              <w:t>k</w:t>
            </w:r>
            <w:r w:rsidR="0022147A">
              <w:t>sempelvis bio</w:t>
            </w:r>
            <w:r w:rsidR="00152F82">
              <w:t>metanol</w:t>
            </w:r>
            <w:r w:rsidR="0022147A">
              <w:t>. Metanol produceret på bases af naturgas er af fossilt oprindelse. Fossile brændsler er omfattet af ene</w:t>
            </w:r>
            <w:r w:rsidR="0022147A">
              <w:t>r</w:t>
            </w:r>
            <w:r w:rsidR="0022147A">
              <w:t xml:space="preserve">gibeskatningsdirektivet og de danske energiafgiftslove. </w:t>
            </w:r>
            <w:r>
              <w:t>B</w:t>
            </w:r>
            <w:r>
              <w:t>e</w:t>
            </w:r>
            <w:r>
              <w:t>mærkningerne vil blive præcis</w:t>
            </w:r>
            <w:r>
              <w:t>e</w:t>
            </w:r>
            <w:r w:rsidR="00236E9C">
              <w:t>ret.</w:t>
            </w:r>
          </w:p>
          <w:p w:rsidR="00E51B23" w:rsidRDefault="00E51B23" w:rsidP="00E51B23">
            <w:pPr>
              <w:pStyle w:val="Tabel-BrdtekstmedafstandptekstGaramond"/>
            </w:pPr>
          </w:p>
          <w:p w:rsidR="00E51B23" w:rsidRPr="0092678A" w:rsidRDefault="00E51B23" w:rsidP="00E51B23">
            <w:pPr>
              <w:pStyle w:val="Tabel-BrdtekstmedafstandptekstGaramond"/>
            </w:pPr>
            <w:r>
              <w:t>Det bekræftes, at ændringerne alene omfatter den afgiftsmæ</w:t>
            </w:r>
            <w:r>
              <w:t>s</w:t>
            </w:r>
            <w:r>
              <w:t xml:space="preserve">sige behandling af </w:t>
            </w:r>
            <w:r w:rsidR="00152F82">
              <w:t>metanol</w:t>
            </w:r>
            <w:r>
              <w:t xml:space="preserve"> til opvarmning. </w:t>
            </w:r>
          </w:p>
        </w:tc>
      </w:tr>
      <w:tr w:rsidR="00B4499F" w:rsidRPr="00B5346F" w:rsidTr="00465B41">
        <w:trPr>
          <w:trHeight w:val="813"/>
        </w:trPr>
        <w:tc>
          <w:tcPr>
            <w:tcW w:w="1701" w:type="dxa"/>
            <w:tcBorders>
              <w:top w:val="single" w:sz="4" w:space="0" w:color="D1C5C3" w:themeColor="accent3"/>
              <w:bottom w:val="single" w:sz="4" w:space="0" w:color="D1C5C3" w:themeColor="accent3"/>
            </w:tcBorders>
            <w:shd w:val="clear" w:color="auto" w:fill="FBF9F9"/>
          </w:tcPr>
          <w:p w:rsidR="00B4499F" w:rsidRDefault="00B4499F" w:rsidP="000B4D0B">
            <w:pPr>
              <w:pStyle w:val="Tabel-BrdtekstmedafstandptekstGaramond"/>
              <w:rPr>
                <w:i/>
              </w:rPr>
            </w:pPr>
            <w:r>
              <w:rPr>
                <w:i/>
              </w:rPr>
              <w:lastRenderedPageBreak/>
              <w:t>LO</w:t>
            </w:r>
          </w:p>
        </w:tc>
        <w:tc>
          <w:tcPr>
            <w:tcW w:w="142" w:type="dxa"/>
            <w:shd w:val="clear" w:color="auto" w:fill="FFFFFF" w:themeFill="background1"/>
          </w:tcPr>
          <w:p w:rsidR="00B4499F" w:rsidRPr="00B5346F" w:rsidRDefault="00B4499F" w:rsidP="000B4D0B"/>
        </w:tc>
        <w:tc>
          <w:tcPr>
            <w:tcW w:w="4517" w:type="dxa"/>
            <w:tcBorders>
              <w:top w:val="single" w:sz="4" w:space="0" w:color="D1C5C3" w:themeColor="accent3"/>
              <w:bottom w:val="single" w:sz="4" w:space="0" w:color="D1C5C3" w:themeColor="accent3"/>
            </w:tcBorders>
            <w:shd w:val="clear" w:color="auto" w:fill="FBF9F9"/>
          </w:tcPr>
          <w:p w:rsidR="00B4499F" w:rsidRDefault="00B4499F" w:rsidP="00B4499F">
            <w:pPr>
              <w:pStyle w:val="Tabel-BrdtekstmedafstandptekstGaramond"/>
            </w:pPr>
            <w:r>
              <w:t xml:space="preserve">LO er tilfreds med forslagets overordnede formål, der </w:t>
            </w:r>
            <w:r w:rsidR="00A163AB">
              <w:t xml:space="preserve">er at </w:t>
            </w:r>
            <w:r>
              <w:t>forbedre konkurrenceudsatte virksomheders økonomi og derigennem sikre højere beskæftigelse.</w:t>
            </w:r>
          </w:p>
          <w:p w:rsidR="00871768" w:rsidRDefault="00871768" w:rsidP="00B4499F">
            <w:pPr>
              <w:pStyle w:val="Tabel-BrdtekstmedafstandptekstGaramond"/>
            </w:pPr>
          </w:p>
          <w:p w:rsidR="00B4499F" w:rsidRDefault="00B4499F" w:rsidP="00437872">
            <w:pPr>
              <w:pStyle w:val="Tabel-BrdtekstmedafstandptekstGaramond"/>
            </w:pPr>
            <w:r>
              <w:t xml:space="preserve">Forslaget </w:t>
            </w:r>
            <w:r w:rsidR="00437872">
              <w:t xml:space="preserve">gennemfører en større omlægning omhandlende en </w:t>
            </w:r>
            <w:r>
              <w:t>tilbagerulning af forsyning</w:t>
            </w:r>
            <w:r>
              <w:t>s</w:t>
            </w:r>
            <w:r>
              <w:t>sikkerhedsaf</w:t>
            </w:r>
            <w:r w:rsidR="00437872">
              <w:t xml:space="preserve">giften og </w:t>
            </w:r>
            <w:r>
              <w:t>en erhvervsret</w:t>
            </w:r>
            <w:r w:rsidR="00437872">
              <w:t>tet lempe</w:t>
            </w:r>
            <w:r w:rsidR="00437872">
              <w:t>l</w:t>
            </w:r>
            <w:r w:rsidR="00437872">
              <w:lastRenderedPageBreak/>
              <w:t>se af PSO-afgiften.</w:t>
            </w:r>
            <w:r>
              <w:t xml:space="preserve"> Erhvervsretningen sker ved at hæve afgiften for hushold</w:t>
            </w:r>
            <w:r w:rsidR="00437872">
              <w:t>ninger t</w:t>
            </w:r>
            <w:r>
              <w:t>ilsvarende.</w:t>
            </w:r>
          </w:p>
          <w:p w:rsidR="00B4499F" w:rsidRDefault="00B4499F" w:rsidP="00B4499F">
            <w:pPr>
              <w:pStyle w:val="Tabel-BrdtekstmedafstandptekstGaramond"/>
            </w:pPr>
            <w:r>
              <w:t>Yderligere finansiering findes ved at hæve bundskat og skatteloft med 0,28 pct.-point, mens den grønne check sænkes med 425 h. til 875 h. Derudover sker der også et løft i afgi</w:t>
            </w:r>
            <w:r>
              <w:t>f</w:t>
            </w:r>
            <w:r>
              <w:t>terne på cigarillos, cigarer og cerutter.</w:t>
            </w:r>
          </w:p>
          <w:p w:rsidR="00B4499F" w:rsidRDefault="00B4499F" w:rsidP="00B4499F">
            <w:pPr>
              <w:pStyle w:val="Tabel-BrdtekstmedafstandptekstGaramond"/>
            </w:pPr>
          </w:p>
          <w:p w:rsidR="00B4499F" w:rsidRDefault="00B4499F" w:rsidP="00871768">
            <w:pPr>
              <w:pStyle w:val="Tabel-BrdtekstmedafstandptekstGaramond"/>
            </w:pPr>
            <w:r>
              <w:t>Samlet set indebærer forslaget lettelser for 5,3 mia. h. i 2020, mens der ophæves merskatter for 4,3 mia. kr. Når forslaget kan underfina</w:t>
            </w:r>
            <w:r>
              <w:t>n</w:t>
            </w:r>
            <w:r>
              <w:t>sieres</w:t>
            </w:r>
            <w:r w:rsidR="00726DD2">
              <w:t>,</w:t>
            </w:r>
            <w:r>
              <w:t xml:space="preserve"> skyldes det, at de sænkede skatter er m</w:t>
            </w:r>
            <w:r>
              <w:t>e</w:t>
            </w:r>
            <w:r>
              <w:t>re forvridende, end de skatter der hæves.</w:t>
            </w:r>
            <w:r w:rsidR="00871768">
              <w:t xml:space="preserve"> </w:t>
            </w:r>
            <w:r>
              <w:t>Der er i forslaget sket en vurdering af de ford</w:t>
            </w:r>
            <w:r>
              <w:t>e</w:t>
            </w:r>
            <w:r>
              <w:t>lingsmæssige aspekter. Beregningerne viser, at den gevinst, der opnås ved den mindre forvri</w:t>
            </w:r>
            <w:r>
              <w:t>d</w:t>
            </w:r>
            <w:r>
              <w:t>ning, er nogenlunde jævnt fordelt hen over indkomstfordelingen.</w:t>
            </w:r>
          </w:p>
          <w:p w:rsidR="00A163AB" w:rsidRDefault="00A163AB" w:rsidP="00871768">
            <w:pPr>
              <w:pStyle w:val="Tabel-BrdtekstmedafstandptekstGaramond"/>
            </w:pPr>
          </w:p>
          <w:p w:rsidR="00B4499F" w:rsidRPr="00D6428A" w:rsidRDefault="00B4499F" w:rsidP="00437872">
            <w:pPr>
              <w:pStyle w:val="Tabel-BrdtekstmedafstandptekstGaramond"/>
            </w:pPr>
            <w:r>
              <w:t>LO finder det prisværdigt, at der i lovforslaget er tænkt over den for</w:t>
            </w:r>
            <w:r w:rsidR="00437872">
              <w:t>delingsmæssige balance.</w:t>
            </w:r>
          </w:p>
        </w:tc>
        <w:tc>
          <w:tcPr>
            <w:tcW w:w="115" w:type="dxa"/>
            <w:shd w:val="clear" w:color="auto" w:fill="FFFFFF" w:themeFill="background1"/>
          </w:tcPr>
          <w:p w:rsidR="00B4499F" w:rsidRPr="00B5346F" w:rsidRDefault="00B4499F" w:rsidP="000B4D0B"/>
        </w:tc>
        <w:tc>
          <w:tcPr>
            <w:tcW w:w="3164" w:type="dxa"/>
            <w:tcBorders>
              <w:top w:val="single" w:sz="4" w:space="0" w:color="14143C" w:themeColor="accent1"/>
              <w:bottom w:val="single" w:sz="4" w:space="0" w:color="14143C" w:themeColor="accent1"/>
            </w:tcBorders>
            <w:shd w:val="clear" w:color="auto" w:fill="D2CED8"/>
          </w:tcPr>
          <w:p w:rsidR="00B4499F" w:rsidRDefault="00B4499F" w:rsidP="000B4D0B">
            <w:pPr>
              <w:pStyle w:val="Tabel-BrdtekstmedafstandptekstGaramond"/>
            </w:pPr>
          </w:p>
        </w:tc>
      </w:tr>
      <w:tr w:rsidR="00474E2F" w:rsidRPr="00B5346F" w:rsidTr="00465B41">
        <w:tc>
          <w:tcPr>
            <w:tcW w:w="1701" w:type="dxa"/>
            <w:tcBorders>
              <w:top w:val="single" w:sz="4" w:space="0" w:color="D1C5C3" w:themeColor="accent3"/>
              <w:bottom w:val="single" w:sz="4" w:space="0" w:color="D1C5C3" w:themeColor="accent3"/>
            </w:tcBorders>
            <w:shd w:val="clear" w:color="auto" w:fill="FBF9F9"/>
          </w:tcPr>
          <w:p w:rsidR="003247A4" w:rsidRPr="009F498E" w:rsidRDefault="008565A1" w:rsidP="003247A4">
            <w:pPr>
              <w:pStyle w:val="Tabel-BrdtekstmedafstandptekstGaramond"/>
              <w:rPr>
                <w:i/>
              </w:rPr>
            </w:pPr>
            <w:r>
              <w:rPr>
                <w:rFonts w:cs="Times New Roman"/>
                <w:i/>
                <w:iCs/>
                <w:color w:val="000000"/>
              </w:rPr>
              <w:lastRenderedPageBreak/>
              <w:t>Nærbutikkernes L</w:t>
            </w:r>
            <w:r w:rsidR="003247A4" w:rsidRPr="009F498E">
              <w:rPr>
                <w:rFonts w:cs="Times New Roman"/>
                <w:i/>
                <w:iCs/>
                <w:color w:val="000000"/>
              </w:rPr>
              <w:t xml:space="preserve">andsforening </w:t>
            </w:r>
            <w:r w:rsidR="00ED41AA">
              <w:rPr>
                <w:rFonts w:cs="Times New Roman"/>
                <w:i/>
                <w:iCs/>
                <w:color w:val="000000"/>
              </w:rPr>
              <w:t>(NBL)</w:t>
            </w:r>
          </w:p>
        </w:tc>
        <w:tc>
          <w:tcPr>
            <w:tcW w:w="142" w:type="dxa"/>
            <w:shd w:val="clear" w:color="auto" w:fill="FFFFFF" w:themeFill="background1"/>
          </w:tcPr>
          <w:p w:rsidR="003247A4" w:rsidRPr="009F498E" w:rsidRDefault="003247A4" w:rsidP="000B4D0B"/>
        </w:tc>
        <w:tc>
          <w:tcPr>
            <w:tcW w:w="4517" w:type="dxa"/>
            <w:tcBorders>
              <w:top w:val="single" w:sz="4" w:space="0" w:color="D1C5C3" w:themeColor="accent3"/>
              <w:bottom w:val="single" w:sz="4" w:space="0" w:color="D1C5C3" w:themeColor="accent3"/>
            </w:tcBorders>
            <w:shd w:val="clear" w:color="auto" w:fill="FBF9F9"/>
          </w:tcPr>
          <w:p w:rsidR="0073255B" w:rsidRPr="009F498E" w:rsidRDefault="0073255B" w:rsidP="0073255B">
            <w:pPr>
              <w:spacing w:before="240" w:after="240"/>
              <w:ind w:left="171" w:right="154"/>
              <w:rPr>
                <w:rFonts w:cs="Times New Roman"/>
                <w:iCs/>
                <w:color w:val="000000"/>
              </w:rPr>
            </w:pPr>
            <w:r w:rsidRPr="009F498E">
              <w:rPr>
                <w:rFonts w:cs="Times New Roman"/>
                <w:iCs/>
                <w:color w:val="000000"/>
              </w:rPr>
              <w:t>NBL er bekymrede for, at afgiftsforhøjelsen på cigarillos, cerutter og cigarer vil påvirke nærb</w:t>
            </w:r>
            <w:r w:rsidRPr="009F498E">
              <w:rPr>
                <w:rFonts w:cs="Times New Roman"/>
                <w:iCs/>
                <w:color w:val="000000"/>
              </w:rPr>
              <w:t>u</w:t>
            </w:r>
            <w:r w:rsidRPr="009F498E">
              <w:rPr>
                <w:rFonts w:cs="Times New Roman"/>
                <w:iCs/>
                <w:color w:val="000000"/>
              </w:rPr>
              <w:t>tikkerne negativt. Over 50 pct. af nærbutikkernes salg er tobaksvarer. NBL mener, at afgiftssti</w:t>
            </w:r>
            <w:r w:rsidRPr="009F498E">
              <w:rPr>
                <w:rFonts w:cs="Times New Roman"/>
                <w:iCs/>
                <w:color w:val="000000"/>
              </w:rPr>
              <w:t>g</w:t>
            </w:r>
            <w:r w:rsidRPr="009F498E">
              <w:rPr>
                <w:rFonts w:cs="Times New Roman"/>
                <w:iCs/>
                <w:color w:val="000000"/>
              </w:rPr>
              <w:t>ningerne er så store, at der vil være mange penge at tjene ved køb syd for grænsen. Grænsehan</w:t>
            </w:r>
            <w:r w:rsidRPr="009F498E">
              <w:rPr>
                <w:rFonts w:cs="Times New Roman"/>
                <w:iCs/>
                <w:color w:val="000000"/>
              </w:rPr>
              <w:t>d</w:t>
            </w:r>
            <w:r w:rsidRPr="009F498E">
              <w:rPr>
                <w:rFonts w:cs="Times New Roman"/>
                <w:iCs/>
                <w:color w:val="000000"/>
              </w:rPr>
              <w:t>len af varerne vil derfor stige, og de, der begy</w:t>
            </w:r>
            <w:r w:rsidRPr="009F498E">
              <w:rPr>
                <w:rFonts w:cs="Times New Roman"/>
                <w:iCs/>
                <w:color w:val="000000"/>
              </w:rPr>
              <w:t>n</w:t>
            </w:r>
            <w:r w:rsidRPr="009F498E">
              <w:rPr>
                <w:rFonts w:cs="Times New Roman"/>
                <w:iCs/>
                <w:color w:val="000000"/>
              </w:rPr>
              <w:t xml:space="preserve">der at grænsehandle, vil samtidig indkøbe andre vare. </w:t>
            </w:r>
          </w:p>
          <w:p w:rsidR="0073255B" w:rsidRPr="009F498E" w:rsidRDefault="00135D6E" w:rsidP="0073255B">
            <w:pPr>
              <w:spacing w:before="240" w:after="240"/>
              <w:ind w:left="171" w:right="154"/>
              <w:rPr>
                <w:rFonts w:cs="Times New Roman"/>
                <w:iCs/>
                <w:color w:val="000000"/>
              </w:rPr>
            </w:pPr>
            <w:r>
              <w:rPr>
                <w:rFonts w:cs="Times New Roman"/>
                <w:iCs/>
                <w:color w:val="000000"/>
              </w:rPr>
              <w:t>NBL frygter</w:t>
            </w:r>
            <w:r w:rsidR="0073255B" w:rsidRPr="009F498E">
              <w:rPr>
                <w:rFonts w:cs="Times New Roman"/>
                <w:iCs/>
                <w:color w:val="000000"/>
              </w:rPr>
              <w:t xml:space="preserve"> også en stigning i brugen af illegal tobak og ulovlige e-cigaretter. </w:t>
            </w:r>
          </w:p>
          <w:p w:rsidR="003247A4" w:rsidRPr="009F498E" w:rsidRDefault="0073255B" w:rsidP="005A6D13">
            <w:pPr>
              <w:spacing w:before="240" w:after="240"/>
              <w:ind w:left="171" w:right="154"/>
              <w:rPr>
                <w:rFonts w:cs="Times New Roman"/>
                <w:iCs/>
                <w:color w:val="000000"/>
              </w:rPr>
            </w:pPr>
            <w:r w:rsidRPr="009F498E">
              <w:rPr>
                <w:rFonts w:cs="Times New Roman"/>
                <w:iCs/>
                <w:color w:val="000000"/>
              </w:rPr>
              <w:t>NBL foreslår, at afgifterne sættes op trinvis for at undgå en umiddelbar negativ grænsehandelse</w:t>
            </w:r>
            <w:r w:rsidRPr="009F498E">
              <w:rPr>
                <w:rFonts w:cs="Times New Roman"/>
                <w:iCs/>
                <w:color w:val="000000"/>
              </w:rPr>
              <w:t>f</w:t>
            </w:r>
            <w:r w:rsidRPr="009F498E">
              <w:rPr>
                <w:rFonts w:cs="Times New Roman"/>
                <w:iCs/>
                <w:color w:val="000000"/>
              </w:rPr>
              <w:t>fekt.</w:t>
            </w:r>
          </w:p>
        </w:tc>
        <w:tc>
          <w:tcPr>
            <w:tcW w:w="115" w:type="dxa"/>
            <w:shd w:val="clear" w:color="auto" w:fill="FFFFFF" w:themeFill="background1"/>
          </w:tcPr>
          <w:p w:rsidR="003247A4" w:rsidRPr="000F31E8" w:rsidRDefault="003247A4" w:rsidP="000B4D0B">
            <w:pPr>
              <w:rPr>
                <w:highlight w:val="yellow"/>
              </w:rPr>
            </w:pPr>
          </w:p>
        </w:tc>
        <w:tc>
          <w:tcPr>
            <w:tcW w:w="3164" w:type="dxa"/>
            <w:tcBorders>
              <w:top w:val="single" w:sz="4" w:space="0" w:color="14143C" w:themeColor="accent1"/>
              <w:bottom w:val="single" w:sz="4" w:space="0" w:color="14143C" w:themeColor="accent1"/>
            </w:tcBorders>
            <w:shd w:val="clear" w:color="auto" w:fill="D2CED8"/>
          </w:tcPr>
          <w:p w:rsidR="003247A4" w:rsidRPr="009F498E" w:rsidRDefault="003247A4" w:rsidP="003247A4">
            <w:pPr>
              <w:pStyle w:val="Tabel-BrdtekstmedafstandptekstGaramond"/>
            </w:pPr>
            <w:r w:rsidRPr="009F498E">
              <w:t>Der henvises til kommentare</w:t>
            </w:r>
            <w:r w:rsidRPr="009F498E">
              <w:t>r</w:t>
            </w:r>
            <w:r w:rsidR="00ED41AA">
              <w:t>ne til Tobaksindustrien.</w:t>
            </w:r>
          </w:p>
          <w:p w:rsidR="003247A4" w:rsidRPr="000F31E8" w:rsidRDefault="003247A4" w:rsidP="000B4D0B">
            <w:pPr>
              <w:pStyle w:val="Tabel-BrdtekstmedafstandptekstGaramond"/>
              <w:rPr>
                <w:highlight w:val="yellow"/>
              </w:rPr>
            </w:pPr>
          </w:p>
        </w:tc>
      </w:tr>
      <w:tr w:rsidR="00ED703D" w:rsidRPr="00B5346F" w:rsidTr="00465B41">
        <w:tc>
          <w:tcPr>
            <w:tcW w:w="1701" w:type="dxa"/>
            <w:tcBorders>
              <w:top w:val="single" w:sz="4" w:space="0" w:color="D1C5C3" w:themeColor="accent3"/>
              <w:bottom w:val="single" w:sz="4" w:space="0" w:color="D1C5C3" w:themeColor="accent3"/>
            </w:tcBorders>
            <w:shd w:val="clear" w:color="auto" w:fill="FBF9F9"/>
          </w:tcPr>
          <w:p w:rsidR="00ED703D" w:rsidRPr="003D1231" w:rsidRDefault="00ED703D" w:rsidP="000B4D0B">
            <w:pPr>
              <w:pStyle w:val="Tabel-BrdtekstmedafstandptekstGaramond"/>
              <w:rPr>
                <w:i/>
              </w:rPr>
            </w:pPr>
            <w:r>
              <w:rPr>
                <w:i/>
              </w:rPr>
              <w:t xml:space="preserve">Plastindustrien </w:t>
            </w:r>
          </w:p>
        </w:tc>
        <w:tc>
          <w:tcPr>
            <w:tcW w:w="142" w:type="dxa"/>
            <w:shd w:val="clear" w:color="auto" w:fill="FFFFFF" w:themeFill="background1"/>
          </w:tcPr>
          <w:p w:rsidR="00ED703D" w:rsidRPr="00B5346F" w:rsidRDefault="00ED703D" w:rsidP="000B4D0B"/>
        </w:tc>
        <w:tc>
          <w:tcPr>
            <w:tcW w:w="4517" w:type="dxa"/>
            <w:tcBorders>
              <w:top w:val="single" w:sz="4" w:space="0" w:color="D1C5C3" w:themeColor="accent3"/>
              <w:bottom w:val="single" w:sz="4" w:space="0" w:color="D1C5C3" w:themeColor="accent3"/>
            </w:tcBorders>
            <w:shd w:val="clear" w:color="auto" w:fill="FBF9F9"/>
          </w:tcPr>
          <w:p w:rsidR="00ED703D" w:rsidRDefault="00ED703D" w:rsidP="00ED703D">
            <w:pPr>
              <w:pStyle w:val="Tabel-BrdtekstmedafstandptekstGaramond"/>
            </w:pPr>
            <w:r>
              <w:t>Plastindustrien bemærker, at forslaget indeho</w:t>
            </w:r>
            <w:r>
              <w:t>l</w:t>
            </w:r>
            <w:r>
              <w:t>der positive og erhvervsvenlige tiltag, som i et vist omfang vil gøre det billigere at drive pr</w:t>
            </w:r>
            <w:r>
              <w:t>o</w:t>
            </w:r>
            <w:r>
              <w:lastRenderedPageBreak/>
              <w:t>duktionsvirksomhed i Danmark.</w:t>
            </w:r>
          </w:p>
          <w:p w:rsidR="00ED703D" w:rsidRDefault="00ED703D" w:rsidP="00ED703D">
            <w:pPr>
              <w:pStyle w:val="Tabel-BrdtekstmedafstandptekstGaramond"/>
            </w:pPr>
          </w:p>
          <w:p w:rsidR="00ED703D" w:rsidRDefault="00ED703D" w:rsidP="00ED703D">
            <w:pPr>
              <w:pStyle w:val="Tabel-BrdtekstmedafstandptekstGaramond"/>
            </w:pPr>
            <w:r>
              <w:t>Størstedelen af Plastindustriens medlemmer er produktionsvirksomheder med et højt energ</w:t>
            </w:r>
            <w:r>
              <w:t>i</w:t>
            </w:r>
            <w:r>
              <w:t xml:space="preserve">forbrug til proces, og </w:t>
            </w:r>
            <w:proofErr w:type="spellStart"/>
            <w:r>
              <w:t>eludgiften</w:t>
            </w:r>
            <w:proofErr w:type="spellEnd"/>
            <w:r>
              <w:t xml:space="preserve"> udgør da også den tredjestørste omkostningsfaktor for d</w:t>
            </w:r>
            <w:r w:rsidR="00726DD2">
              <w:t>anske plastvirksomheder. B</w:t>
            </w:r>
            <w:r>
              <w:t>ranche</w:t>
            </w:r>
            <w:r w:rsidR="00726DD2">
              <w:t>n</w:t>
            </w:r>
            <w:r>
              <w:t xml:space="preserve"> er i høj grad ke</w:t>
            </w:r>
            <w:r>
              <w:t>n</w:t>
            </w:r>
            <w:r>
              <w:t>detegnet ved, at de danske plastvirksomheder er i skarp konkurrence med udenlandske vir</w:t>
            </w:r>
            <w:r>
              <w:t>k</w:t>
            </w:r>
            <w:r>
              <w:t>somheder</w:t>
            </w:r>
            <w:r w:rsidR="007861ED">
              <w:t>,</w:t>
            </w:r>
            <w:r>
              <w:t xml:space="preserve"> hvor skatte- og afgiftsniveauet er væsentligt lavere. Plastindustrien samlede o</w:t>
            </w:r>
            <w:r>
              <w:t>p</w:t>
            </w:r>
            <w:r>
              <w:t>fattelse af PSO er, at den medvirker til at flytte produktion ud af Danmark til lande, hvor ene</w:t>
            </w:r>
            <w:r>
              <w:t>r</w:t>
            </w:r>
            <w:r w:rsidR="004E7461">
              <w:t xml:space="preserve">gien er langt billigere. </w:t>
            </w:r>
            <w:r>
              <w:t>Derfor er afgiften ikke kun skidt for dansk vækst og beskæftigelse – PSO er også klimamæssigt en rigtig uhensigt</w:t>
            </w:r>
            <w:r>
              <w:t>s</w:t>
            </w:r>
            <w:r>
              <w:t>mæssig konstruktion. Der er således mange g</w:t>
            </w:r>
            <w:r>
              <w:t>o</w:t>
            </w:r>
            <w:r>
              <w:t>de – både grønne og forretningsmæssige – a</w:t>
            </w:r>
            <w:r>
              <w:t>r</w:t>
            </w:r>
            <w:r>
              <w:t>gumenter for at sænke/afskaffe PSO og set i det lys, så er Plastindustrien positivt indstillet overfor, at udkastet til lovforslaget indeholder en generel erhvervsrettet lempelse af PSO for el.</w:t>
            </w:r>
          </w:p>
          <w:p w:rsidR="00ED703D" w:rsidRDefault="00ED703D" w:rsidP="00ED703D">
            <w:pPr>
              <w:pStyle w:val="Tabel-BrdtekstmedafstandptekstGaramond"/>
            </w:pPr>
          </w:p>
          <w:p w:rsidR="00ED703D" w:rsidRDefault="00ED703D" w:rsidP="00ED703D">
            <w:pPr>
              <w:pStyle w:val="Tabel-BrdtekstmedafstandptekstGaramond"/>
            </w:pPr>
            <w:r>
              <w:t>Såfremt udkastet til lovforslaget bliver realis</w:t>
            </w:r>
            <w:r>
              <w:t>e</w:t>
            </w:r>
            <w:r>
              <w:t>ret</w:t>
            </w:r>
            <w:r w:rsidR="007861ED">
              <w:t>,</w:t>
            </w:r>
            <w:r>
              <w:t xml:space="preserve"> forventes </w:t>
            </w:r>
            <w:r w:rsidR="007861ED">
              <w:t>lempelserne i praksis at betyde</w:t>
            </w:r>
            <w:r>
              <w:t xml:space="preserve"> at tariffen for virksomhedernes PSO nedsættes med 3 øre/kWh i 2015 og 2016 stigende til 5 øre/kWh i 2017 og frem.</w:t>
            </w:r>
          </w:p>
          <w:p w:rsidR="00ED703D" w:rsidRDefault="00ED703D" w:rsidP="00ED703D">
            <w:pPr>
              <w:pStyle w:val="Tabel-BrdtekstmedafstandptekstGaramond"/>
            </w:pPr>
          </w:p>
          <w:p w:rsidR="00ED703D" w:rsidRDefault="00ED703D" w:rsidP="00ED703D">
            <w:pPr>
              <w:pStyle w:val="Tabel-BrdtekstmedafstandptekstGaramond"/>
            </w:pPr>
            <w:r>
              <w:t xml:space="preserve">Signalværdien i dette tiltag er helt rigtig, men faktum er også, at virksomhedernes PSO-bidrag er blevet mere end firdoblet på få år. Derfor vil lempelsen være et tiltrængt plaster på såret, men i praksis er virksomhedernes PSO-bidrag stadigvæk steget markant i de senere år – også selvom man tager nærværende og evt. fremtidige og mere målrettede lempelser med i regnestykket. </w:t>
            </w:r>
          </w:p>
          <w:p w:rsidR="007861ED" w:rsidRDefault="007861ED" w:rsidP="00ED703D">
            <w:pPr>
              <w:pStyle w:val="Tabel-BrdtekstmedafstandptekstGaramond"/>
            </w:pPr>
          </w:p>
          <w:p w:rsidR="00ED703D" w:rsidRDefault="00ED703D" w:rsidP="00ED703D">
            <w:pPr>
              <w:pStyle w:val="Tabel-BrdtekstmedafstandptekstGaramond"/>
            </w:pPr>
            <w:r>
              <w:t>Den planlagte generelle erhvervsrettede le</w:t>
            </w:r>
            <w:r>
              <w:t>m</w:t>
            </w:r>
            <w:r>
              <w:t>pelse for el-PSO med hhv. 3 øre/kWh i 2015 /2016 og 5 øre/kWh i 2017</w:t>
            </w:r>
            <w:r w:rsidR="00820348">
              <w:t xml:space="preserve"> </w:t>
            </w:r>
            <w:r>
              <w:t xml:space="preserve">vil kun i </w:t>
            </w:r>
            <w:proofErr w:type="gramStart"/>
            <w:r>
              <w:t>et</w:t>
            </w:r>
            <w:proofErr w:type="gramEnd"/>
            <w:r>
              <w:t xml:space="preserve"> </w:t>
            </w:r>
            <w:r w:rsidR="00820348">
              <w:t>meget begrænset omgang reducere</w:t>
            </w:r>
            <w:r>
              <w:t xml:space="preserve"> de samlede energ</w:t>
            </w:r>
            <w:r>
              <w:t>i</w:t>
            </w:r>
            <w:r>
              <w:lastRenderedPageBreak/>
              <w:t xml:space="preserve">omkostninger for en typisk plastvirksomhed. </w:t>
            </w:r>
          </w:p>
          <w:p w:rsidR="00ED703D" w:rsidRDefault="00ED703D" w:rsidP="00ED703D">
            <w:pPr>
              <w:pStyle w:val="Tabel-BrdtekstmedafstandptekstGaramond"/>
            </w:pPr>
            <w:r>
              <w:t>Derved vil de høje energiafgifter fortsat udgøre en bremseklods for både øget vækst og flere produktionsarbejdspladser i Danmark, hvis der ikke fremover bliver gennemført yderligere a</w:t>
            </w:r>
            <w:r>
              <w:t>f</w:t>
            </w:r>
            <w:r>
              <w:t>giftslettelser.</w:t>
            </w:r>
          </w:p>
          <w:p w:rsidR="00756C27" w:rsidRDefault="00756C27" w:rsidP="00ED703D">
            <w:pPr>
              <w:pStyle w:val="Tabel-BrdtekstmedafstandptekstGaramond"/>
            </w:pPr>
          </w:p>
          <w:p w:rsidR="00ED703D" w:rsidRDefault="00ED703D" w:rsidP="00ED703D">
            <w:pPr>
              <w:pStyle w:val="Tabel-BrdtekstmedafstandptekstGaramond"/>
            </w:pPr>
            <w:r>
              <w:t>I forhold til nærværende lovforslags øvrige elementer glæder Plastindustrien sig over, at erhvervslivets samlede omkostninger til energi bliver lempet med 0,8 milliarder kroner i 2020 som en konsekvens af tilbagerulningen af fo</w:t>
            </w:r>
            <w:r>
              <w:t>r</w:t>
            </w:r>
            <w:r>
              <w:t>syningssikkerhedsafgiften og forslagets andre afgiftsreformer.</w:t>
            </w:r>
          </w:p>
          <w:p w:rsidR="00ED703D" w:rsidRDefault="00ED703D" w:rsidP="00ED703D">
            <w:pPr>
              <w:pStyle w:val="Tabel-BrdtekstmedafstandptekstGaramond"/>
            </w:pPr>
          </w:p>
          <w:p w:rsidR="00ED703D" w:rsidRDefault="00ED703D" w:rsidP="007861ED">
            <w:pPr>
              <w:pStyle w:val="Tabel-BrdtekstmedafstandptekstGaramond"/>
            </w:pPr>
            <w:r>
              <w:t xml:space="preserve">Derudover vil Plastindustrien også kvittere for, at de allerede vedtagne lettelser på energi til proces bliver fastholdt, da denne form for energiafgift er særligt konkurrencehæmmende og en stor økonomisk belastning for </w:t>
            </w:r>
            <w:r w:rsidR="007861ED">
              <w:t>Plastind</w:t>
            </w:r>
            <w:r w:rsidR="007861ED">
              <w:t>u</w:t>
            </w:r>
            <w:r w:rsidR="007861ED">
              <w:t>striens</w:t>
            </w:r>
            <w:r>
              <w:t xml:space="preserve"> medlemsvirksomheder.</w:t>
            </w:r>
          </w:p>
        </w:tc>
        <w:tc>
          <w:tcPr>
            <w:tcW w:w="115" w:type="dxa"/>
            <w:shd w:val="clear" w:color="auto" w:fill="FFFFFF" w:themeFill="background1"/>
          </w:tcPr>
          <w:p w:rsidR="00ED703D" w:rsidRPr="00B5346F" w:rsidRDefault="00ED703D" w:rsidP="000B4D0B"/>
        </w:tc>
        <w:tc>
          <w:tcPr>
            <w:tcW w:w="3164" w:type="dxa"/>
            <w:tcBorders>
              <w:top w:val="single" w:sz="4" w:space="0" w:color="14143C" w:themeColor="accent1"/>
              <w:bottom w:val="single" w:sz="4" w:space="0" w:color="14143C" w:themeColor="accent1"/>
            </w:tcBorders>
            <w:shd w:val="clear" w:color="auto" w:fill="D2CED8"/>
          </w:tcPr>
          <w:p w:rsidR="00ED703D" w:rsidRDefault="00725AE0" w:rsidP="000B4D0B">
            <w:pPr>
              <w:pStyle w:val="Tabel-BrdtekstmedafstandptekstGaramond"/>
            </w:pPr>
            <w:r>
              <w:t>Der henvises til kommentaren til Landbrug &amp; Fødevarer.</w:t>
            </w:r>
          </w:p>
        </w:tc>
      </w:tr>
      <w:tr w:rsidR="00084812" w:rsidRPr="00B5346F" w:rsidTr="00465B41">
        <w:tc>
          <w:tcPr>
            <w:tcW w:w="1701" w:type="dxa"/>
            <w:tcBorders>
              <w:top w:val="single" w:sz="4" w:space="0" w:color="D1C5C3" w:themeColor="accent3"/>
              <w:bottom w:val="single" w:sz="4" w:space="0" w:color="D1C5C3" w:themeColor="accent3"/>
            </w:tcBorders>
            <w:shd w:val="clear" w:color="auto" w:fill="FBF9F9"/>
          </w:tcPr>
          <w:p w:rsidR="00084812" w:rsidRDefault="00084812" w:rsidP="000B4D0B">
            <w:pPr>
              <w:pStyle w:val="Tabel-BrdtekstmedafstandptekstGaramond"/>
              <w:rPr>
                <w:i/>
              </w:rPr>
            </w:pPr>
            <w:r>
              <w:rPr>
                <w:i/>
              </w:rPr>
              <w:lastRenderedPageBreak/>
              <w:t>PWC</w:t>
            </w:r>
          </w:p>
        </w:tc>
        <w:tc>
          <w:tcPr>
            <w:tcW w:w="142" w:type="dxa"/>
            <w:shd w:val="clear" w:color="auto" w:fill="FFFFFF" w:themeFill="background1"/>
          </w:tcPr>
          <w:p w:rsidR="00084812" w:rsidRPr="00B5346F" w:rsidRDefault="00084812" w:rsidP="000B4D0B"/>
        </w:tc>
        <w:tc>
          <w:tcPr>
            <w:tcW w:w="4517" w:type="dxa"/>
            <w:tcBorders>
              <w:top w:val="single" w:sz="4" w:space="0" w:color="D1C5C3" w:themeColor="accent3"/>
              <w:bottom w:val="single" w:sz="4" w:space="0" w:color="D1C5C3" w:themeColor="accent3"/>
            </w:tcBorders>
            <w:shd w:val="clear" w:color="auto" w:fill="FBF9F9"/>
          </w:tcPr>
          <w:p w:rsidR="00084812" w:rsidRDefault="007D2E67" w:rsidP="00ED703D">
            <w:pPr>
              <w:pStyle w:val="Tabel-BrdtekstmedafstandptekstGaramond"/>
            </w:pPr>
            <w:r>
              <w:t>PWC er af den opfattelse, at EU-reglerne giver mulighed for en mere lempelig beskatning, end lovforslaget lægger op til. Der opfordres til en anden løsning end den foreslåede, eftersom fuld energiafgift vil ødelægge markedet for bi</w:t>
            </w:r>
            <w:r>
              <w:t>o</w:t>
            </w:r>
            <w:r>
              <w:t xml:space="preserve">olier og </w:t>
            </w:r>
            <w:r w:rsidR="00152F82">
              <w:t>metanol</w:t>
            </w:r>
            <w:r>
              <w:t xml:space="preserve"> anvendt til opvarmning som brændsel.</w:t>
            </w:r>
          </w:p>
          <w:p w:rsidR="007D2E67" w:rsidRDefault="007D2E67" w:rsidP="00ED703D">
            <w:pPr>
              <w:pStyle w:val="Tabel-BrdtekstmedafstandptekstGaramond"/>
            </w:pPr>
          </w:p>
          <w:p w:rsidR="00856543" w:rsidRDefault="00856543" w:rsidP="00ED703D">
            <w:pPr>
              <w:pStyle w:val="Tabel-BrdtekstmedafstandptekstGaramond"/>
            </w:pPr>
            <w:r>
              <w:t xml:space="preserve">Med lovforslaget er det planlagt, at der indføres fuld energiafgift på henholdsvis bioolier og </w:t>
            </w:r>
            <w:r w:rsidR="00152F82">
              <w:t>m</w:t>
            </w:r>
            <w:r w:rsidR="00152F82">
              <w:t>e</w:t>
            </w:r>
            <w:r w:rsidR="00152F82">
              <w:t>tanol</w:t>
            </w:r>
            <w:r>
              <w:t xml:space="preserve"> fra 1. januar 2015. Energiafgiften på disse biobrændsler vil være på samme niveau som energiafgiften på fossile brændsler, herunder mineralolie, kul og naturgas. </w:t>
            </w:r>
          </w:p>
          <w:p w:rsidR="00856543" w:rsidRDefault="00856543" w:rsidP="00ED703D">
            <w:pPr>
              <w:pStyle w:val="Tabel-BrdtekstmedafstandptekstGaramond"/>
            </w:pPr>
          </w:p>
          <w:p w:rsidR="00060042" w:rsidRDefault="00856543" w:rsidP="00ED703D">
            <w:pPr>
              <w:pStyle w:val="Tabel-BrdtekstmedafstandptekstGaramond"/>
            </w:pPr>
            <w:r w:rsidRPr="00060042">
              <w:t xml:space="preserve">Det er ifølge </w:t>
            </w:r>
            <w:r w:rsidR="00411DD1">
              <w:t>s</w:t>
            </w:r>
            <w:r w:rsidR="00060042" w:rsidRPr="00060042">
              <w:t xml:space="preserve">katteministeriet nødvendigt at </w:t>
            </w:r>
            <w:r w:rsidR="00060042">
              <w:t xml:space="preserve">indføre fuld energiafgift på bioolier og </w:t>
            </w:r>
            <w:r w:rsidR="00152F82">
              <w:t>metanol</w:t>
            </w:r>
            <w:r w:rsidR="00060042">
              <w:t xml:space="preserve"> for at sikre overensstemmelsen mellem dansk lovgivning og energibeskatningsdirektivet. Å</w:t>
            </w:r>
            <w:r w:rsidR="00060042">
              <w:t>r</w:t>
            </w:r>
            <w:r w:rsidR="00060042">
              <w:t>sagen hertil er, at direktivet regulerer beska</w:t>
            </w:r>
            <w:r w:rsidR="00060042">
              <w:t>t</w:t>
            </w:r>
            <w:r w:rsidR="00060042">
              <w:t xml:space="preserve">ningen af de pågældende energiprodukter, </w:t>
            </w:r>
            <w:r w:rsidR="00060042">
              <w:lastRenderedPageBreak/>
              <w:t>hvorfor Danmark er forpligtet til at beskatte disse biobrændsler efter reglerne i direk</w:t>
            </w:r>
            <w:r w:rsidR="00411DD1">
              <w:t>tivet. PWC udtrykker forståelse for, at S</w:t>
            </w:r>
            <w:r w:rsidR="00060042">
              <w:t>katteminist</w:t>
            </w:r>
            <w:r w:rsidR="00060042">
              <w:t>e</w:t>
            </w:r>
            <w:r w:rsidR="00060042">
              <w:t>riet er forpligtet til at overholde energibeska</w:t>
            </w:r>
            <w:r w:rsidR="00060042">
              <w:t>t</w:t>
            </w:r>
            <w:r w:rsidR="00060042">
              <w:t xml:space="preserve">ningsdirektivet. </w:t>
            </w:r>
          </w:p>
          <w:p w:rsidR="00C822E1" w:rsidRDefault="00C822E1" w:rsidP="00ED703D">
            <w:pPr>
              <w:pStyle w:val="Tabel-BrdtekstmedafstandptekstGaramond"/>
            </w:pPr>
          </w:p>
          <w:p w:rsidR="00856543" w:rsidRDefault="00060042" w:rsidP="00ED703D">
            <w:pPr>
              <w:pStyle w:val="Tabel-BrdtekstmedafstandptekstGaramond"/>
            </w:pPr>
            <w:r>
              <w:t xml:space="preserve">Fuld energiafgift på bioolier og </w:t>
            </w:r>
            <w:r w:rsidR="00152F82">
              <w:t>metanol</w:t>
            </w:r>
            <w:r>
              <w:t xml:space="preserve"> vil imidlertid medføre store negative økonomiske konsekvenser for en række aktører, såsom pr</w:t>
            </w:r>
            <w:r>
              <w:t>o</w:t>
            </w:r>
            <w:r>
              <w:t>ducenter af vedvarende energiprodukter samt en række decentrale kraftvarmeværker, hvor forbrugerne i forvejen oplever høje varmepr</w:t>
            </w:r>
            <w:r>
              <w:t>i</w:t>
            </w:r>
            <w:r>
              <w:t>ser.</w:t>
            </w:r>
          </w:p>
          <w:p w:rsidR="00060042" w:rsidRDefault="00060042" w:rsidP="00ED703D">
            <w:pPr>
              <w:pStyle w:val="Tabel-BrdtekstmedafstandptekstGaramond"/>
            </w:pPr>
          </w:p>
          <w:p w:rsidR="00060042" w:rsidRDefault="00060042" w:rsidP="00ED703D">
            <w:pPr>
              <w:pStyle w:val="Tabel-BrdtekstmedafstandptekstGaramond"/>
            </w:pPr>
            <w:r>
              <w:t xml:space="preserve">Energibeskatningsdirektivet samt andre EU-retsakter indeholder umiddelbar mulighed for at tilgodese netop bioolie og </w:t>
            </w:r>
            <w:r w:rsidR="00152F82">
              <w:t>metanol</w:t>
            </w:r>
            <w:r>
              <w:t xml:space="preserve"> i forhold til fossile brændsler. Det er således ikke nø</w:t>
            </w:r>
            <w:r>
              <w:t>d</w:t>
            </w:r>
            <w:r>
              <w:t>vendigt at indføre fuld energiafgift for at ove</w:t>
            </w:r>
            <w:r>
              <w:t>r</w:t>
            </w:r>
            <w:r>
              <w:t>holde reglerne i direktivet. Danmark har muli</w:t>
            </w:r>
            <w:r>
              <w:t>g</w:t>
            </w:r>
            <w:r>
              <w:t xml:space="preserve">hed for at lempe eller fritage bioolier og </w:t>
            </w:r>
            <w:r w:rsidR="00152F82">
              <w:t>met</w:t>
            </w:r>
            <w:r w:rsidR="00152F82">
              <w:t>a</w:t>
            </w:r>
            <w:r w:rsidR="00152F82">
              <w:t>nol</w:t>
            </w:r>
            <w:r>
              <w:t xml:space="preserve">. </w:t>
            </w:r>
          </w:p>
          <w:p w:rsidR="00BA145D" w:rsidRDefault="00BA145D" w:rsidP="00ED703D">
            <w:pPr>
              <w:pStyle w:val="Tabel-BrdtekstmedafstandptekstGaramond"/>
            </w:pPr>
          </w:p>
          <w:p w:rsidR="00BA145D" w:rsidRDefault="00BA145D" w:rsidP="00ED703D">
            <w:pPr>
              <w:pStyle w:val="Tabel-BrdtekstmedafstandptekstGaramond"/>
            </w:pPr>
            <w:r>
              <w:t xml:space="preserve">Bioolier og </w:t>
            </w:r>
            <w:r w:rsidR="00152F82">
              <w:t>metanol</w:t>
            </w:r>
            <w:r>
              <w:t xml:space="preserve"> er omfattet af energib</w:t>
            </w:r>
            <w:r>
              <w:t>e</w:t>
            </w:r>
            <w:r>
              <w:t>skatningsdirektivets artikel 2, stk. 1, litra a og d, og udgangspunktet er, at de skal pålægges a</w:t>
            </w:r>
            <w:r>
              <w:t>l</w:t>
            </w:r>
            <w:r>
              <w:t xml:space="preserve">mindelig energiafgift på lige fod med de fossile brændsler. </w:t>
            </w:r>
          </w:p>
          <w:p w:rsidR="00BA145D" w:rsidRDefault="00BA145D" w:rsidP="00ED703D">
            <w:pPr>
              <w:pStyle w:val="Tabel-BrdtekstmedafstandptekstGaramond"/>
            </w:pPr>
          </w:p>
          <w:p w:rsidR="00BA145D" w:rsidRDefault="00BA145D" w:rsidP="00ED703D">
            <w:pPr>
              <w:pStyle w:val="Tabel-BrdtekstmedafstandptekstGaramond"/>
            </w:pPr>
            <w:r>
              <w:t>For at tilskynde til udbredelsen af vedvarende energiprodukter giver direktivet imidlertid m</w:t>
            </w:r>
            <w:r>
              <w:t>u</w:t>
            </w:r>
            <w:r>
              <w:t xml:space="preserve">lighed for, at fx bioolier og </w:t>
            </w:r>
            <w:r w:rsidR="00152F82">
              <w:t>metanol</w:t>
            </w:r>
            <w:r>
              <w:t xml:space="preserve"> beskattes lempeligere end andre energiprodukter omfa</w:t>
            </w:r>
            <w:r>
              <w:t>t</w:t>
            </w:r>
            <w:r>
              <w:t>tet af direktivet. Undtagelserne i direktivet er indført i erkendelsen af, at vedvarende energ</w:t>
            </w:r>
            <w:r>
              <w:t>i</w:t>
            </w:r>
            <w:r>
              <w:t>produkter som udgangspunkt ikke er konku</w:t>
            </w:r>
            <w:r>
              <w:t>r</w:t>
            </w:r>
            <w:r>
              <w:t xml:space="preserve">rencedygtige i forhold til konventionelle brændsler, såfremt der betales fuld energiafgift. </w:t>
            </w:r>
          </w:p>
          <w:p w:rsidR="00BA145D" w:rsidRDefault="00BA145D" w:rsidP="00ED703D">
            <w:pPr>
              <w:pStyle w:val="Tabel-BrdtekstmedafstandptekstGaramond"/>
            </w:pPr>
          </w:p>
          <w:p w:rsidR="00BA145D" w:rsidRDefault="006C37D2" w:rsidP="006C37D2">
            <w:pPr>
              <w:pStyle w:val="Tabel-BrdtekstmedafstandptekstGaramond"/>
            </w:pPr>
            <w:r>
              <w:t xml:space="preserve">Medlemsstaternes mulighed for at fritage eller lempe beskatningen af bl.a. bioolier og </w:t>
            </w:r>
            <w:r w:rsidR="00152F82">
              <w:t>metanol</w:t>
            </w:r>
            <w:r>
              <w:t xml:space="preserve"> fremgår af energibeskatningsdirektivets artikel 16, stk. 1. </w:t>
            </w:r>
            <w:r w:rsidR="00BA145D">
              <w:t xml:space="preserve"> </w:t>
            </w:r>
          </w:p>
          <w:p w:rsidR="006C37D2" w:rsidRDefault="006C37D2" w:rsidP="006C37D2">
            <w:pPr>
              <w:pStyle w:val="Tabel-BrdtekstmedafstandptekstGaramond"/>
            </w:pPr>
          </w:p>
          <w:p w:rsidR="00D925AB" w:rsidRDefault="006C37D2" w:rsidP="00D925AB">
            <w:pPr>
              <w:pStyle w:val="Tabel-BrdtekstmedafstandptekstGaramond"/>
            </w:pPr>
            <w:r>
              <w:lastRenderedPageBreak/>
              <w:t xml:space="preserve">Direktivets mulighed for at </w:t>
            </w:r>
            <w:r w:rsidR="0009160D">
              <w:t xml:space="preserve">anvende fritagelser eller lempelser vedrørende bioolier og </w:t>
            </w:r>
            <w:r w:rsidR="00152F82">
              <w:t>metanol</w:t>
            </w:r>
            <w:r w:rsidR="0009160D">
              <w:t xml:space="preserve"> er indtil flere gange blevet bekræftet af EU-Kommissionen. Således har Kommissionen bl.a. i statsstøttesag N 112/04, </w:t>
            </w:r>
            <w:proofErr w:type="spellStart"/>
            <w:r w:rsidR="0009160D">
              <w:t>Sweden</w:t>
            </w:r>
            <w:proofErr w:type="spellEnd"/>
            <w:r w:rsidR="0009160D">
              <w:t xml:space="preserve"> (”</w:t>
            </w:r>
            <w:proofErr w:type="spellStart"/>
            <w:r w:rsidR="0009160D">
              <w:t>Tax</w:t>
            </w:r>
            <w:proofErr w:type="spellEnd"/>
            <w:r w:rsidR="0009160D">
              <w:t xml:space="preserve"> </w:t>
            </w:r>
            <w:proofErr w:type="spellStart"/>
            <w:r w:rsidR="0009160D">
              <w:t>exemption</w:t>
            </w:r>
            <w:proofErr w:type="spellEnd"/>
            <w:r w:rsidR="0009160D">
              <w:t xml:space="preserve"> for </w:t>
            </w:r>
            <w:proofErr w:type="spellStart"/>
            <w:r w:rsidR="0009160D">
              <w:t>biofuels</w:t>
            </w:r>
            <w:proofErr w:type="spellEnd"/>
            <w:r w:rsidR="0009160D">
              <w:t>”) fastslået, at Sverige kan anvende en fuld afgifts</w:t>
            </w:r>
            <w:r w:rsidR="00D925AB">
              <w:t>fritagelse for bi</w:t>
            </w:r>
            <w:r w:rsidR="00D925AB">
              <w:t>o</w:t>
            </w:r>
            <w:r w:rsidR="00D925AB">
              <w:t xml:space="preserve">brændstoffer bl.a. med henvisning til artikel 16. Ligeledes har Kommissionen i statsstøttesag 427/2004, </w:t>
            </w:r>
            <w:proofErr w:type="spellStart"/>
            <w:r w:rsidR="00D925AB">
              <w:t>Hungary</w:t>
            </w:r>
            <w:proofErr w:type="spellEnd"/>
            <w:r w:rsidR="00D925AB">
              <w:t xml:space="preserve"> (”</w:t>
            </w:r>
            <w:proofErr w:type="spellStart"/>
            <w:r w:rsidR="00D925AB">
              <w:t>Exice</w:t>
            </w:r>
            <w:proofErr w:type="spellEnd"/>
            <w:r w:rsidR="00D925AB">
              <w:t xml:space="preserve"> </w:t>
            </w:r>
            <w:proofErr w:type="spellStart"/>
            <w:r w:rsidR="00D925AB">
              <w:t>tax</w:t>
            </w:r>
            <w:proofErr w:type="spellEnd"/>
            <w:r w:rsidR="00D925AB">
              <w:t xml:space="preserve"> </w:t>
            </w:r>
            <w:proofErr w:type="spellStart"/>
            <w:r w:rsidR="00D925AB">
              <w:t>exemption</w:t>
            </w:r>
            <w:proofErr w:type="spellEnd"/>
            <w:r w:rsidR="00D925AB">
              <w:t xml:space="preserve"> for </w:t>
            </w:r>
            <w:proofErr w:type="spellStart"/>
            <w:r w:rsidR="00D925AB">
              <w:t>biofuels</w:t>
            </w:r>
            <w:proofErr w:type="spellEnd"/>
            <w:r w:rsidR="00D925AB">
              <w:t>”) fastslået, at Ungarn kan anvende a</w:t>
            </w:r>
            <w:r w:rsidR="00D925AB">
              <w:t>f</w:t>
            </w:r>
            <w:r w:rsidR="00D925AB">
              <w:t xml:space="preserve">giftsfritagelse vedrørende biobrændstoffer med henvisning til artikel 16. </w:t>
            </w:r>
          </w:p>
          <w:p w:rsidR="00D925AB" w:rsidRDefault="00D925AB" w:rsidP="006C37D2">
            <w:pPr>
              <w:pStyle w:val="Tabel-BrdtekstmedafstandptekstGaramond"/>
            </w:pPr>
          </w:p>
          <w:p w:rsidR="001B78D2" w:rsidRDefault="00D925AB" w:rsidP="006C37D2">
            <w:pPr>
              <w:pStyle w:val="Tabel-BrdtekstmedafstandptekstGaramond"/>
            </w:pPr>
            <w:r>
              <w:t>Derudover henvises til retningslinjerne for statsstøtte til miljøbeskyttelse og energi, som bl.a. regulerer området for afgiftslempe</w:t>
            </w:r>
            <w:r>
              <w:t>l</w:t>
            </w:r>
            <w:r>
              <w:t xml:space="preserve">ser/fritagelse. </w:t>
            </w:r>
            <w:r w:rsidR="001B78D2">
              <w:t>Retningslinjerne indeholder b</w:t>
            </w:r>
            <w:r w:rsidR="001B78D2">
              <w:t>e</w:t>
            </w:r>
            <w:r w:rsidR="001B78D2">
              <w:t>stemmelser om, under hvilke betingelser me</w:t>
            </w:r>
            <w:r w:rsidR="001B78D2">
              <w:t>d</w:t>
            </w:r>
            <w:r w:rsidR="001B78D2">
              <w:t>lemsstaterne kan indføre afgiftsfritagelser og lempelser. Ligeledes under hvilke omstændi</w:t>
            </w:r>
            <w:r w:rsidR="001B78D2">
              <w:t>g</w:t>
            </w:r>
            <w:r w:rsidR="001B78D2">
              <w:t>heder, der kan ydes støtte til vedvarende ene</w:t>
            </w:r>
            <w:r w:rsidR="001B78D2">
              <w:t>r</w:t>
            </w:r>
            <w:r w:rsidR="001B78D2">
              <w:t xml:space="preserve">gikilder. </w:t>
            </w:r>
          </w:p>
          <w:p w:rsidR="001B78D2" w:rsidRDefault="001B78D2" w:rsidP="006C37D2">
            <w:pPr>
              <w:pStyle w:val="Tabel-BrdtekstmedafstandptekstGaramond"/>
            </w:pPr>
          </w:p>
          <w:p w:rsidR="00107C9A" w:rsidRDefault="001B78D2" w:rsidP="00820348">
            <w:pPr>
              <w:pStyle w:val="Tabel-BrdtekstmedafstandptekstGaramond"/>
            </w:pPr>
            <w:r>
              <w:t xml:space="preserve">I de nævnte afgørelser henviser Kommissionen ligeledes til de tidligere rammebestemmelser for statsstøtte til miljøbeskyttelse. </w:t>
            </w:r>
            <w:r w:rsidR="00107C9A">
              <w:t>Det følger bl.a. af retningslinjerne, at fritagelser eller afgift</w:t>
            </w:r>
            <w:r w:rsidR="00107C9A">
              <w:t>s</w:t>
            </w:r>
            <w:r w:rsidR="00107C9A">
              <w:t>lempelser kan være nødvendig, når støttemo</w:t>
            </w:r>
            <w:r w:rsidR="00107C9A">
              <w:t>d</w:t>
            </w:r>
            <w:r w:rsidR="00107C9A">
              <w:t xml:space="preserve">tagerne </w:t>
            </w:r>
            <w:r w:rsidR="004C2087">
              <w:t>ellers ville blive udsat for en konku</w:t>
            </w:r>
            <w:r w:rsidR="004C2087">
              <w:t>r</w:t>
            </w:r>
            <w:r w:rsidR="004C2087">
              <w:t xml:space="preserve">rencemæssig ulempe af et sådant omfang, at det ikke ville være muligt at indføre miljøafgiften i første omgang. </w:t>
            </w:r>
          </w:p>
          <w:p w:rsidR="004C2087" w:rsidRDefault="004C2087" w:rsidP="006C37D2">
            <w:pPr>
              <w:pStyle w:val="Tabel-BrdtekstmedafstandptekstGaramond"/>
            </w:pPr>
          </w:p>
          <w:p w:rsidR="004C2087" w:rsidRDefault="004C2087" w:rsidP="00B543BE">
            <w:pPr>
              <w:pStyle w:val="Tabel-BrdtekstmedafstandptekstGaramond"/>
            </w:pPr>
            <w:r>
              <w:t xml:space="preserve">Kommissionen erkender således, at fritagelser eller lempelser kan være nødvendige, såfremt fuld afgiftsbelastning vil betyde, at </w:t>
            </w:r>
            <w:r w:rsidR="0017112A">
              <w:t>d</w:t>
            </w:r>
            <w:r>
              <w:t>er ikke vil være noget marked for det pågældende energ</w:t>
            </w:r>
            <w:r>
              <w:t>i</w:t>
            </w:r>
            <w:r>
              <w:t xml:space="preserve">produkt, hvilket er tilfældet i forhold til bioolier og </w:t>
            </w:r>
            <w:r w:rsidR="00152F82">
              <w:t>metanol</w:t>
            </w:r>
            <w:r>
              <w:t>. Dette erkendes af skatteminister</w:t>
            </w:r>
            <w:r>
              <w:t>i</w:t>
            </w:r>
            <w:r>
              <w:t>ets, jf. bemærkningerne, hvor af det følger, at ”bioolier med fuld energiafgift vil meget sjæ</w:t>
            </w:r>
            <w:r>
              <w:t>l</w:t>
            </w:r>
            <w:r>
              <w:t>dent være konkurrencedygtige med fossilt brændsel…”.</w:t>
            </w:r>
            <w:r w:rsidR="00B543BE">
              <w:t xml:space="preserve"> </w:t>
            </w:r>
            <w:r>
              <w:t>Skatteministeriet erkender sål</w:t>
            </w:r>
            <w:r>
              <w:t>e</w:t>
            </w:r>
            <w:r>
              <w:lastRenderedPageBreak/>
              <w:t>des, at salget af bioolier må forventes at oph</w:t>
            </w:r>
            <w:r>
              <w:t>ø</w:t>
            </w:r>
            <w:r>
              <w:t xml:space="preserve">re, og det er på den baggrund </w:t>
            </w:r>
            <w:proofErr w:type="spellStart"/>
            <w:r w:rsidR="0017112A">
              <w:t>PWC´s</w:t>
            </w:r>
            <w:proofErr w:type="spellEnd"/>
            <w:r>
              <w:t xml:space="preserve"> opfatte</w:t>
            </w:r>
            <w:r>
              <w:t>l</w:t>
            </w:r>
            <w:r>
              <w:t xml:space="preserve">se, at kriterierne i retningslinjerne for statsstøtte til miljøbeskyttelse mv. er opfyldt, eftersom det ikke er muligt at indføre fuld energiafgift, uden at markedet for bioolier forsvinder. </w:t>
            </w:r>
          </w:p>
          <w:p w:rsidR="000374AA" w:rsidRDefault="000374AA" w:rsidP="004C2087">
            <w:pPr>
              <w:pStyle w:val="Tabel-BrdtekstmedafstandptekstGaramond"/>
            </w:pPr>
          </w:p>
          <w:p w:rsidR="000374AA" w:rsidRDefault="000374AA" w:rsidP="004C2087">
            <w:pPr>
              <w:pStyle w:val="Tabel-BrdtekstmedafstandptekstGaramond"/>
            </w:pPr>
            <w:r>
              <w:t>Da der er tale om harmoniserede afgifter</w:t>
            </w:r>
            <w:r w:rsidR="00411DD1">
              <w:t>,</w:t>
            </w:r>
            <w:r>
              <w:t xml:space="preserve"> vil en lempeligere beskatning for bioolie og </w:t>
            </w:r>
            <w:r w:rsidR="00152F82">
              <w:t>metanol</w:t>
            </w:r>
            <w:r>
              <w:t xml:space="preserve"> blive vurderet med udgangspunkt i tre kriterier. Der vil blive lagt vægt på, om afgiftsbelastni</w:t>
            </w:r>
            <w:r>
              <w:t>n</w:t>
            </w:r>
            <w:r>
              <w:t>gen mindst udgør minimumssatsen efter ene</w:t>
            </w:r>
            <w:r>
              <w:t>r</w:t>
            </w:r>
            <w:r>
              <w:t>gibeskatningsdirektivet, hvilket betyder, at bi</w:t>
            </w:r>
            <w:r>
              <w:t>o</w:t>
            </w:r>
            <w:r>
              <w:t>lier skal beskattes</w:t>
            </w:r>
            <w:r w:rsidR="00411DD1">
              <w:t xml:space="preserve"> </w:t>
            </w:r>
            <w:r>
              <w:t>med den sats, der er fastsat for et tilsvarende motorbrændstof eller bræn</w:t>
            </w:r>
            <w:r>
              <w:t>d</w:t>
            </w:r>
            <w:r>
              <w:t xml:space="preserve">sel til opvarmning. </w:t>
            </w:r>
          </w:p>
          <w:p w:rsidR="00B543BE" w:rsidRDefault="00B543BE" w:rsidP="004C2087">
            <w:pPr>
              <w:pStyle w:val="Tabel-BrdtekstmedafstandptekstGaramond"/>
            </w:pPr>
          </w:p>
          <w:p w:rsidR="000374AA" w:rsidRDefault="000374AA" w:rsidP="004C2087">
            <w:pPr>
              <w:pStyle w:val="Tabel-BrdtekstmedafstandptekstGaramond"/>
            </w:pPr>
            <w:r>
              <w:t>Tages der udgangspunkt i minimumsafgiften for gasolie (højeste minimumsafgift) til o</w:t>
            </w:r>
            <w:r>
              <w:t>p</w:t>
            </w:r>
            <w:r>
              <w:t>varmningsformål, udgør afgiften 21 EUR pr. 1.000 l. Denne afgift</w:t>
            </w:r>
            <w:r w:rsidR="0031564B">
              <w:t xml:space="preserve"> er i dansk lovgivning o</w:t>
            </w:r>
            <w:r w:rsidR="0031564B">
              <w:t>m</w:t>
            </w:r>
            <w:r w:rsidR="0031564B">
              <w:t xml:space="preserve">regnet til 4,5 kr./GJ. Den foreslåede afgift i lovforslaget udgør 54,5 kr./GJ for henholdsvis bioolie og </w:t>
            </w:r>
            <w:r w:rsidR="00152F82">
              <w:t>metanol</w:t>
            </w:r>
            <w:r w:rsidR="0031564B">
              <w:t>. Denne energiafgift er sål</w:t>
            </w:r>
            <w:r w:rsidR="0031564B">
              <w:t>e</w:t>
            </w:r>
            <w:r w:rsidR="0031564B">
              <w:t xml:space="preserve">des ca. 12 gange højere end minimumsafgiften efter energibeskatningsdirektivet. </w:t>
            </w:r>
            <w:r w:rsidR="00223511">
              <w:t xml:space="preserve">Umiddelbart kan den sænkes uden at komme i konflikt med denne betingelse. </w:t>
            </w:r>
          </w:p>
          <w:p w:rsidR="00223511" w:rsidRDefault="00223511" w:rsidP="004C2087">
            <w:pPr>
              <w:pStyle w:val="Tabel-BrdtekstmedafstandptekstGaramond"/>
            </w:pPr>
          </w:p>
          <w:p w:rsidR="00223511" w:rsidRDefault="00223511" w:rsidP="004C2087">
            <w:pPr>
              <w:pStyle w:val="Tabel-BrdtekstmedafstandptekstGaramond"/>
            </w:pPr>
            <w:r>
              <w:t>Dernæst henvises til den generelle gruppefrit</w:t>
            </w:r>
            <w:r>
              <w:t>a</w:t>
            </w:r>
            <w:r>
              <w:t xml:space="preserve">gelsesforordning. Det er </w:t>
            </w:r>
            <w:proofErr w:type="spellStart"/>
            <w:r w:rsidR="0017112A">
              <w:t>PWC´s</w:t>
            </w:r>
            <w:proofErr w:type="spellEnd"/>
            <w:r>
              <w:t xml:space="preserve"> vurdering, at gruppefritagelsen giver mulighed for en lemp</w:t>
            </w:r>
            <w:r>
              <w:t>e</w:t>
            </w:r>
            <w:r>
              <w:t>ligere beskatning af de pågældende energipr</w:t>
            </w:r>
            <w:r>
              <w:t>o</w:t>
            </w:r>
            <w:r>
              <w:t xml:space="preserve">dukter. </w:t>
            </w:r>
          </w:p>
          <w:p w:rsidR="00223511" w:rsidRDefault="00223511" w:rsidP="004C2087">
            <w:pPr>
              <w:pStyle w:val="Tabel-BrdtekstmedafstandptekstGaramond"/>
            </w:pPr>
          </w:p>
          <w:p w:rsidR="00223511" w:rsidRDefault="00223511" w:rsidP="004C2087">
            <w:pPr>
              <w:pStyle w:val="Tabel-BrdtekstmedafstandptekstGaramond"/>
            </w:pPr>
            <w:r>
              <w:t>Der er lavet en generel forespørgsel af, hvorl</w:t>
            </w:r>
            <w:r>
              <w:t>e</w:t>
            </w:r>
            <w:r>
              <w:t xml:space="preserve">des bioolier og </w:t>
            </w:r>
            <w:r w:rsidR="00152F82">
              <w:t>metanol</w:t>
            </w:r>
            <w:r>
              <w:t xml:space="preserve"> beskattes i andre EU-lande. </w:t>
            </w:r>
            <w:r w:rsidR="0017112A">
              <w:t>PWC</w:t>
            </w:r>
            <w:r>
              <w:t xml:space="preserve"> har fået svar fra 18 lande. Med forbehold for, at </w:t>
            </w:r>
            <w:r w:rsidR="0017112A">
              <w:t>PWC</w:t>
            </w:r>
            <w:r>
              <w:t xml:space="preserve"> ikke er gået i detaljer med lovgivningen i de enkelte lande viser u</w:t>
            </w:r>
            <w:r>
              <w:t>n</w:t>
            </w:r>
            <w:r>
              <w:t xml:space="preserve">dersøgelsen, at en række lande ikke beskatter bioolier og </w:t>
            </w:r>
            <w:r w:rsidR="00152F82">
              <w:t>metanol</w:t>
            </w:r>
            <w:r>
              <w:t xml:space="preserve"> til opvarmning eller kraf</w:t>
            </w:r>
            <w:r>
              <w:t>t</w:t>
            </w:r>
            <w:r>
              <w:t xml:space="preserve">varmeproduktion. Produkterne beskattes alene som motorbrændstof. Herudover er der en </w:t>
            </w:r>
            <w:r>
              <w:lastRenderedPageBreak/>
              <w:t>række lande, som beskatter produkterne til o</w:t>
            </w:r>
            <w:r>
              <w:t>p</w:t>
            </w:r>
            <w:r>
              <w:t>varmning, men der gælder samtidig en række fritagelser/lempelsesordninger</w:t>
            </w:r>
            <w:r w:rsidR="00DB49B8">
              <w:t>, hvoraf nogle er afhængige af bæredygtighedskriterierne. Et mindretal af lande beskatter biobrændsler på l</w:t>
            </w:r>
            <w:r w:rsidR="00DB49B8">
              <w:t>i</w:t>
            </w:r>
            <w:r w:rsidR="00DB49B8">
              <w:t xml:space="preserve">ge fod med fossile brændsler. </w:t>
            </w:r>
          </w:p>
          <w:p w:rsidR="00DB49B8" w:rsidRDefault="00DB49B8" w:rsidP="004C2087">
            <w:pPr>
              <w:pStyle w:val="Tabel-BrdtekstmedafstandptekstGaramond"/>
            </w:pPr>
          </w:p>
          <w:p w:rsidR="004C2087" w:rsidRDefault="00DB49B8" w:rsidP="00DB49B8">
            <w:pPr>
              <w:pStyle w:val="Tabel-BrdtekstmedafstandptekstGaramond"/>
            </w:pPr>
            <w:r>
              <w:t>Skatteministeriet opfordres til, at der arbejdes for en alternativ løsning i det videre arbejde, e</w:t>
            </w:r>
            <w:r>
              <w:t>f</w:t>
            </w:r>
            <w:r>
              <w:t xml:space="preserve">tersom fuld energiafgift vil ødelægge markedet for bioolier og </w:t>
            </w:r>
            <w:r w:rsidR="00152F82">
              <w:t>metanol</w:t>
            </w:r>
            <w:r>
              <w:t xml:space="preserve">. </w:t>
            </w:r>
          </w:p>
        </w:tc>
        <w:tc>
          <w:tcPr>
            <w:tcW w:w="115" w:type="dxa"/>
            <w:shd w:val="clear" w:color="auto" w:fill="FFFFFF" w:themeFill="background1"/>
          </w:tcPr>
          <w:p w:rsidR="00084812" w:rsidRPr="00B5346F" w:rsidRDefault="00084812" w:rsidP="000B4D0B"/>
        </w:tc>
        <w:tc>
          <w:tcPr>
            <w:tcW w:w="3164" w:type="dxa"/>
            <w:tcBorders>
              <w:top w:val="single" w:sz="4" w:space="0" w:color="14143C" w:themeColor="accent1"/>
              <w:bottom w:val="single" w:sz="4" w:space="0" w:color="14143C" w:themeColor="accent1"/>
            </w:tcBorders>
            <w:shd w:val="clear" w:color="auto" w:fill="D2CED8"/>
          </w:tcPr>
          <w:p w:rsidR="00C822E1" w:rsidRDefault="00C822E1" w:rsidP="00C822E1">
            <w:pPr>
              <w:pStyle w:val="Tabel-BrdtekstmedafstandptekstGaramond"/>
            </w:pPr>
            <w:r>
              <w:t xml:space="preserve">Der henvises til kommentaren til Landbrug &amp; Fødevarer. </w:t>
            </w:r>
          </w:p>
          <w:p w:rsidR="00C822E1" w:rsidRDefault="00C822E1" w:rsidP="00C822E1">
            <w:pPr>
              <w:pStyle w:val="Tabel-BrdtekstmedafstandptekstGaramond"/>
            </w:pPr>
          </w:p>
          <w:p w:rsidR="00C822E1" w:rsidRDefault="00C822E1" w:rsidP="00C822E1">
            <w:pPr>
              <w:pStyle w:val="Tabel-BrdtekstmedafstandptekstGaramond"/>
            </w:pPr>
            <w:r w:rsidRPr="00C822E1">
              <w:t>Baggrunden for de forslåede ændringer vedrørende bioolie</w:t>
            </w:r>
            <w:r w:rsidRPr="00C822E1">
              <w:t>r</w:t>
            </w:r>
            <w:r w:rsidRPr="00C822E1">
              <w:t xml:space="preserve">ne og </w:t>
            </w:r>
            <w:r w:rsidR="00152F82">
              <w:t>metanol</w:t>
            </w:r>
            <w:r w:rsidRPr="00C822E1">
              <w:t xml:space="preserve"> er, at de pågæ</w:t>
            </w:r>
            <w:r w:rsidRPr="00C822E1">
              <w:t>l</w:t>
            </w:r>
            <w:r w:rsidRPr="00C822E1">
              <w:t>dende produkter efter gælde</w:t>
            </w:r>
            <w:r w:rsidRPr="00C822E1">
              <w:t>n</w:t>
            </w:r>
            <w:r w:rsidRPr="00C822E1">
              <w:t xml:space="preserve">de ret ikke er pålagt energiafgift til trods for, at der er tale om energiprodukter omfattet af energibeskatningsdirektivet.  </w:t>
            </w:r>
          </w:p>
          <w:p w:rsidR="00C822E1" w:rsidRDefault="00C822E1" w:rsidP="00C822E1">
            <w:pPr>
              <w:pStyle w:val="Tabel-BrdtekstmedafstandptekstGaramond"/>
            </w:pPr>
          </w:p>
          <w:p w:rsidR="00C822E1" w:rsidRDefault="00411DD1" w:rsidP="00C822E1">
            <w:pPr>
              <w:pStyle w:val="Tabel-BrdtekstmedafstandptekstGaramond"/>
            </w:pPr>
            <w:r>
              <w:t>Med dette lovforslag rettes der op herpå.</w:t>
            </w:r>
          </w:p>
          <w:p w:rsidR="006860EF" w:rsidRDefault="006860EF" w:rsidP="00C822E1">
            <w:pPr>
              <w:pStyle w:val="Tabel-BrdtekstmedafstandptekstGaramond"/>
            </w:pPr>
          </w:p>
          <w:p w:rsidR="006860EF" w:rsidRDefault="006860EF" w:rsidP="00C822E1">
            <w:pPr>
              <w:pStyle w:val="Tabel-BrdtekstmedafstandptekstGaramond"/>
            </w:pPr>
          </w:p>
          <w:p w:rsidR="006860EF" w:rsidRDefault="006860EF" w:rsidP="00C822E1">
            <w:pPr>
              <w:pStyle w:val="Tabel-BrdtekstmedafstandptekstGaramond"/>
            </w:pPr>
          </w:p>
          <w:p w:rsidR="006860EF" w:rsidRDefault="006860EF" w:rsidP="00C822E1">
            <w:pPr>
              <w:pStyle w:val="Tabel-BrdtekstmedafstandptekstGaramond"/>
            </w:pPr>
          </w:p>
          <w:p w:rsidR="006860EF" w:rsidRDefault="006860EF" w:rsidP="00C822E1">
            <w:pPr>
              <w:pStyle w:val="Tabel-BrdtekstmedafstandptekstGaramond"/>
            </w:pPr>
          </w:p>
          <w:p w:rsidR="006860EF" w:rsidRDefault="006860EF" w:rsidP="00C822E1">
            <w:pPr>
              <w:pStyle w:val="Tabel-BrdtekstmedafstandptekstGaramond"/>
            </w:pPr>
          </w:p>
          <w:p w:rsidR="006860EF" w:rsidRDefault="006860EF" w:rsidP="00C822E1">
            <w:pPr>
              <w:pStyle w:val="Tabel-BrdtekstmedafstandptekstGaramond"/>
            </w:pPr>
          </w:p>
          <w:p w:rsidR="006860EF" w:rsidRDefault="006860EF" w:rsidP="00C822E1">
            <w:pPr>
              <w:pStyle w:val="Tabel-BrdtekstmedafstandptekstGaramond"/>
            </w:pPr>
          </w:p>
          <w:p w:rsidR="006860EF" w:rsidRDefault="006860EF" w:rsidP="00C822E1">
            <w:pPr>
              <w:pStyle w:val="Tabel-BrdtekstmedafstandptekstGaramond"/>
            </w:pPr>
          </w:p>
          <w:p w:rsidR="006860EF" w:rsidRDefault="006860EF" w:rsidP="00C822E1">
            <w:pPr>
              <w:pStyle w:val="Tabel-BrdtekstmedafstandptekstGaramond"/>
            </w:pPr>
          </w:p>
          <w:p w:rsidR="006860EF" w:rsidRDefault="006860EF" w:rsidP="00C822E1">
            <w:pPr>
              <w:pStyle w:val="Tabel-BrdtekstmedafstandptekstGaramond"/>
            </w:pPr>
          </w:p>
          <w:p w:rsidR="006860EF" w:rsidRDefault="006860EF" w:rsidP="00C822E1">
            <w:pPr>
              <w:pStyle w:val="Tabel-BrdtekstmedafstandptekstGaramond"/>
            </w:pPr>
          </w:p>
          <w:p w:rsidR="006860EF" w:rsidRDefault="006860EF" w:rsidP="00C822E1">
            <w:pPr>
              <w:pStyle w:val="Tabel-BrdtekstmedafstandptekstGaramond"/>
            </w:pPr>
          </w:p>
          <w:p w:rsidR="006860EF" w:rsidRDefault="006860EF" w:rsidP="00C822E1">
            <w:pPr>
              <w:pStyle w:val="Tabel-BrdtekstmedafstandptekstGaramond"/>
            </w:pPr>
          </w:p>
          <w:p w:rsidR="006860EF" w:rsidRDefault="006860EF" w:rsidP="00C822E1">
            <w:pPr>
              <w:pStyle w:val="Tabel-BrdtekstmedafstandptekstGaramond"/>
            </w:pPr>
          </w:p>
          <w:p w:rsidR="006860EF" w:rsidRDefault="006860EF" w:rsidP="00C822E1">
            <w:pPr>
              <w:pStyle w:val="Tabel-BrdtekstmedafstandptekstGaramond"/>
            </w:pPr>
          </w:p>
          <w:p w:rsidR="006860EF" w:rsidRDefault="006860EF" w:rsidP="00C822E1">
            <w:pPr>
              <w:pStyle w:val="Tabel-BrdtekstmedafstandptekstGaramond"/>
            </w:pPr>
          </w:p>
          <w:p w:rsidR="006860EF" w:rsidRDefault="006860EF" w:rsidP="00C822E1">
            <w:pPr>
              <w:pStyle w:val="Tabel-BrdtekstmedafstandptekstGaramond"/>
            </w:pPr>
          </w:p>
          <w:p w:rsidR="006860EF" w:rsidRDefault="006860EF" w:rsidP="00C822E1">
            <w:pPr>
              <w:pStyle w:val="Tabel-BrdtekstmedafstandptekstGaramond"/>
            </w:pPr>
          </w:p>
          <w:p w:rsidR="006860EF" w:rsidRDefault="006860EF" w:rsidP="00C822E1">
            <w:pPr>
              <w:pStyle w:val="Tabel-BrdtekstmedafstandptekstGaramond"/>
            </w:pPr>
          </w:p>
          <w:p w:rsidR="006860EF" w:rsidRDefault="006860EF" w:rsidP="00C822E1">
            <w:pPr>
              <w:pStyle w:val="Tabel-BrdtekstmedafstandptekstGaramond"/>
            </w:pPr>
          </w:p>
          <w:p w:rsidR="006860EF" w:rsidRDefault="006860EF" w:rsidP="00C822E1">
            <w:pPr>
              <w:pStyle w:val="Tabel-BrdtekstmedafstandptekstGaramond"/>
            </w:pPr>
          </w:p>
          <w:p w:rsidR="006860EF" w:rsidRDefault="006860EF" w:rsidP="00C822E1">
            <w:pPr>
              <w:pStyle w:val="Tabel-BrdtekstmedafstandptekstGaramond"/>
            </w:pPr>
          </w:p>
          <w:p w:rsidR="006860EF" w:rsidRDefault="006860EF" w:rsidP="00C822E1">
            <w:pPr>
              <w:pStyle w:val="Tabel-BrdtekstmedafstandptekstGaramond"/>
            </w:pPr>
          </w:p>
          <w:p w:rsidR="006860EF" w:rsidRDefault="006860EF" w:rsidP="00C822E1">
            <w:pPr>
              <w:pStyle w:val="Tabel-BrdtekstmedafstandptekstGaramond"/>
            </w:pPr>
          </w:p>
          <w:p w:rsidR="006860EF" w:rsidRDefault="006860EF" w:rsidP="00C822E1">
            <w:pPr>
              <w:pStyle w:val="Tabel-BrdtekstmedafstandptekstGaramond"/>
            </w:pPr>
          </w:p>
          <w:p w:rsidR="006860EF" w:rsidRDefault="006860EF" w:rsidP="00C822E1">
            <w:pPr>
              <w:pStyle w:val="Tabel-BrdtekstmedafstandptekstGaramond"/>
            </w:pPr>
          </w:p>
          <w:p w:rsidR="006860EF" w:rsidRDefault="006860EF" w:rsidP="00C822E1">
            <w:pPr>
              <w:pStyle w:val="Tabel-BrdtekstmedafstandptekstGaramond"/>
            </w:pPr>
          </w:p>
          <w:p w:rsidR="006860EF" w:rsidRDefault="006860EF" w:rsidP="00C822E1">
            <w:pPr>
              <w:pStyle w:val="Tabel-BrdtekstmedafstandptekstGaramond"/>
            </w:pPr>
          </w:p>
          <w:p w:rsidR="006860EF" w:rsidRDefault="006860EF" w:rsidP="00C822E1">
            <w:pPr>
              <w:pStyle w:val="Tabel-BrdtekstmedafstandptekstGaramond"/>
            </w:pPr>
          </w:p>
          <w:p w:rsidR="006860EF" w:rsidRDefault="006860EF" w:rsidP="00C822E1">
            <w:pPr>
              <w:pStyle w:val="Tabel-BrdtekstmedafstandptekstGaramond"/>
            </w:pPr>
          </w:p>
          <w:p w:rsidR="006860EF" w:rsidRDefault="006860EF" w:rsidP="00C822E1">
            <w:pPr>
              <w:pStyle w:val="Tabel-BrdtekstmedafstandptekstGaramond"/>
            </w:pPr>
          </w:p>
          <w:p w:rsidR="006860EF" w:rsidRDefault="006860EF" w:rsidP="00C822E1">
            <w:pPr>
              <w:pStyle w:val="Tabel-BrdtekstmedafstandptekstGaramond"/>
            </w:pPr>
          </w:p>
          <w:p w:rsidR="006860EF" w:rsidRDefault="006860EF" w:rsidP="00C822E1">
            <w:pPr>
              <w:pStyle w:val="Tabel-BrdtekstmedafstandptekstGaramond"/>
            </w:pPr>
          </w:p>
          <w:p w:rsidR="006860EF" w:rsidRDefault="006860EF" w:rsidP="00C822E1">
            <w:pPr>
              <w:pStyle w:val="Tabel-BrdtekstmedafstandptekstGaramond"/>
            </w:pPr>
          </w:p>
          <w:p w:rsidR="006860EF" w:rsidRDefault="006860EF" w:rsidP="00C822E1">
            <w:pPr>
              <w:pStyle w:val="Tabel-BrdtekstmedafstandptekstGaramond"/>
            </w:pPr>
          </w:p>
          <w:p w:rsidR="006860EF" w:rsidRDefault="006860EF" w:rsidP="00C822E1">
            <w:pPr>
              <w:pStyle w:val="Tabel-BrdtekstmedafstandptekstGaramond"/>
            </w:pPr>
          </w:p>
          <w:p w:rsidR="006860EF" w:rsidRDefault="006860EF" w:rsidP="00C822E1">
            <w:pPr>
              <w:pStyle w:val="Tabel-BrdtekstmedafstandptekstGaramond"/>
            </w:pPr>
          </w:p>
          <w:p w:rsidR="006860EF" w:rsidRDefault="006860EF" w:rsidP="00C822E1">
            <w:pPr>
              <w:pStyle w:val="Tabel-BrdtekstmedafstandptekstGaramond"/>
            </w:pPr>
          </w:p>
          <w:p w:rsidR="006860EF" w:rsidRDefault="006860EF" w:rsidP="00C822E1">
            <w:pPr>
              <w:pStyle w:val="Tabel-BrdtekstmedafstandptekstGaramond"/>
            </w:pPr>
          </w:p>
          <w:p w:rsidR="006860EF" w:rsidRDefault="006860EF" w:rsidP="00C822E1">
            <w:pPr>
              <w:pStyle w:val="Tabel-BrdtekstmedafstandptekstGaramond"/>
            </w:pPr>
          </w:p>
          <w:p w:rsidR="006860EF" w:rsidRDefault="006860EF" w:rsidP="00C822E1">
            <w:pPr>
              <w:pStyle w:val="Tabel-BrdtekstmedafstandptekstGaramond"/>
            </w:pPr>
          </w:p>
          <w:p w:rsidR="006860EF" w:rsidRDefault="006860EF" w:rsidP="00C822E1">
            <w:pPr>
              <w:pStyle w:val="Tabel-BrdtekstmedafstandptekstGaramond"/>
            </w:pPr>
          </w:p>
          <w:p w:rsidR="006860EF" w:rsidRDefault="006860EF" w:rsidP="00C822E1">
            <w:pPr>
              <w:pStyle w:val="Tabel-BrdtekstmedafstandptekstGaramond"/>
            </w:pPr>
          </w:p>
          <w:p w:rsidR="0022147A" w:rsidRDefault="0022147A" w:rsidP="00C822E1">
            <w:pPr>
              <w:pStyle w:val="Tabel-BrdtekstmedafstandptekstGaramond"/>
            </w:pPr>
          </w:p>
          <w:p w:rsidR="006860EF" w:rsidRDefault="006860EF" w:rsidP="00411DD1">
            <w:pPr>
              <w:pStyle w:val="Tabel-BrdtekstmedafstandptekstGaramond"/>
              <w:ind w:left="0"/>
            </w:pPr>
          </w:p>
          <w:p w:rsidR="006860EF" w:rsidRDefault="0035415C" w:rsidP="00DF01AF">
            <w:pPr>
              <w:pStyle w:val="Tabel-BrdtekstmedafstandptekstGaramond"/>
            </w:pPr>
            <w:r>
              <w:t>D</w:t>
            </w:r>
            <w:r w:rsidR="006860EF">
              <w:t>en omtalte svenske statsstø</w:t>
            </w:r>
            <w:r w:rsidR="006860EF">
              <w:t>t</w:t>
            </w:r>
            <w:r w:rsidR="006860EF">
              <w:t>tegodken</w:t>
            </w:r>
            <w:r w:rsidR="0081485E">
              <w:t>delse</w:t>
            </w:r>
            <w:r w:rsidR="006860EF">
              <w:t xml:space="preserve"> vedrører en a</w:t>
            </w:r>
            <w:r w:rsidR="006860EF">
              <w:t>f</w:t>
            </w:r>
            <w:r w:rsidR="006860EF">
              <w:t>giftsfrita</w:t>
            </w:r>
            <w:r w:rsidR="0081485E">
              <w:t>gelse</w:t>
            </w:r>
            <w:r w:rsidR="006860EF">
              <w:t xml:space="preserve"> for biobrænd</w:t>
            </w:r>
            <w:r w:rsidR="00DA541C">
              <w:t xml:space="preserve">sel i form af </w:t>
            </w:r>
            <w:r w:rsidR="006860EF">
              <w:t>motorbrændstof.  Med dette for</w:t>
            </w:r>
            <w:r w:rsidR="0081485E">
              <w:t>slag foreslås det</w:t>
            </w:r>
            <w:r w:rsidR="006860EF">
              <w:t xml:space="preserve"> at p</w:t>
            </w:r>
            <w:r w:rsidR="006860EF">
              <w:t>å</w:t>
            </w:r>
            <w:r w:rsidR="006860EF">
              <w:lastRenderedPageBreak/>
              <w:t xml:space="preserve">lægge afgift på bioolier mv. til opvarmning. Der ændres ikke på de gældende afgiftsregler for </w:t>
            </w:r>
            <w:r w:rsidR="00DA541C">
              <w:t>biobrændsel i form af moto</w:t>
            </w:r>
            <w:r w:rsidR="00DA541C">
              <w:t>r</w:t>
            </w:r>
            <w:r w:rsidR="00DA541C">
              <w:t xml:space="preserve">brændstof. </w:t>
            </w:r>
            <w:r w:rsidR="006860EF">
              <w:t xml:space="preserve"> </w:t>
            </w:r>
          </w:p>
          <w:p w:rsidR="00C418D5" w:rsidRDefault="006860EF" w:rsidP="00A413CB">
            <w:pPr>
              <w:pStyle w:val="Tabel-BrdtekstmedafstandptekstGaramond"/>
            </w:pPr>
            <w:r>
              <w:t xml:space="preserve">Sverige har </w:t>
            </w:r>
            <w:r w:rsidR="00405D82">
              <w:t>fået statsstøttego</w:t>
            </w:r>
            <w:r w:rsidR="00405D82">
              <w:t>d</w:t>
            </w:r>
            <w:r w:rsidR="00405D82">
              <w:t xml:space="preserve">kendt en afgiftsfritagelse </w:t>
            </w:r>
            <w:r w:rsidR="004E7461">
              <w:t xml:space="preserve">for </w:t>
            </w:r>
            <w:r w:rsidR="00A413CB">
              <w:t xml:space="preserve">energi- og CO2-afgift </w:t>
            </w:r>
            <w:r w:rsidR="00405D82">
              <w:t>for biol</w:t>
            </w:r>
            <w:r w:rsidR="00405D82">
              <w:t>i</w:t>
            </w:r>
            <w:r w:rsidR="00405D82">
              <w:t xml:space="preserve">er mv. til opvarmning. </w:t>
            </w:r>
            <w:r w:rsidR="0081485E">
              <w:t xml:space="preserve">Sverige fik oprindelig godkendt </w:t>
            </w:r>
            <w:r w:rsidR="008B6F00">
              <w:t>ved N866/2006 - Skattefritagelse for visse biobrændsler anvendt som brændsel til opvarmn</w:t>
            </w:r>
            <w:r w:rsidR="00554042">
              <w:t>ing, og senest ved SA.</w:t>
            </w:r>
            <w:r w:rsidR="008B6F00">
              <w:t xml:space="preserve">35586 (2012/N). </w:t>
            </w:r>
            <w:r w:rsidR="005D2434">
              <w:t>Godkendelsen gæ</w:t>
            </w:r>
            <w:r w:rsidR="005D2434">
              <w:t>l</w:t>
            </w:r>
            <w:r w:rsidR="005D2434">
              <w:t xml:space="preserve">der for perioden 1. januar 2013 til 31. december 2018. </w:t>
            </w:r>
            <w:r w:rsidR="00C418D5">
              <w:t>Som fø</w:t>
            </w:r>
            <w:r w:rsidR="00C418D5">
              <w:t>l</w:t>
            </w:r>
            <w:r w:rsidR="00C418D5">
              <w:t>ge af kravet om, at der ikke må ske overkom</w:t>
            </w:r>
            <w:r w:rsidR="00A64ACD">
              <w:t>pensation, har de svenske myndigheder forpligtet sig til årligt at kontrollere n</w:t>
            </w:r>
            <w:r w:rsidR="00A64ACD">
              <w:t>i</w:t>
            </w:r>
            <w:r w:rsidR="00A64ACD">
              <w:t>veauet med henblik på at sikre, at der ikke sker overkompens</w:t>
            </w:r>
            <w:r w:rsidR="00A64ACD">
              <w:t>a</w:t>
            </w:r>
            <w:r w:rsidR="00A64ACD">
              <w:t>tion</w:t>
            </w:r>
            <w:r w:rsidR="00E0717C">
              <w:t xml:space="preserve"> og samtidig årligt at orie</w:t>
            </w:r>
            <w:r w:rsidR="00E0717C">
              <w:t>n</w:t>
            </w:r>
            <w:r w:rsidR="00E0717C">
              <w:t>tere Kommissionen om status</w:t>
            </w:r>
            <w:r w:rsidR="00A64ACD">
              <w:t>. Sverige har senest i 2013 æ</w:t>
            </w:r>
            <w:r w:rsidR="00A64ACD">
              <w:t>n</w:t>
            </w:r>
            <w:r w:rsidR="00A64ACD">
              <w:t xml:space="preserve">dret deres lovgivning for netop at sikre at der ikke </w:t>
            </w:r>
            <w:r w:rsidR="00A64ACD" w:rsidRPr="00CD44C9">
              <w:t>sker ove</w:t>
            </w:r>
            <w:r w:rsidR="00A64ACD" w:rsidRPr="00CD44C9">
              <w:t>r</w:t>
            </w:r>
            <w:r w:rsidR="00A64ACD" w:rsidRPr="00CD44C9">
              <w:t xml:space="preserve">kompensation. </w:t>
            </w:r>
          </w:p>
          <w:p w:rsidR="008B6F00" w:rsidRDefault="008B6F00" w:rsidP="008B6F00">
            <w:pPr>
              <w:pStyle w:val="Tabel-BrdtekstmedafstandptekstGaramond"/>
            </w:pPr>
          </w:p>
          <w:p w:rsidR="0081485E" w:rsidRDefault="0081485E" w:rsidP="00C822E1">
            <w:pPr>
              <w:pStyle w:val="Tabel-BrdtekstmedafstandptekstGaramond"/>
            </w:pPr>
          </w:p>
          <w:p w:rsidR="0081485E" w:rsidRDefault="0081485E" w:rsidP="00C822E1">
            <w:pPr>
              <w:pStyle w:val="Tabel-BrdtekstmedafstandptekstGaramond"/>
            </w:pPr>
          </w:p>
          <w:p w:rsidR="00B543BE" w:rsidRDefault="00B543BE" w:rsidP="00C822E1">
            <w:pPr>
              <w:pStyle w:val="Tabel-BrdtekstmedafstandptekstGaramond"/>
            </w:pPr>
          </w:p>
          <w:p w:rsidR="00B543BE" w:rsidRDefault="00B543BE" w:rsidP="00C822E1">
            <w:pPr>
              <w:pStyle w:val="Tabel-BrdtekstmedafstandptekstGaramond"/>
            </w:pPr>
          </w:p>
          <w:p w:rsidR="00C822E1" w:rsidRPr="00C822E1" w:rsidRDefault="00C822E1" w:rsidP="00C822E1">
            <w:pPr>
              <w:pStyle w:val="Tabel-BrdtekstmedafstandptekstGaramond"/>
            </w:pPr>
          </w:p>
          <w:p w:rsidR="00C822E1" w:rsidRDefault="00C822E1" w:rsidP="00C822E1">
            <w:pPr>
              <w:pStyle w:val="Tabel-BrdtekstmedafstandptekstGaramond"/>
            </w:pPr>
          </w:p>
          <w:p w:rsidR="00084812" w:rsidRDefault="00084812" w:rsidP="00C822E1">
            <w:pPr>
              <w:pStyle w:val="Tabel-BrdtekstmedafstandptekstGaramond"/>
            </w:pPr>
          </w:p>
        </w:tc>
      </w:tr>
      <w:tr w:rsidR="00474E2F" w:rsidRPr="00B5346F" w:rsidTr="00465B41">
        <w:tc>
          <w:tcPr>
            <w:tcW w:w="1701" w:type="dxa"/>
            <w:tcBorders>
              <w:top w:val="single" w:sz="4" w:space="0" w:color="D1C5C3" w:themeColor="accent3"/>
              <w:bottom w:val="single" w:sz="4" w:space="0" w:color="D1C5C3" w:themeColor="accent3"/>
            </w:tcBorders>
            <w:shd w:val="clear" w:color="auto" w:fill="FBF9F9"/>
          </w:tcPr>
          <w:p w:rsidR="003247A4" w:rsidRDefault="00455CBA" w:rsidP="00455CBA">
            <w:pPr>
              <w:pStyle w:val="Tabel-BrdtekstmedafstandptekstGaramond"/>
              <w:rPr>
                <w:i/>
              </w:rPr>
            </w:pPr>
            <w:r>
              <w:rPr>
                <w:i/>
              </w:rPr>
              <w:lastRenderedPageBreak/>
              <w:t>Sikkerhedsst</w:t>
            </w:r>
            <w:r>
              <w:rPr>
                <w:i/>
              </w:rPr>
              <w:t>y</w:t>
            </w:r>
            <w:r>
              <w:rPr>
                <w:i/>
              </w:rPr>
              <w:t>relsen</w:t>
            </w:r>
            <w:r w:rsidRPr="003D1231">
              <w:rPr>
                <w:i/>
              </w:rPr>
              <w:t xml:space="preserve"> </w:t>
            </w:r>
          </w:p>
        </w:tc>
        <w:tc>
          <w:tcPr>
            <w:tcW w:w="142" w:type="dxa"/>
            <w:shd w:val="clear" w:color="auto" w:fill="FFFFFF" w:themeFill="background1"/>
          </w:tcPr>
          <w:p w:rsidR="003247A4" w:rsidRPr="00B5346F" w:rsidRDefault="003247A4" w:rsidP="000B4D0B"/>
        </w:tc>
        <w:tc>
          <w:tcPr>
            <w:tcW w:w="4517" w:type="dxa"/>
            <w:tcBorders>
              <w:top w:val="single" w:sz="4" w:space="0" w:color="D1C5C3" w:themeColor="accent3"/>
              <w:bottom w:val="single" w:sz="4" w:space="0" w:color="D1C5C3" w:themeColor="accent3"/>
            </w:tcBorders>
            <w:shd w:val="clear" w:color="auto" w:fill="FBF9F9"/>
          </w:tcPr>
          <w:p w:rsidR="003247A4" w:rsidRPr="00D6428A" w:rsidRDefault="003D1231" w:rsidP="003D1231">
            <w:pPr>
              <w:pStyle w:val="Tabel-BrdtekstmedafstandptekstGaramond"/>
              <w:ind w:left="0"/>
            </w:pPr>
            <w:r>
              <w:t xml:space="preserve">    Ingen bemærkninger.</w:t>
            </w:r>
          </w:p>
        </w:tc>
        <w:tc>
          <w:tcPr>
            <w:tcW w:w="115" w:type="dxa"/>
            <w:shd w:val="clear" w:color="auto" w:fill="FFFFFF" w:themeFill="background1"/>
          </w:tcPr>
          <w:p w:rsidR="003247A4" w:rsidRPr="00B5346F" w:rsidRDefault="003247A4" w:rsidP="000B4D0B"/>
        </w:tc>
        <w:tc>
          <w:tcPr>
            <w:tcW w:w="3164" w:type="dxa"/>
            <w:tcBorders>
              <w:top w:val="single" w:sz="4" w:space="0" w:color="14143C" w:themeColor="accent1"/>
              <w:bottom w:val="single" w:sz="4" w:space="0" w:color="14143C" w:themeColor="accent1"/>
            </w:tcBorders>
            <w:shd w:val="clear" w:color="auto" w:fill="D2CED8"/>
          </w:tcPr>
          <w:p w:rsidR="003247A4" w:rsidRDefault="003247A4" w:rsidP="000B4D0B">
            <w:pPr>
              <w:pStyle w:val="Tabel-BrdtekstmedafstandptekstGaramond"/>
            </w:pPr>
          </w:p>
        </w:tc>
      </w:tr>
      <w:tr w:rsidR="00455CBA" w:rsidRPr="00B5346F" w:rsidTr="00465B41">
        <w:tc>
          <w:tcPr>
            <w:tcW w:w="1701" w:type="dxa"/>
            <w:tcBorders>
              <w:top w:val="single" w:sz="4" w:space="0" w:color="D1C5C3" w:themeColor="accent3"/>
              <w:bottom w:val="single" w:sz="4" w:space="0" w:color="D1C5C3" w:themeColor="accent3"/>
            </w:tcBorders>
            <w:shd w:val="clear" w:color="auto" w:fill="FBF9F9"/>
          </w:tcPr>
          <w:p w:rsidR="00455CBA" w:rsidRDefault="00455CBA" w:rsidP="00455CBA">
            <w:pPr>
              <w:pStyle w:val="Tabel-BrdtekstmedafstandptekstGaramond"/>
              <w:rPr>
                <w:i/>
              </w:rPr>
            </w:pPr>
            <w:r>
              <w:rPr>
                <w:i/>
              </w:rPr>
              <w:t>SKAT</w:t>
            </w:r>
          </w:p>
        </w:tc>
        <w:tc>
          <w:tcPr>
            <w:tcW w:w="142" w:type="dxa"/>
            <w:shd w:val="clear" w:color="auto" w:fill="FFFFFF" w:themeFill="background1"/>
          </w:tcPr>
          <w:p w:rsidR="00455CBA" w:rsidRPr="00B5346F" w:rsidRDefault="00455CBA" w:rsidP="000B4D0B"/>
        </w:tc>
        <w:tc>
          <w:tcPr>
            <w:tcW w:w="4517" w:type="dxa"/>
            <w:tcBorders>
              <w:top w:val="single" w:sz="4" w:space="0" w:color="D1C5C3" w:themeColor="accent3"/>
              <w:bottom w:val="single" w:sz="4" w:space="0" w:color="D1C5C3" w:themeColor="accent3"/>
            </w:tcBorders>
            <w:shd w:val="clear" w:color="auto" w:fill="FBF9F9"/>
          </w:tcPr>
          <w:p w:rsidR="00455CBA" w:rsidRPr="00377480" w:rsidRDefault="00377480" w:rsidP="00377480">
            <w:pPr>
              <w:pStyle w:val="Tabel-BrdtekstmedafstandptekstGaramond"/>
            </w:pPr>
            <w:r w:rsidRPr="00377480">
              <w:t>SKAT har forskellige bemærkninger af lovte</w:t>
            </w:r>
            <w:r w:rsidRPr="00377480">
              <w:t>k</w:t>
            </w:r>
            <w:r w:rsidRPr="00377480">
              <w:t>nisk karakter i forhold til ændringerne i energ</w:t>
            </w:r>
            <w:r w:rsidRPr="00377480">
              <w:t>i</w:t>
            </w:r>
            <w:r w:rsidRPr="00377480">
              <w:t xml:space="preserve">afgifterne. </w:t>
            </w:r>
          </w:p>
        </w:tc>
        <w:tc>
          <w:tcPr>
            <w:tcW w:w="115" w:type="dxa"/>
            <w:shd w:val="clear" w:color="auto" w:fill="FFFFFF" w:themeFill="background1"/>
          </w:tcPr>
          <w:p w:rsidR="00455CBA" w:rsidRPr="00B5346F" w:rsidRDefault="00455CBA" w:rsidP="000B4D0B"/>
        </w:tc>
        <w:tc>
          <w:tcPr>
            <w:tcW w:w="3164" w:type="dxa"/>
            <w:tcBorders>
              <w:top w:val="single" w:sz="4" w:space="0" w:color="14143C" w:themeColor="accent1"/>
              <w:bottom w:val="single" w:sz="4" w:space="0" w:color="14143C" w:themeColor="accent1"/>
            </w:tcBorders>
            <w:shd w:val="clear" w:color="auto" w:fill="D2CED8"/>
          </w:tcPr>
          <w:p w:rsidR="00455CBA" w:rsidRDefault="00377480" w:rsidP="00377480">
            <w:pPr>
              <w:pStyle w:val="Tabel-BrdtekstmedafstandptekstGaramond"/>
            </w:pPr>
            <w:r>
              <w:t xml:space="preserve">Disse er </w:t>
            </w:r>
            <w:r w:rsidR="00203AB1">
              <w:t xml:space="preserve">i videst muligt omfang </w:t>
            </w:r>
            <w:r>
              <w:t>inddraget i det endelige lo</w:t>
            </w:r>
            <w:r>
              <w:t>v</w:t>
            </w:r>
            <w:r>
              <w:t xml:space="preserve">forslag.  </w:t>
            </w:r>
          </w:p>
        </w:tc>
      </w:tr>
      <w:tr w:rsidR="00474E2F" w:rsidRPr="00B5346F" w:rsidTr="00465B41">
        <w:tc>
          <w:tcPr>
            <w:tcW w:w="1701" w:type="dxa"/>
            <w:tcBorders>
              <w:top w:val="single" w:sz="4" w:space="0" w:color="D1C5C3" w:themeColor="accent3"/>
              <w:bottom w:val="single" w:sz="4" w:space="0" w:color="D1C5C3" w:themeColor="accent3"/>
            </w:tcBorders>
            <w:shd w:val="clear" w:color="auto" w:fill="FBF9F9"/>
          </w:tcPr>
          <w:p w:rsidR="00600E3E" w:rsidRPr="00600E3E" w:rsidRDefault="00455CBA" w:rsidP="00815F28">
            <w:pPr>
              <w:pStyle w:val="Tabel-BrdtekstmedafstandptekstGaramond"/>
              <w:rPr>
                <w:i/>
              </w:rPr>
            </w:pPr>
            <w:r>
              <w:rPr>
                <w:i/>
              </w:rPr>
              <w:t>SR</w:t>
            </w:r>
            <w:r w:rsidR="00A17B48">
              <w:rPr>
                <w:i/>
              </w:rPr>
              <w:t>F S</w:t>
            </w:r>
            <w:r w:rsidRPr="003D1231">
              <w:rPr>
                <w:i/>
              </w:rPr>
              <w:t>kattefa</w:t>
            </w:r>
            <w:r w:rsidRPr="003D1231">
              <w:rPr>
                <w:i/>
              </w:rPr>
              <w:t>g</w:t>
            </w:r>
            <w:r w:rsidRPr="003D1231">
              <w:rPr>
                <w:i/>
              </w:rPr>
              <w:t>lig Forening</w:t>
            </w:r>
          </w:p>
        </w:tc>
        <w:tc>
          <w:tcPr>
            <w:tcW w:w="142" w:type="dxa"/>
            <w:shd w:val="clear" w:color="auto" w:fill="FFFFFF" w:themeFill="background1"/>
          </w:tcPr>
          <w:p w:rsidR="00600E3E" w:rsidRPr="00B5346F" w:rsidRDefault="00600E3E" w:rsidP="000B4D0B"/>
        </w:tc>
        <w:tc>
          <w:tcPr>
            <w:tcW w:w="4517" w:type="dxa"/>
            <w:tcBorders>
              <w:top w:val="single" w:sz="4" w:space="0" w:color="D1C5C3" w:themeColor="accent3"/>
              <w:bottom w:val="single" w:sz="4" w:space="0" w:color="D1C5C3" w:themeColor="accent3"/>
            </w:tcBorders>
            <w:shd w:val="clear" w:color="auto" w:fill="FBF9F9"/>
          </w:tcPr>
          <w:p w:rsidR="00600E3E" w:rsidRPr="00B5346F" w:rsidRDefault="00B14F26" w:rsidP="000B4D0B">
            <w:pPr>
              <w:pStyle w:val="Tabel-BrdtekstmedafstandptekstGaramond"/>
            </w:pPr>
            <w:r>
              <w:t>I</w:t>
            </w:r>
            <w:r w:rsidR="00C32347">
              <w:t xml:space="preserve">ngen bemærkninger. </w:t>
            </w:r>
          </w:p>
        </w:tc>
        <w:tc>
          <w:tcPr>
            <w:tcW w:w="115" w:type="dxa"/>
            <w:shd w:val="clear" w:color="auto" w:fill="FFFFFF" w:themeFill="background1"/>
          </w:tcPr>
          <w:p w:rsidR="00600E3E" w:rsidRPr="00B5346F" w:rsidRDefault="00600E3E" w:rsidP="000B4D0B"/>
        </w:tc>
        <w:tc>
          <w:tcPr>
            <w:tcW w:w="3164" w:type="dxa"/>
            <w:tcBorders>
              <w:top w:val="single" w:sz="4" w:space="0" w:color="14143C" w:themeColor="accent1"/>
              <w:bottom w:val="single" w:sz="4" w:space="0" w:color="14143C" w:themeColor="accent1"/>
            </w:tcBorders>
            <w:shd w:val="clear" w:color="auto" w:fill="D2CED8"/>
          </w:tcPr>
          <w:p w:rsidR="00600E3E" w:rsidRPr="00B5346F" w:rsidRDefault="00600E3E" w:rsidP="000B4D0B">
            <w:pPr>
              <w:pStyle w:val="Tabel-BrdtekstmedafstandptekstGaramond"/>
            </w:pPr>
          </w:p>
        </w:tc>
      </w:tr>
      <w:tr w:rsidR="00474E2F" w:rsidRPr="00B5346F" w:rsidTr="00465B41">
        <w:tc>
          <w:tcPr>
            <w:tcW w:w="1701" w:type="dxa"/>
            <w:tcBorders>
              <w:top w:val="single" w:sz="4" w:space="0" w:color="D1C5C3" w:themeColor="accent3"/>
              <w:bottom w:val="single" w:sz="4" w:space="0" w:color="D1C5C3" w:themeColor="accent3"/>
            </w:tcBorders>
            <w:shd w:val="clear" w:color="auto" w:fill="FBF9F9"/>
          </w:tcPr>
          <w:p w:rsidR="00645409" w:rsidRPr="00600E3E" w:rsidRDefault="000D2DD7" w:rsidP="00815F28">
            <w:pPr>
              <w:pStyle w:val="Tabel-BrdtekstmedafstandptekstGaramond"/>
              <w:rPr>
                <w:i/>
              </w:rPr>
            </w:pPr>
            <w:r>
              <w:rPr>
                <w:i/>
              </w:rPr>
              <w:t>Søfartsstyrelsen</w:t>
            </w:r>
          </w:p>
        </w:tc>
        <w:tc>
          <w:tcPr>
            <w:tcW w:w="142" w:type="dxa"/>
            <w:shd w:val="clear" w:color="auto" w:fill="FFFFFF" w:themeFill="background1"/>
          </w:tcPr>
          <w:p w:rsidR="00645409" w:rsidRPr="00B5346F" w:rsidRDefault="00645409" w:rsidP="000B4D0B"/>
        </w:tc>
        <w:tc>
          <w:tcPr>
            <w:tcW w:w="4517" w:type="dxa"/>
            <w:tcBorders>
              <w:top w:val="single" w:sz="4" w:space="0" w:color="D1C5C3" w:themeColor="accent3"/>
              <w:bottom w:val="single" w:sz="4" w:space="0" w:color="D1C5C3" w:themeColor="accent3"/>
            </w:tcBorders>
            <w:shd w:val="clear" w:color="auto" w:fill="FBF9F9"/>
          </w:tcPr>
          <w:p w:rsidR="00645409" w:rsidRPr="00B5346F" w:rsidRDefault="00B14F26" w:rsidP="000B4D0B">
            <w:pPr>
              <w:pStyle w:val="Tabel-BrdtekstmedafstandptekstGaramond"/>
            </w:pPr>
            <w:r>
              <w:t>I</w:t>
            </w:r>
            <w:r w:rsidR="000D2DD7">
              <w:t>ngen bemærkninger.</w:t>
            </w:r>
          </w:p>
        </w:tc>
        <w:tc>
          <w:tcPr>
            <w:tcW w:w="115" w:type="dxa"/>
            <w:shd w:val="clear" w:color="auto" w:fill="FFFFFF" w:themeFill="background1"/>
          </w:tcPr>
          <w:p w:rsidR="00645409" w:rsidRPr="00B5346F" w:rsidRDefault="00645409" w:rsidP="000B4D0B"/>
        </w:tc>
        <w:tc>
          <w:tcPr>
            <w:tcW w:w="3164" w:type="dxa"/>
            <w:tcBorders>
              <w:top w:val="single" w:sz="4" w:space="0" w:color="14143C" w:themeColor="accent1"/>
              <w:bottom w:val="single" w:sz="4" w:space="0" w:color="14143C" w:themeColor="accent1"/>
            </w:tcBorders>
            <w:shd w:val="clear" w:color="auto" w:fill="D2CED8"/>
          </w:tcPr>
          <w:p w:rsidR="00645409" w:rsidRPr="00B5346F" w:rsidRDefault="00645409" w:rsidP="000B4D0B">
            <w:pPr>
              <w:pStyle w:val="Tabel-BrdtekstmedafstandptekstGaramond"/>
            </w:pPr>
          </w:p>
        </w:tc>
      </w:tr>
      <w:tr w:rsidR="00474E2F" w:rsidRPr="00B5346F" w:rsidTr="00465B41">
        <w:tc>
          <w:tcPr>
            <w:tcW w:w="1701" w:type="dxa"/>
            <w:tcBorders>
              <w:top w:val="single" w:sz="4" w:space="0" w:color="D1C5C3" w:themeColor="accent3"/>
              <w:bottom w:val="single" w:sz="4" w:space="0" w:color="D1C5C3" w:themeColor="accent3"/>
            </w:tcBorders>
            <w:shd w:val="clear" w:color="auto" w:fill="FBF9F9"/>
          </w:tcPr>
          <w:p w:rsidR="00645409" w:rsidRPr="000D048F" w:rsidRDefault="005F719E" w:rsidP="00815F28">
            <w:pPr>
              <w:pStyle w:val="Tabel-BrdtekstmedafstandptekstGaramond"/>
              <w:rPr>
                <w:i/>
              </w:rPr>
            </w:pPr>
            <w:r w:rsidRPr="000D048F">
              <w:rPr>
                <w:i/>
              </w:rPr>
              <w:t>Tobaksindustr</w:t>
            </w:r>
            <w:r w:rsidRPr="000D048F">
              <w:rPr>
                <w:i/>
              </w:rPr>
              <w:t>i</w:t>
            </w:r>
            <w:r w:rsidRPr="000D048F">
              <w:rPr>
                <w:i/>
              </w:rPr>
              <w:t>en</w:t>
            </w:r>
          </w:p>
        </w:tc>
        <w:tc>
          <w:tcPr>
            <w:tcW w:w="142" w:type="dxa"/>
            <w:shd w:val="clear" w:color="auto" w:fill="FFFFFF" w:themeFill="background1"/>
          </w:tcPr>
          <w:p w:rsidR="00645409" w:rsidRPr="000D048F" w:rsidRDefault="00645409" w:rsidP="000B4D0B"/>
        </w:tc>
        <w:tc>
          <w:tcPr>
            <w:tcW w:w="4517" w:type="dxa"/>
            <w:tcBorders>
              <w:top w:val="single" w:sz="4" w:space="0" w:color="D1C5C3" w:themeColor="accent3"/>
              <w:bottom w:val="single" w:sz="4" w:space="0" w:color="D1C5C3" w:themeColor="accent3"/>
            </w:tcBorders>
            <w:shd w:val="clear" w:color="auto" w:fill="FBF9F9"/>
          </w:tcPr>
          <w:p w:rsidR="0073255B" w:rsidRPr="000D048F" w:rsidRDefault="0073255B" w:rsidP="0073255B">
            <w:pPr>
              <w:spacing w:before="240" w:after="240"/>
              <w:ind w:left="171" w:right="154"/>
              <w:rPr>
                <w:rFonts w:cs="Times New Roman"/>
                <w:iCs/>
                <w:color w:val="000000"/>
              </w:rPr>
            </w:pPr>
            <w:r w:rsidRPr="000D048F">
              <w:rPr>
                <w:rFonts w:cs="Times New Roman"/>
                <w:iCs/>
                <w:color w:val="000000"/>
              </w:rPr>
              <w:t>Tobaksindustrien oplyser, at dens medlemmer fremstiller cigarer m.v., pibetobak, rulletobak samt røgfri tobak, men ikke cigaretter. En stor del af produktionen eksporteres, men hjemm</w:t>
            </w:r>
            <w:r w:rsidRPr="000D048F">
              <w:rPr>
                <w:rFonts w:cs="Times New Roman"/>
                <w:iCs/>
                <w:color w:val="000000"/>
              </w:rPr>
              <w:t>e</w:t>
            </w:r>
            <w:r w:rsidRPr="000D048F">
              <w:rPr>
                <w:rFonts w:cs="Times New Roman"/>
                <w:iCs/>
                <w:color w:val="000000"/>
              </w:rPr>
              <w:t>markedet betyder også meget. Foreningen anf</w:t>
            </w:r>
            <w:r w:rsidRPr="000D048F">
              <w:rPr>
                <w:rFonts w:cs="Times New Roman"/>
                <w:iCs/>
                <w:color w:val="000000"/>
              </w:rPr>
              <w:t>ø</w:t>
            </w:r>
            <w:r w:rsidRPr="000D048F">
              <w:rPr>
                <w:rFonts w:cs="Times New Roman"/>
                <w:iCs/>
                <w:color w:val="000000"/>
              </w:rPr>
              <w:t>rer, at cigarkategorien består af mange forskellige produkter, som prismæssigt varier</w:t>
            </w:r>
            <w:r w:rsidR="003B447F">
              <w:rPr>
                <w:rFonts w:cs="Times New Roman"/>
                <w:iCs/>
                <w:color w:val="000000"/>
              </w:rPr>
              <w:t>er</w:t>
            </w:r>
            <w:r w:rsidRPr="000D048F">
              <w:rPr>
                <w:rFonts w:cs="Times New Roman"/>
                <w:iCs/>
                <w:color w:val="000000"/>
              </w:rPr>
              <w:t xml:space="preserve"> meget. </w:t>
            </w:r>
          </w:p>
          <w:p w:rsidR="0073255B" w:rsidRPr="000D048F" w:rsidRDefault="0073255B" w:rsidP="0073255B">
            <w:pPr>
              <w:spacing w:before="240" w:after="240"/>
              <w:ind w:left="171" w:right="154"/>
              <w:rPr>
                <w:rFonts w:cs="Times New Roman"/>
                <w:iCs/>
                <w:color w:val="000000"/>
              </w:rPr>
            </w:pPr>
            <w:r w:rsidRPr="000D048F">
              <w:rPr>
                <w:rFonts w:cs="Times New Roman"/>
                <w:iCs/>
                <w:color w:val="000000"/>
              </w:rPr>
              <w:t>Tobaksindustrien er af den opfattelse, at forsl</w:t>
            </w:r>
            <w:r w:rsidRPr="000D048F">
              <w:rPr>
                <w:rFonts w:cs="Times New Roman"/>
                <w:iCs/>
                <w:color w:val="000000"/>
              </w:rPr>
              <w:t>a</w:t>
            </w:r>
            <w:r w:rsidRPr="000D048F">
              <w:rPr>
                <w:rFonts w:cs="Times New Roman"/>
                <w:iCs/>
                <w:color w:val="000000"/>
              </w:rPr>
              <w:t>get især vil skade danske virksomheder og give næring til en mærkbar forøget grænsehandel.</w:t>
            </w:r>
          </w:p>
          <w:p w:rsidR="0073255B" w:rsidRPr="000D048F" w:rsidRDefault="0073255B" w:rsidP="0073255B">
            <w:pPr>
              <w:spacing w:before="240" w:after="240"/>
              <w:ind w:left="171" w:right="154"/>
              <w:rPr>
                <w:rFonts w:cs="Times New Roman"/>
                <w:iCs/>
                <w:color w:val="000000"/>
              </w:rPr>
            </w:pPr>
            <w:r w:rsidRPr="000D048F">
              <w:rPr>
                <w:rFonts w:cs="Times New Roman"/>
                <w:iCs/>
                <w:color w:val="000000"/>
              </w:rPr>
              <w:t>Foreningen anbefaler, at afgiftsforhøjelsen ikke gennemføres på én gang, men trinvist. Altern</w:t>
            </w:r>
            <w:r w:rsidRPr="000D048F">
              <w:rPr>
                <w:rFonts w:cs="Times New Roman"/>
                <w:iCs/>
                <w:color w:val="000000"/>
              </w:rPr>
              <w:t>a</w:t>
            </w:r>
            <w:r w:rsidRPr="000D048F">
              <w:rPr>
                <w:rFonts w:cs="Times New Roman"/>
                <w:iCs/>
                <w:color w:val="000000"/>
              </w:rPr>
              <w:lastRenderedPageBreak/>
              <w:t>tivt, at afgiftsforhøjelsen samlet set gøres mindre.</w:t>
            </w:r>
          </w:p>
          <w:p w:rsidR="0073255B" w:rsidRPr="000D048F" w:rsidRDefault="003B447F" w:rsidP="0073255B">
            <w:pPr>
              <w:spacing w:before="240" w:after="240"/>
              <w:ind w:left="171" w:right="154"/>
              <w:rPr>
                <w:rFonts w:cs="Times New Roman"/>
                <w:iCs/>
                <w:color w:val="000000"/>
              </w:rPr>
            </w:pPr>
            <w:r>
              <w:rPr>
                <w:rFonts w:cs="Times New Roman"/>
                <w:iCs/>
                <w:color w:val="000000"/>
              </w:rPr>
              <w:t>Foreningen er ikke så bekymret</w:t>
            </w:r>
            <w:r w:rsidR="0073255B" w:rsidRPr="000D048F">
              <w:rPr>
                <w:rFonts w:cs="Times New Roman"/>
                <w:iCs/>
                <w:color w:val="000000"/>
              </w:rPr>
              <w:t xml:space="preserve"> over, at afgiften sættes op, men over den kraft, hvormed det sker.</w:t>
            </w:r>
          </w:p>
          <w:p w:rsidR="0073255B" w:rsidRPr="000D048F" w:rsidRDefault="0073255B" w:rsidP="0073255B">
            <w:pPr>
              <w:spacing w:before="240" w:after="240"/>
              <w:ind w:left="171" w:right="154"/>
              <w:rPr>
                <w:rFonts w:cs="Times New Roman"/>
                <w:iCs/>
                <w:color w:val="000000"/>
              </w:rPr>
            </w:pPr>
            <w:r w:rsidRPr="000D048F">
              <w:rPr>
                <w:rFonts w:cs="Times New Roman"/>
                <w:iCs/>
                <w:color w:val="000000"/>
              </w:rPr>
              <w:t>Foreningen anfører, at i bestræbelserne på at sidestille prisen på cigaretter og de billigste cig</w:t>
            </w:r>
            <w:r w:rsidRPr="000D048F">
              <w:rPr>
                <w:rFonts w:cs="Times New Roman"/>
                <w:iCs/>
                <w:color w:val="000000"/>
              </w:rPr>
              <w:t>a</w:t>
            </w:r>
            <w:r w:rsidRPr="000D048F">
              <w:rPr>
                <w:rFonts w:cs="Times New Roman"/>
                <w:iCs/>
                <w:color w:val="000000"/>
              </w:rPr>
              <w:t>rillos, såkaldte ”Little Cigars”, er der valgt en model, der udover prisstigninger på 100 pct. på ”Little Cigars” desværre samtidig rammer de tr</w:t>
            </w:r>
            <w:r w:rsidRPr="000D048F">
              <w:rPr>
                <w:rFonts w:cs="Times New Roman"/>
                <w:iCs/>
                <w:color w:val="000000"/>
              </w:rPr>
              <w:t>a</w:t>
            </w:r>
            <w:r w:rsidRPr="000D048F">
              <w:rPr>
                <w:rFonts w:cs="Times New Roman"/>
                <w:iCs/>
                <w:color w:val="000000"/>
              </w:rPr>
              <w:t>ditionelle cigarillos, cerutter og cigarer – produ</w:t>
            </w:r>
            <w:r w:rsidRPr="000D048F">
              <w:rPr>
                <w:rFonts w:cs="Times New Roman"/>
                <w:iCs/>
                <w:color w:val="000000"/>
              </w:rPr>
              <w:t>k</w:t>
            </w:r>
            <w:r w:rsidRPr="000D048F">
              <w:rPr>
                <w:rFonts w:cs="Times New Roman"/>
                <w:iCs/>
                <w:color w:val="000000"/>
              </w:rPr>
              <w:t>ter som i dag er dyrere end cigare</w:t>
            </w:r>
            <w:r w:rsidR="003B447F">
              <w:rPr>
                <w:rFonts w:cs="Times New Roman"/>
                <w:iCs/>
                <w:color w:val="000000"/>
              </w:rPr>
              <w:t>tter og som overvejende nydes af</w:t>
            </w:r>
            <w:r w:rsidRPr="000D048F">
              <w:rPr>
                <w:rFonts w:cs="Times New Roman"/>
                <w:iCs/>
                <w:color w:val="000000"/>
              </w:rPr>
              <w:t xml:space="preserve"> et modent brugersegment – med prisstigninger på op mod 19 pct. For e</w:t>
            </w:r>
            <w:r w:rsidRPr="000D048F">
              <w:rPr>
                <w:rFonts w:cs="Times New Roman"/>
                <w:iCs/>
                <w:color w:val="000000"/>
              </w:rPr>
              <w:t>k</w:t>
            </w:r>
            <w:r w:rsidRPr="000D048F">
              <w:rPr>
                <w:rFonts w:cs="Times New Roman"/>
                <w:iCs/>
                <w:color w:val="000000"/>
              </w:rPr>
              <w:t xml:space="preserve">sempel vil en pakke Café </w:t>
            </w:r>
            <w:proofErr w:type="spellStart"/>
            <w:r w:rsidRPr="000D048F">
              <w:rPr>
                <w:rFonts w:cs="Times New Roman"/>
                <w:iCs/>
                <w:color w:val="000000"/>
              </w:rPr>
              <w:t>Créme</w:t>
            </w:r>
            <w:proofErr w:type="spellEnd"/>
            <w:r w:rsidRPr="000D048F">
              <w:rPr>
                <w:rFonts w:cs="Times New Roman"/>
                <w:iCs/>
                <w:color w:val="000000"/>
              </w:rPr>
              <w:t xml:space="preserve"> stige fra 46 kr. til 54,60 kr. Effekten er særlig hård, fordi den sker i et hjemmemarked, der i forvejen er støt faldende, og hvor foreningens medlemmer er de primære markedsudbydere. Siden den seneste a</w:t>
            </w:r>
            <w:r w:rsidRPr="000D048F">
              <w:rPr>
                <w:rFonts w:cs="Times New Roman"/>
                <w:iCs/>
                <w:color w:val="000000"/>
              </w:rPr>
              <w:t>f</w:t>
            </w:r>
            <w:r w:rsidRPr="000D048F">
              <w:rPr>
                <w:rFonts w:cs="Times New Roman"/>
                <w:iCs/>
                <w:color w:val="000000"/>
              </w:rPr>
              <w:t>giftsforhøjelse i 1978 er markedet faldet med 80 pct. Det er kun i kategorien ”Little Cigars”, der har fundet en stigning i salget sted.  Foreningen påpeger, at ”Little Cigars” har eksisteret i mange år, men parallelt med afgiftsforhøjelser og stru</w:t>
            </w:r>
            <w:r w:rsidRPr="000D048F">
              <w:rPr>
                <w:rFonts w:cs="Times New Roman"/>
                <w:iCs/>
                <w:color w:val="000000"/>
              </w:rPr>
              <w:t>k</w:t>
            </w:r>
            <w:r w:rsidRPr="000D048F">
              <w:rPr>
                <w:rFonts w:cs="Times New Roman"/>
                <w:iCs/>
                <w:color w:val="000000"/>
              </w:rPr>
              <w:t>turændringer i cigaretafgiften, begyndte salget af ”Little Cigars” at stige mærkbart. Prisforskellen mellem ”Little Cigars” og lavpriscigaretter blev således øget fra 36 pct. i 2009 til 53 pct. i 2013.</w:t>
            </w:r>
          </w:p>
          <w:p w:rsidR="0073255B" w:rsidRPr="000D048F" w:rsidRDefault="0073255B" w:rsidP="0073255B">
            <w:pPr>
              <w:spacing w:before="240" w:after="240"/>
              <w:ind w:left="171" w:right="154"/>
              <w:rPr>
                <w:rFonts w:cs="Times New Roman"/>
                <w:iCs/>
                <w:color w:val="000000"/>
              </w:rPr>
            </w:pPr>
            <w:r w:rsidRPr="000D048F">
              <w:rPr>
                <w:rFonts w:cs="Times New Roman"/>
                <w:iCs/>
                <w:color w:val="000000"/>
              </w:rPr>
              <w:t>Foreningen er enig i, at det er velbegrundet at regulere på afgiftssatser, som siden 1978 har v</w:t>
            </w:r>
            <w:r w:rsidRPr="000D048F">
              <w:rPr>
                <w:rFonts w:cs="Times New Roman"/>
                <w:iCs/>
                <w:color w:val="000000"/>
              </w:rPr>
              <w:t>æ</w:t>
            </w:r>
            <w:r w:rsidRPr="000D048F">
              <w:rPr>
                <w:rFonts w:cs="Times New Roman"/>
                <w:iCs/>
                <w:color w:val="000000"/>
              </w:rPr>
              <w:t>ret uændret og også i, at prisforskellen mellem de såkaldte ”Little Cigars” og lavpriscigaretter in</w:t>
            </w:r>
            <w:r w:rsidRPr="000D048F">
              <w:rPr>
                <w:rFonts w:cs="Times New Roman"/>
                <w:iCs/>
                <w:color w:val="000000"/>
              </w:rPr>
              <w:t>d</w:t>
            </w:r>
            <w:r w:rsidRPr="000D048F">
              <w:rPr>
                <w:rFonts w:cs="Times New Roman"/>
                <w:iCs/>
                <w:color w:val="000000"/>
              </w:rPr>
              <w:t>snævres.  Foreningen vurderer imidlertid, at s</w:t>
            </w:r>
            <w:r w:rsidRPr="000D048F">
              <w:rPr>
                <w:rFonts w:cs="Times New Roman"/>
                <w:iCs/>
                <w:color w:val="000000"/>
              </w:rPr>
              <w:t>å</w:t>
            </w:r>
            <w:r w:rsidRPr="000D048F">
              <w:rPr>
                <w:rFonts w:cs="Times New Roman"/>
                <w:iCs/>
                <w:color w:val="000000"/>
              </w:rPr>
              <w:t>fremt den foreslåede markante afgiftsforhøjelse, som overstiger hvad noget tobaksprodukt hidtil har været udsat for ved en enkelt afgiftsstigning, gennemføres på én gang, vil den være kraftigt markedsforstyrrende og ramme øvrige produkter inden for cigarkategorien unødigt hårdt.</w:t>
            </w:r>
          </w:p>
          <w:p w:rsidR="00645409" w:rsidRPr="000D048F" w:rsidRDefault="0073255B" w:rsidP="003B447F">
            <w:pPr>
              <w:spacing w:before="240" w:after="240"/>
              <w:ind w:left="171" w:right="154"/>
              <w:rPr>
                <w:rFonts w:cs="Times New Roman"/>
                <w:iCs/>
                <w:color w:val="000000"/>
              </w:rPr>
            </w:pPr>
            <w:r w:rsidRPr="000D048F">
              <w:rPr>
                <w:rFonts w:cs="Times New Roman"/>
                <w:iCs/>
                <w:color w:val="000000"/>
              </w:rPr>
              <w:t xml:space="preserve">Selv om foreningens grundlæggende anke mod forslaget ikke er dens virkning på kategorien ”Little Cigars”, men forslagets virkning for andre </w:t>
            </w:r>
            <w:r w:rsidRPr="000D048F">
              <w:rPr>
                <w:rFonts w:cs="Times New Roman"/>
                <w:iCs/>
                <w:color w:val="000000"/>
              </w:rPr>
              <w:lastRenderedPageBreak/>
              <w:t>typer cigarer, finder foreningen det værd at b</w:t>
            </w:r>
            <w:r w:rsidRPr="000D048F">
              <w:rPr>
                <w:rFonts w:cs="Times New Roman"/>
                <w:iCs/>
                <w:color w:val="000000"/>
              </w:rPr>
              <w:t>e</w:t>
            </w:r>
            <w:r w:rsidRPr="000D048F">
              <w:rPr>
                <w:rFonts w:cs="Times New Roman"/>
                <w:iCs/>
                <w:color w:val="000000"/>
              </w:rPr>
              <w:t>mærke, at prisen på en pakk</w:t>
            </w:r>
            <w:r w:rsidR="003B447F">
              <w:rPr>
                <w:rFonts w:cs="Times New Roman"/>
                <w:iCs/>
                <w:color w:val="000000"/>
              </w:rPr>
              <w:t>e Little Cigars efter forslaget</w:t>
            </w:r>
            <w:r w:rsidRPr="000D048F">
              <w:rPr>
                <w:rFonts w:cs="Times New Roman"/>
                <w:iCs/>
                <w:color w:val="000000"/>
              </w:rPr>
              <w:t xml:space="preserve"> vil stige fra 17 kr. til 34 kr. i Danmark, mens den i Tyskland kan købes for ca. 17 kr. Med en lovlig indførsel til eget forbrug på 400 cigarillos vil besparelsen være på 340 kr. Det bemærkes desuden, at erfaringen fra rulletobak understreger behovet for en forsigtig afgiftsmæ</w:t>
            </w:r>
            <w:r w:rsidRPr="000D048F">
              <w:rPr>
                <w:rFonts w:cs="Times New Roman"/>
                <w:iCs/>
                <w:color w:val="000000"/>
              </w:rPr>
              <w:t>s</w:t>
            </w:r>
            <w:r w:rsidRPr="000D048F">
              <w:rPr>
                <w:rFonts w:cs="Times New Roman"/>
                <w:iCs/>
                <w:color w:val="000000"/>
              </w:rPr>
              <w:t>sig tilgang, idet mere end 30 pct. af forbruget af rulletobak i dag handles ved grænsen.</w:t>
            </w:r>
          </w:p>
        </w:tc>
        <w:tc>
          <w:tcPr>
            <w:tcW w:w="115" w:type="dxa"/>
            <w:shd w:val="clear" w:color="auto" w:fill="FFFFFF" w:themeFill="background1"/>
          </w:tcPr>
          <w:p w:rsidR="00645409" w:rsidRPr="000F31E8" w:rsidRDefault="00645409" w:rsidP="000B4D0B">
            <w:pPr>
              <w:rPr>
                <w:highlight w:val="yellow"/>
              </w:rPr>
            </w:pPr>
          </w:p>
        </w:tc>
        <w:tc>
          <w:tcPr>
            <w:tcW w:w="3164" w:type="dxa"/>
            <w:tcBorders>
              <w:top w:val="single" w:sz="4" w:space="0" w:color="14143C" w:themeColor="accent1"/>
              <w:bottom w:val="single" w:sz="4" w:space="0" w:color="14143C" w:themeColor="accent1"/>
            </w:tcBorders>
            <w:shd w:val="clear" w:color="auto" w:fill="D2CED8"/>
          </w:tcPr>
          <w:p w:rsidR="0073255B" w:rsidRPr="000D048F" w:rsidRDefault="0073255B" w:rsidP="0073255B">
            <w:pPr>
              <w:spacing w:before="240" w:after="240"/>
              <w:ind w:left="183" w:right="283"/>
              <w:rPr>
                <w:rFonts w:cs="Times New Roman"/>
                <w:color w:val="000000"/>
              </w:rPr>
            </w:pPr>
            <w:r w:rsidRPr="000D048F">
              <w:rPr>
                <w:rFonts w:cs="Times New Roman"/>
                <w:color w:val="000000"/>
              </w:rPr>
              <w:t>Afgiften omfatter alle cigarer, cerutter og cigarillos, som sæ</w:t>
            </w:r>
            <w:r w:rsidRPr="000D048F">
              <w:rPr>
                <w:rFonts w:cs="Times New Roman"/>
                <w:color w:val="000000"/>
              </w:rPr>
              <w:t>l</w:t>
            </w:r>
            <w:r w:rsidRPr="000D048F">
              <w:rPr>
                <w:rFonts w:cs="Times New Roman"/>
                <w:color w:val="000000"/>
              </w:rPr>
              <w:t xml:space="preserve">ges i Danmark, uanset om de produceres her i landet eller importeres. Samtidig </w:t>
            </w:r>
            <w:proofErr w:type="spellStart"/>
            <w:r w:rsidRPr="000D048F">
              <w:rPr>
                <w:rFonts w:cs="Times New Roman"/>
                <w:color w:val="000000"/>
              </w:rPr>
              <w:t>afløftes</w:t>
            </w:r>
            <w:proofErr w:type="spellEnd"/>
            <w:r w:rsidRPr="000D048F">
              <w:rPr>
                <w:rFonts w:cs="Times New Roman"/>
                <w:color w:val="000000"/>
              </w:rPr>
              <w:t xml:space="preserve"> afgiften ved eksport. Dermed vil effekten af afgiftsforhøje</w:t>
            </w:r>
            <w:r w:rsidRPr="000D048F">
              <w:rPr>
                <w:rFonts w:cs="Times New Roman"/>
                <w:color w:val="000000"/>
              </w:rPr>
              <w:t>l</w:t>
            </w:r>
            <w:r w:rsidRPr="000D048F">
              <w:rPr>
                <w:rFonts w:cs="Times New Roman"/>
                <w:color w:val="000000"/>
              </w:rPr>
              <w:t>sen være den samme for da</w:t>
            </w:r>
            <w:r w:rsidRPr="000D048F">
              <w:rPr>
                <w:rFonts w:cs="Times New Roman"/>
                <w:color w:val="000000"/>
              </w:rPr>
              <w:t>n</w:t>
            </w:r>
            <w:r w:rsidRPr="000D048F">
              <w:rPr>
                <w:rFonts w:cs="Times New Roman"/>
                <w:color w:val="000000"/>
              </w:rPr>
              <w:t>ske og udenlandske virkso</w:t>
            </w:r>
            <w:r w:rsidRPr="000D048F">
              <w:rPr>
                <w:rFonts w:cs="Times New Roman"/>
                <w:color w:val="000000"/>
              </w:rPr>
              <w:t>m</w:t>
            </w:r>
            <w:r w:rsidRPr="000D048F">
              <w:rPr>
                <w:rFonts w:cs="Times New Roman"/>
                <w:color w:val="000000"/>
              </w:rPr>
              <w:t>heder.</w:t>
            </w:r>
          </w:p>
          <w:p w:rsidR="0073255B" w:rsidRPr="000D048F" w:rsidRDefault="0073255B" w:rsidP="0073255B">
            <w:pPr>
              <w:spacing w:before="240" w:after="240"/>
              <w:ind w:left="183" w:right="283"/>
              <w:rPr>
                <w:rFonts w:cs="Times New Roman"/>
                <w:color w:val="000000"/>
              </w:rPr>
            </w:pPr>
            <w:r w:rsidRPr="000D048F">
              <w:rPr>
                <w:rFonts w:cs="Times New Roman"/>
                <w:color w:val="000000"/>
              </w:rPr>
              <w:t xml:space="preserve">Afgiften på cigarillos m.v. har været uændret siden 1978, mens afgiften på cigaretter er blevet forhøjet flere gange. </w:t>
            </w:r>
            <w:r w:rsidRPr="000D048F">
              <w:rPr>
                <w:rFonts w:cs="Times New Roman"/>
                <w:color w:val="000000"/>
              </w:rPr>
              <w:lastRenderedPageBreak/>
              <w:t>Prisforskellen mellem cigaretter og de andre tobaksprodukter har dermed været stigende over årerne. Særligt de seneste år er salget af cigarillos steget meget. De foreslåede afgiftsforhøje</w:t>
            </w:r>
            <w:r w:rsidRPr="000D048F">
              <w:rPr>
                <w:rFonts w:cs="Times New Roman"/>
                <w:color w:val="000000"/>
              </w:rPr>
              <w:t>l</w:t>
            </w:r>
            <w:r w:rsidRPr="000D048F">
              <w:rPr>
                <w:rFonts w:cs="Times New Roman"/>
                <w:color w:val="000000"/>
              </w:rPr>
              <w:t>ser, hvor forhøjelsen lægges på stykafgiften</w:t>
            </w:r>
            <w:r w:rsidR="0017112A">
              <w:rPr>
                <w:rFonts w:cs="Times New Roman"/>
                <w:color w:val="000000"/>
              </w:rPr>
              <w:t>,</w:t>
            </w:r>
            <w:r w:rsidRPr="000D048F">
              <w:rPr>
                <w:rFonts w:cs="Times New Roman"/>
                <w:color w:val="000000"/>
              </w:rPr>
              <w:t xml:space="preserve"> og der indføres en minimu</w:t>
            </w:r>
            <w:r w:rsidR="003B447F">
              <w:rPr>
                <w:rFonts w:cs="Times New Roman"/>
                <w:color w:val="000000"/>
              </w:rPr>
              <w:t>m</w:t>
            </w:r>
            <w:r w:rsidRPr="000D048F">
              <w:rPr>
                <w:rFonts w:cs="Times New Roman"/>
                <w:color w:val="000000"/>
              </w:rPr>
              <w:t>safgift, betyder, at de billigste produkter rammes mest. Samtidig sikrer afgift</w:t>
            </w:r>
            <w:r w:rsidRPr="000D048F">
              <w:rPr>
                <w:rFonts w:cs="Times New Roman"/>
                <w:color w:val="000000"/>
              </w:rPr>
              <w:t>s</w:t>
            </w:r>
            <w:r w:rsidRPr="000D048F">
              <w:rPr>
                <w:rFonts w:cs="Times New Roman"/>
                <w:color w:val="000000"/>
              </w:rPr>
              <w:t>forhøjelsen, at indtægterne fra cigaretafgiften ikke udhules, ved at flere forbrugere skifter til cigarillos.</w:t>
            </w:r>
          </w:p>
          <w:p w:rsidR="0073255B" w:rsidRPr="000D048F" w:rsidRDefault="0073255B" w:rsidP="0073255B">
            <w:pPr>
              <w:spacing w:before="240" w:after="240"/>
              <w:ind w:left="183" w:right="283"/>
              <w:rPr>
                <w:rFonts w:cs="Times New Roman"/>
                <w:color w:val="000000"/>
              </w:rPr>
            </w:pPr>
            <w:r w:rsidRPr="000D048F">
              <w:rPr>
                <w:rFonts w:cs="Times New Roman"/>
                <w:color w:val="000000"/>
              </w:rPr>
              <w:t>Selv om salget af de billigste c</w:t>
            </w:r>
            <w:r w:rsidRPr="000D048F">
              <w:rPr>
                <w:rFonts w:cs="Times New Roman"/>
                <w:color w:val="000000"/>
              </w:rPr>
              <w:t>i</w:t>
            </w:r>
            <w:r w:rsidRPr="000D048F">
              <w:rPr>
                <w:rFonts w:cs="Times New Roman"/>
                <w:color w:val="000000"/>
              </w:rPr>
              <w:t>garillos er steget markant, er salget dog i forhold til cigare</w:t>
            </w:r>
            <w:r w:rsidRPr="000D048F">
              <w:rPr>
                <w:rFonts w:cs="Times New Roman"/>
                <w:color w:val="000000"/>
              </w:rPr>
              <w:t>t</w:t>
            </w:r>
            <w:r w:rsidRPr="000D048F">
              <w:rPr>
                <w:rFonts w:cs="Times New Roman"/>
                <w:color w:val="000000"/>
              </w:rPr>
              <w:t>salget stadig meget beskedent. I forslagets provenuberegninger er der medtaget skøn for de forventede effekter på græns</w:t>
            </w:r>
            <w:r w:rsidRPr="000D048F">
              <w:rPr>
                <w:rFonts w:cs="Times New Roman"/>
                <w:color w:val="000000"/>
              </w:rPr>
              <w:t>e</w:t>
            </w:r>
            <w:r w:rsidRPr="000D048F">
              <w:rPr>
                <w:rFonts w:cs="Times New Roman"/>
                <w:color w:val="000000"/>
              </w:rPr>
              <w:t>handel, øget salg af cigaretter samt effekten af, at nogle fo</w:t>
            </w:r>
            <w:r w:rsidRPr="000D048F">
              <w:rPr>
                <w:rFonts w:cs="Times New Roman"/>
                <w:color w:val="000000"/>
              </w:rPr>
              <w:t>r</w:t>
            </w:r>
            <w:r w:rsidRPr="000D048F">
              <w:rPr>
                <w:rFonts w:cs="Times New Roman"/>
                <w:color w:val="000000"/>
              </w:rPr>
              <w:t>brugere helt vil holde op med at ryge eller alternativt skifte til e-cigaretter. En trinvis forh</w:t>
            </w:r>
            <w:r w:rsidRPr="000D048F">
              <w:rPr>
                <w:rFonts w:cs="Times New Roman"/>
                <w:color w:val="000000"/>
              </w:rPr>
              <w:t>ø</w:t>
            </w:r>
            <w:r w:rsidRPr="000D048F">
              <w:rPr>
                <w:rFonts w:cs="Times New Roman"/>
                <w:color w:val="000000"/>
              </w:rPr>
              <w:t>jelse af afgifterne på cigarillos vil sandsynligvis forsinke den forventede virkning på græns</w:t>
            </w:r>
            <w:r w:rsidRPr="000D048F">
              <w:rPr>
                <w:rFonts w:cs="Times New Roman"/>
                <w:color w:val="000000"/>
              </w:rPr>
              <w:t>e</w:t>
            </w:r>
            <w:r w:rsidRPr="000D048F">
              <w:rPr>
                <w:rFonts w:cs="Times New Roman"/>
                <w:color w:val="000000"/>
              </w:rPr>
              <w:t xml:space="preserve">handlen mv., men det vil også medføre et </w:t>
            </w:r>
            <w:proofErr w:type="spellStart"/>
            <w:r w:rsidRPr="000D048F">
              <w:rPr>
                <w:rFonts w:cs="Times New Roman"/>
                <w:color w:val="000000"/>
              </w:rPr>
              <w:t>mindreprovenu</w:t>
            </w:r>
            <w:proofErr w:type="spellEnd"/>
            <w:r w:rsidRPr="000D048F">
              <w:rPr>
                <w:rFonts w:cs="Times New Roman"/>
                <w:color w:val="000000"/>
              </w:rPr>
              <w:t xml:space="preserve"> i forhold til det forudsatte i p</w:t>
            </w:r>
            <w:r w:rsidRPr="000D048F">
              <w:rPr>
                <w:rFonts w:cs="Times New Roman"/>
                <w:color w:val="000000"/>
              </w:rPr>
              <w:t>e</w:t>
            </w:r>
            <w:r w:rsidRPr="000D048F">
              <w:rPr>
                <w:rFonts w:cs="Times New Roman"/>
                <w:color w:val="000000"/>
              </w:rPr>
              <w:t>rioden frem til den fulde in</w:t>
            </w:r>
            <w:r w:rsidRPr="000D048F">
              <w:rPr>
                <w:rFonts w:cs="Times New Roman"/>
                <w:color w:val="000000"/>
              </w:rPr>
              <w:t>d</w:t>
            </w:r>
            <w:r w:rsidRPr="000D048F">
              <w:rPr>
                <w:rFonts w:cs="Times New Roman"/>
                <w:color w:val="000000"/>
              </w:rPr>
              <w:t>fasning af afgiften. Det vil lig</w:t>
            </w:r>
            <w:r w:rsidRPr="000D048F">
              <w:rPr>
                <w:rFonts w:cs="Times New Roman"/>
                <w:color w:val="000000"/>
              </w:rPr>
              <w:t>e</w:t>
            </w:r>
            <w:r w:rsidRPr="000D048F">
              <w:rPr>
                <w:rFonts w:cs="Times New Roman"/>
                <w:color w:val="000000"/>
              </w:rPr>
              <w:t>ledes medføre, at den nuv</w:t>
            </w:r>
            <w:r w:rsidRPr="000D048F">
              <w:rPr>
                <w:rFonts w:cs="Times New Roman"/>
                <w:color w:val="000000"/>
              </w:rPr>
              <w:t>æ</w:t>
            </w:r>
            <w:r w:rsidRPr="000D048F">
              <w:rPr>
                <w:rFonts w:cs="Times New Roman"/>
                <w:color w:val="000000"/>
              </w:rPr>
              <w:t>rende afgiftsmæssige tilskynde</w:t>
            </w:r>
            <w:r w:rsidRPr="000D048F">
              <w:rPr>
                <w:rFonts w:cs="Times New Roman"/>
                <w:color w:val="000000"/>
              </w:rPr>
              <w:t>l</w:t>
            </w:r>
            <w:r w:rsidR="003B447F">
              <w:rPr>
                <w:rFonts w:cs="Times New Roman"/>
                <w:color w:val="000000"/>
              </w:rPr>
              <w:t>se</w:t>
            </w:r>
            <w:r w:rsidRPr="000D048F">
              <w:rPr>
                <w:rFonts w:cs="Times New Roman"/>
                <w:color w:val="000000"/>
              </w:rPr>
              <w:t xml:space="preserve"> til at skifte fra cigaretter til de billigere cigarillos fastholdes i en længere periode, med deraf følgende udhuling af provenuet fra afgiften på cigaretter til fø</w:t>
            </w:r>
            <w:r w:rsidRPr="000D048F">
              <w:rPr>
                <w:rFonts w:cs="Times New Roman"/>
                <w:color w:val="000000"/>
              </w:rPr>
              <w:t>l</w:t>
            </w:r>
            <w:r w:rsidRPr="000D048F">
              <w:rPr>
                <w:rFonts w:cs="Times New Roman"/>
                <w:color w:val="000000"/>
              </w:rPr>
              <w:t xml:space="preserve">ge. Da forbruget af cigarillos og </w:t>
            </w:r>
            <w:r w:rsidRPr="000D048F">
              <w:rPr>
                <w:rFonts w:cs="Times New Roman"/>
                <w:color w:val="000000"/>
              </w:rPr>
              <w:lastRenderedPageBreak/>
              <w:t>cigarer mv. har et relativt b</w:t>
            </w:r>
            <w:r w:rsidRPr="000D048F">
              <w:rPr>
                <w:rFonts w:cs="Times New Roman"/>
                <w:color w:val="000000"/>
              </w:rPr>
              <w:t>e</w:t>
            </w:r>
            <w:r w:rsidRPr="000D048F">
              <w:rPr>
                <w:rFonts w:cs="Times New Roman"/>
                <w:color w:val="000000"/>
              </w:rPr>
              <w:t>grænset omfang, vurderes grænsehandlen med disse pr</w:t>
            </w:r>
            <w:r w:rsidRPr="000D048F">
              <w:rPr>
                <w:rFonts w:cs="Times New Roman"/>
                <w:color w:val="000000"/>
              </w:rPr>
              <w:t>o</w:t>
            </w:r>
            <w:r w:rsidRPr="000D048F">
              <w:rPr>
                <w:rFonts w:cs="Times New Roman"/>
                <w:color w:val="000000"/>
              </w:rPr>
              <w:t>dukter også at være særdeles begrænset. Det forventes, at forslaget vil medføre en sti</w:t>
            </w:r>
            <w:r w:rsidRPr="000D048F">
              <w:rPr>
                <w:rFonts w:cs="Times New Roman"/>
                <w:color w:val="000000"/>
              </w:rPr>
              <w:t>g</w:t>
            </w:r>
            <w:r w:rsidRPr="000D048F">
              <w:rPr>
                <w:rFonts w:cs="Times New Roman"/>
                <w:color w:val="000000"/>
              </w:rPr>
              <w:t>ning i grænsehandlen med de omfattede produkter, men det bliver fra et meget lavt niveau. Det forventes derfor ikke at have en nævneværdig indflyde</w:t>
            </w:r>
            <w:r w:rsidRPr="000D048F">
              <w:rPr>
                <w:rFonts w:cs="Times New Roman"/>
                <w:color w:val="000000"/>
              </w:rPr>
              <w:t>l</w:t>
            </w:r>
            <w:r w:rsidRPr="000D048F">
              <w:rPr>
                <w:rFonts w:cs="Times New Roman"/>
                <w:color w:val="000000"/>
              </w:rPr>
              <w:t>se på niveauet for den samlede grænsehandel.</w:t>
            </w:r>
          </w:p>
          <w:p w:rsidR="005F719E" w:rsidRPr="000D048F" w:rsidRDefault="0073255B" w:rsidP="0073255B">
            <w:pPr>
              <w:pStyle w:val="Tabel-BrdtekstmedafstandptekstGaramond"/>
            </w:pPr>
            <w:r w:rsidRPr="000D048F">
              <w:rPr>
                <w:rFonts w:cs="Times New Roman"/>
                <w:color w:val="000000"/>
              </w:rPr>
              <w:t>Det er korrekt, at de dyrere c</w:t>
            </w:r>
            <w:r w:rsidRPr="000D048F">
              <w:rPr>
                <w:rFonts w:cs="Times New Roman"/>
                <w:color w:val="000000"/>
              </w:rPr>
              <w:t>i</w:t>
            </w:r>
            <w:r w:rsidRPr="000D048F">
              <w:rPr>
                <w:rFonts w:cs="Times New Roman"/>
                <w:color w:val="000000"/>
              </w:rPr>
              <w:t>garprodukter også vil blive ramt af den foreslåede afgift</w:t>
            </w:r>
            <w:r w:rsidRPr="000D048F">
              <w:rPr>
                <w:rFonts w:cs="Times New Roman"/>
                <w:color w:val="000000"/>
              </w:rPr>
              <w:t>s</w:t>
            </w:r>
            <w:r w:rsidRPr="000D048F">
              <w:rPr>
                <w:rFonts w:cs="Times New Roman"/>
                <w:color w:val="000000"/>
              </w:rPr>
              <w:t>forhøjelse. Imidlertid er forsl</w:t>
            </w:r>
            <w:r w:rsidRPr="000D048F">
              <w:rPr>
                <w:rFonts w:cs="Times New Roman"/>
                <w:color w:val="000000"/>
              </w:rPr>
              <w:t>a</w:t>
            </w:r>
            <w:r w:rsidRPr="000D048F">
              <w:rPr>
                <w:rFonts w:cs="Times New Roman"/>
                <w:color w:val="000000"/>
              </w:rPr>
              <w:t>get udformet sådan, at afgift</w:t>
            </w:r>
            <w:r w:rsidRPr="000D048F">
              <w:rPr>
                <w:rFonts w:cs="Times New Roman"/>
                <w:color w:val="000000"/>
              </w:rPr>
              <w:t>s</w:t>
            </w:r>
            <w:r w:rsidRPr="000D048F">
              <w:rPr>
                <w:rFonts w:cs="Times New Roman"/>
                <w:color w:val="000000"/>
              </w:rPr>
              <w:t>stigningen lægges på stykafgi</w:t>
            </w:r>
            <w:r w:rsidRPr="000D048F">
              <w:rPr>
                <w:rFonts w:cs="Times New Roman"/>
                <w:color w:val="000000"/>
              </w:rPr>
              <w:t>f</w:t>
            </w:r>
            <w:r w:rsidRPr="000D048F">
              <w:rPr>
                <w:rFonts w:cs="Times New Roman"/>
                <w:color w:val="000000"/>
              </w:rPr>
              <w:t>ten, mens værdiafgiften uæ</w:t>
            </w:r>
            <w:r w:rsidRPr="000D048F">
              <w:rPr>
                <w:rFonts w:cs="Times New Roman"/>
                <w:color w:val="000000"/>
              </w:rPr>
              <w:t>n</w:t>
            </w:r>
            <w:r w:rsidRPr="000D048F">
              <w:rPr>
                <w:rFonts w:cs="Times New Roman"/>
                <w:color w:val="000000"/>
              </w:rPr>
              <w:t>dret vil være 10 pct. af ma</w:t>
            </w:r>
            <w:r w:rsidRPr="000D048F">
              <w:rPr>
                <w:rFonts w:cs="Times New Roman"/>
                <w:color w:val="000000"/>
              </w:rPr>
              <w:t>r</w:t>
            </w:r>
            <w:r w:rsidRPr="000D048F">
              <w:rPr>
                <w:rFonts w:cs="Times New Roman"/>
                <w:color w:val="000000"/>
              </w:rPr>
              <w:t>kedsprisen. Hermed medfører afgiftsstigningen, at jo højere prisen er på et produkt, jo mi</w:t>
            </w:r>
            <w:r w:rsidRPr="000D048F">
              <w:rPr>
                <w:rFonts w:cs="Times New Roman"/>
                <w:color w:val="000000"/>
              </w:rPr>
              <w:t>n</w:t>
            </w:r>
            <w:r w:rsidRPr="000D048F">
              <w:rPr>
                <w:rFonts w:cs="Times New Roman"/>
                <w:color w:val="000000"/>
              </w:rPr>
              <w:t>dre vil den relative prisstigning være. Denne effekt forstærkes yderligere af, at der indføres en minimumsafgift, som forventes udelukkende at omfatte de bi</w:t>
            </w:r>
            <w:r w:rsidRPr="000D048F">
              <w:rPr>
                <w:rFonts w:cs="Times New Roman"/>
                <w:color w:val="000000"/>
              </w:rPr>
              <w:t>l</w:t>
            </w:r>
            <w:r w:rsidRPr="000D048F">
              <w:rPr>
                <w:rFonts w:cs="Times New Roman"/>
                <w:color w:val="000000"/>
              </w:rPr>
              <w:t>ligste cigarillos, svarende til dem Tobaksindustrien kalder ”Little Cigars”. Det skal b</w:t>
            </w:r>
            <w:r w:rsidRPr="000D048F">
              <w:rPr>
                <w:rFonts w:cs="Times New Roman"/>
                <w:color w:val="000000"/>
              </w:rPr>
              <w:t>e</w:t>
            </w:r>
            <w:r w:rsidR="003B447F">
              <w:rPr>
                <w:rFonts w:cs="Times New Roman"/>
                <w:color w:val="000000"/>
              </w:rPr>
              <w:t>mærkes, at det ikke er muligt at</w:t>
            </w:r>
            <w:r w:rsidRPr="000D048F">
              <w:rPr>
                <w:rFonts w:cs="Times New Roman"/>
                <w:color w:val="000000"/>
              </w:rPr>
              <w:t xml:space="preserve"> skelne mellem de enkelte pr</w:t>
            </w:r>
            <w:r w:rsidRPr="000D048F">
              <w:rPr>
                <w:rFonts w:cs="Times New Roman"/>
                <w:color w:val="000000"/>
              </w:rPr>
              <w:t>o</w:t>
            </w:r>
            <w:r w:rsidRPr="000D048F">
              <w:rPr>
                <w:rFonts w:cs="Times New Roman"/>
                <w:color w:val="000000"/>
              </w:rPr>
              <w:t>dukter inden for cigarkategor</w:t>
            </w:r>
            <w:r w:rsidRPr="000D048F">
              <w:rPr>
                <w:rFonts w:cs="Times New Roman"/>
                <w:color w:val="000000"/>
              </w:rPr>
              <w:t>i</w:t>
            </w:r>
            <w:r w:rsidRPr="000D048F">
              <w:rPr>
                <w:rFonts w:cs="Times New Roman"/>
                <w:color w:val="000000"/>
              </w:rPr>
              <w:t>en på en sådan måde, at der kan lægges forskellige afgifter på enkeltprodukter. Samtidig bør prisstigningerne som følge af afgiftsforhøjelsen på de dyr</w:t>
            </w:r>
            <w:r w:rsidRPr="000D048F">
              <w:rPr>
                <w:rFonts w:cs="Times New Roman"/>
                <w:color w:val="000000"/>
              </w:rPr>
              <w:t>e</w:t>
            </w:r>
            <w:r w:rsidRPr="000D048F">
              <w:rPr>
                <w:rFonts w:cs="Times New Roman"/>
                <w:color w:val="000000"/>
              </w:rPr>
              <w:t>re produkter ses i lyset af, at a</w:t>
            </w:r>
            <w:r w:rsidRPr="000D048F">
              <w:rPr>
                <w:rFonts w:cs="Times New Roman"/>
                <w:color w:val="000000"/>
              </w:rPr>
              <w:t>f</w:t>
            </w:r>
            <w:r w:rsidRPr="000D048F">
              <w:rPr>
                <w:rFonts w:cs="Times New Roman"/>
                <w:color w:val="000000"/>
              </w:rPr>
              <w:t xml:space="preserve">giften ikke er blevet reguleret i </w:t>
            </w:r>
            <w:r w:rsidRPr="000D048F">
              <w:rPr>
                <w:rFonts w:cs="Times New Roman"/>
                <w:color w:val="000000"/>
              </w:rPr>
              <w:lastRenderedPageBreak/>
              <w:t xml:space="preserve">over 30 år. </w:t>
            </w:r>
            <w:r w:rsidRPr="000D048F">
              <w:rPr>
                <w:rFonts w:ascii="Times New Roman" w:hAnsi="Times New Roman" w:cs="Times New Roman"/>
                <w:color w:val="000000"/>
              </w:rPr>
              <w:t xml:space="preserve"> </w:t>
            </w:r>
          </w:p>
        </w:tc>
      </w:tr>
      <w:tr w:rsidR="00474E2F" w:rsidRPr="00B5346F" w:rsidTr="00465B41">
        <w:tc>
          <w:tcPr>
            <w:tcW w:w="1701" w:type="dxa"/>
            <w:tcBorders>
              <w:top w:val="single" w:sz="4" w:space="0" w:color="D1C5C3" w:themeColor="accent3"/>
              <w:bottom w:val="single" w:sz="4" w:space="0" w:color="D1C5C3" w:themeColor="accent3"/>
            </w:tcBorders>
            <w:shd w:val="clear" w:color="auto" w:fill="FBF9F9"/>
          </w:tcPr>
          <w:p w:rsidR="00645409" w:rsidRPr="00600E3E" w:rsidRDefault="00354CAD" w:rsidP="00815F28">
            <w:pPr>
              <w:pStyle w:val="Tabel-BrdtekstmedafstandptekstGaramond"/>
              <w:rPr>
                <w:i/>
              </w:rPr>
            </w:pPr>
            <w:r>
              <w:rPr>
                <w:i/>
              </w:rPr>
              <w:lastRenderedPageBreak/>
              <w:t>Ældresagen</w:t>
            </w:r>
          </w:p>
        </w:tc>
        <w:tc>
          <w:tcPr>
            <w:tcW w:w="142" w:type="dxa"/>
            <w:shd w:val="clear" w:color="auto" w:fill="FFFFFF" w:themeFill="background1"/>
          </w:tcPr>
          <w:p w:rsidR="00645409" w:rsidRPr="00B5346F" w:rsidRDefault="00645409" w:rsidP="000B4D0B"/>
        </w:tc>
        <w:tc>
          <w:tcPr>
            <w:tcW w:w="4517" w:type="dxa"/>
            <w:tcBorders>
              <w:top w:val="single" w:sz="4" w:space="0" w:color="D1C5C3" w:themeColor="accent3"/>
              <w:bottom w:val="single" w:sz="4" w:space="0" w:color="D1C5C3" w:themeColor="accent3"/>
            </w:tcBorders>
            <w:shd w:val="clear" w:color="auto" w:fill="FBF9F9"/>
          </w:tcPr>
          <w:p w:rsidR="00354CAD" w:rsidRDefault="00354CAD" w:rsidP="00354CAD">
            <w:pPr>
              <w:pStyle w:val="Tabel-BrdtekstmedafstandptekstGaramond"/>
            </w:pPr>
            <w:r>
              <w:t>Efter forslaget tilbagerulles en række afgifter på energi. Afgiftsnedsættelserne finansieres for borgernes vedkommende ved en forhøjelse af bundskatten på 0,28</w:t>
            </w:r>
            <w:r w:rsidR="00525F3D">
              <w:t xml:space="preserve"> pct.</w:t>
            </w:r>
            <w:r>
              <w:t xml:space="preserve"> og en nedsættelse af den grønne check på 425 kr. (fuldt indfaset).</w:t>
            </w:r>
          </w:p>
          <w:p w:rsidR="00354CAD" w:rsidRDefault="00354CAD" w:rsidP="00354CAD">
            <w:pPr>
              <w:pStyle w:val="Tabel-BrdtekstmedafstandptekstGaramond"/>
            </w:pPr>
          </w:p>
          <w:p w:rsidR="00354CAD" w:rsidRDefault="00354CAD" w:rsidP="00354CAD">
            <w:pPr>
              <w:pStyle w:val="Tabel-BrdtekstmedafstandptekstGaramond"/>
            </w:pPr>
            <w:r>
              <w:t>Ifølge bemærkningerne til lovforslaget er ne</w:t>
            </w:r>
            <w:r>
              <w:t>d</w:t>
            </w:r>
            <w:r>
              <w:t xml:space="preserve">sættelsen af energiafgifterne og forhøjelsen af indkomstskatten fordelingsmæssigt neutral i den forstand, at omlægningen giver samme procentvise stigning i rådighedsbeløbet i alle </w:t>
            </w:r>
            <w:proofErr w:type="spellStart"/>
            <w:r>
              <w:t>indkomstdeciler</w:t>
            </w:r>
            <w:proofErr w:type="spellEnd"/>
            <w:r>
              <w:t>.</w:t>
            </w:r>
          </w:p>
          <w:p w:rsidR="00354CAD" w:rsidRDefault="00354CAD" w:rsidP="00354CAD">
            <w:pPr>
              <w:pStyle w:val="Tabel-BrdtekstmedafstandptekstGaramond"/>
            </w:pPr>
          </w:p>
          <w:p w:rsidR="00354CAD" w:rsidRDefault="00354CAD" w:rsidP="00354CAD">
            <w:pPr>
              <w:pStyle w:val="Tabel-BrdtekstmedafstandptekstGaramond"/>
            </w:pPr>
            <w:r>
              <w:t>Efter Ældre Sagens opfattelse mangler der imidlertid beregninger, der belyser forslagets virkning for familier, der har forskellige udgi</w:t>
            </w:r>
            <w:r>
              <w:t>f</w:t>
            </w:r>
            <w:r>
              <w:t>ter til energi, men i øvrigt samme indkomst. Det er særligt vigtigt for familier med lav in</w:t>
            </w:r>
            <w:r>
              <w:t>d</w:t>
            </w:r>
            <w:r>
              <w:t>komst, hvor selv en mindre skattestigning, der ikke modsvares af et tilsvarende fald i udgiften til energi, kan have betydning.</w:t>
            </w:r>
          </w:p>
          <w:p w:rsidR="00354CAD" w:rsidRDefault="00354CAD" w:rsidP="00354CAD">
            <w:pPr>
              <w:pStyle w:val="Tabel-BrdtekstmedafstandptekstGaramond"/>
            </w:pPr>
          </w:p>
          <w:p w:rsidR="00354CAD" w:rsidRDefault="00354CAD" w:rsidP="00354CAD">
            <w:pPr>
              <w:pStyle w:val="Tabel-BrdtekstmedafstandptekstGaramond"/>
            </w:pPr>
            <w:r>
              <w:t>Det fremgår af tabel 6 i bemærkningerne til lovforslaget, at den procentvise ændring i r</w:t>
            </w:r>
            <w:r>
              <w:t>å</w:t>
            </w:r>
            <w:r>
              <w:t xml:space="preserve">dighedsbeløbet er den samme i alle </w:t>
            </w:r>
            <w:proofErr w:type="spellStart"/>
            <w:r>
              <w:t>indkoms</w:t>
            </w:r>
            <w:r>
              <w:t>t</w:t>
            </w:r>
            <w:r>
              <w:t>deciler</w:t>
            </w:r>
            <w:proofErr w:type="spellEnd"/>
            <w:r>
              <w:t xml:space="preserve">, men selvom omlægningen muligvis i gennemsnit har samme virkning i de enkelte </w:t>
            </w:r>
            <w:proofErr w:type="spellStart"/>
            <w:r>
              <w:t>indkomstdeciler</w:t>
            </w:r>
            <w:proofErr w:type="spellEnd"/>
            <w:r>
              <w:t>, er virkningen forskellig for personer med stort og lille energiforbrug.</w:t>
            </w:r>
          </w:p>
          <w:p w:rsidR="00354CAD" w:rsidRDefault="00354CAD" w:rsidP="00354CAD">
            <w:pPr>
              <w:pStyle w:val="Tabel-BrdtekstmedafstandptekstGaramond"/>
            </w:pPr>
          </w:p>
          <w:p w:rsidR="00354CAD" w:rsidRDefault="00354CAD" w:rsidP="00354CAD">
            <w:pPr>
              <w:pStyle w:val="Tabel-BrdtekstmedafstandptekstGaramond"/>
            </w:pPr>
            <w:r>
              <w:t>Ældre Sagen savner beregningseksempler – u</w:t>
            </w:r>
            <w:r>
              <w:t>d</w:t>
            </w:r>
            <w:r>
              <w:t>over familietypeberegningerne i tabel 7 - der v</w:t>
            </w:r>
            <w:r>
              <w:t>i</w:t>
            </w:r>
            <w:r>
              <w:t xml:space="preserve">ser virkningen af den foreslåede omlægning for familier med samme indkomst, men forskelligt energiforbrug. </w:t>
            </w:r>
          </w:p>
          <w:p w:rsidR="00354CAD" w:rsidRDefault="00354CAD" w:rsidP="00354CAD">
            <w:pPr>
              <w:pStyle w:val="Tabel-BrdtekstmedafstandptekstGaramond"/>
            </w:pPr>
          </w:p>
          <w:p w:rsidR="00354CAD" w:rsidRDefault="00354CAD" w:rsidP="00354CAD">
            <w:pPr>
              <w:pStyle w:val="Tabel-BrdtekstmedafstandptekstGaramond"/>
            </w:pPr>
            <w:r>
              <w:t>Begge de familietypeeksempler, der er vist i t</w:t>
            </w:r>
            <w:r>
              <w:t>a</w:t>
            </w:r>
            <w:r>
              <w:t xml:space="preserve">bel 7 i bemærkningerne til lovforslaget, er for lejere med et ”gennemsnitligt” energiforbrug. </w:t>
            </w:r>
          </w:p>
          <w:p w:rsidR="00354CAD" w:rsidRDefault="00354CAD" w:rsidP="00354CAD">
            <w:pPr>
              <w:pStyle w:val="Tabel-BrdtekstmedafstandptekstGaramond"/>
            </w:pPr>
          </w:p>
          <w:p w:rsidR="00354CAD" w:rsidRDefault="00354CAD" w:rsidP="00354CAD">
            <w:pPr>
              <w:pStyle w:val="Tabel-BrdtekstmedafstandptekstGaramond"/>
            </w:pPr>
            <w:r>
              <w:t xml:space="preserve">Der mangler således eksempler for familier </w:t>
            </w:r>
            <w:r>
              <w:lastRenderedPageBreak/>
              <w:t>med højt henholdsvis lavt energiforbrug, og der mangler eksempler for ejere, der må formodes at have højere varmeudgift end lejere. Endvid</w:t>
            </w:r>
            <w:r>
              <w:t>e</w:t>
            </w:r>
            <w:r>
              <w:t>re mangler der eksempler, der inddrager varm</w:t>
            </w:r>
            <w:r>
              <w:t>e</w:t>
            </w:r>
            <w:r>
              <w:t>tillægget til pensionister. Ændringen i varmeti</w:t>
            </w:r>
            <w:r>
              <w:t>l</w:t>
            </w:r>
            <w:r>
              <w:t xml:space="preserve">lægget ved en ændring </w:t>
            </w:r>
            <w:r w:rsidR="00525F3D">
              <w:t>i varmeudgiften udgør mellem 0 pct. og 75 pct.</w:t>
            </w:r>
            <w:r>
              <w:t xml:space="preserve"> af varmeudgiften, a</w:t>
            </w:r>
            <w:r>
              <w:t>f</w:t>
            </w:r>
            <w:r>
              <w:t>hængigt af indkomsten og varmeudgiftens stø</w:t>
            </w:r>
            <w:r>
              <w:t>r</w:t>
            </w:r>
            <w:r>
              <w:t>relse. Endvidere er varmetillægsberegningen for pensionister, der modtager boligydelse, forske</w:t>
            </w:r>
            <w:r>
              <w:t>l</w:t>
            </w:r>
            <w:r>
              <w:t>lig afhængigt af om ejendommen har fjernva</w:t>
            </w:r>
            <w:r>
              <w:t>r</w:t>
            </w:r>
            <w:r>
              <w:t xml:space="preserve">me eller anden opvarmning. </w:t>
            </w:r>
          </w:p>
          <w:p w:rsidR="00354CAD" w:rsidRDefault="00354CAD" w:rsidP="00354CAD">
            <w:pPr>
              <w:pStyle w:val="Tabel-BrdtekstmedafstandptekstGaramond"/>
            </w:pPr>
          </w:p>
          <w:p w:rsidR="00645409" w:rsidRPr="00B5346F" w:rsidRDefault="00354CAD" w:rsidP="00354CAD">
            <w:pPr>
              <w:pStyle w:val="Tabel-BrdtekstmedafstandptekstGaramond"/>
            </w:pPr>
            <w:r>
              <w:t>I mangel af konkrete beregninger - eller mere detaljerede oplysninger om, hvor meget prisen på forskellige opvarmningsformer og el til b</w:t>
            </w:r>
            <w:r>
              <w:t>e</w:t>
            </w:r>
            <w:r>
              <w:t>lysning falder - er det ikke muligt at afgøre, om der er familier, hvor indkomstskattestigningen er større end besparelsen ved afgiftsnedsætte</w:t>
            </w:r>
            <w:r>
              <w:t>l</w:t>
            </w:r>
            <w:r>
              <w:t>sen. Dette er efter Ældre Sagens opfattelse et utilstrækkeligt beslutningsgrundlag, og vi ser frem til at få dette nærmere belyst ved relevante beregninger.</w:t>
            </w:r>
          </w:p>
        </w:tc>
        <w:tc>
          <w:tcPr>
            <w:tcW w:w="115" w:type="dxa"/>
            <w:shd w:val="clear" w:color="auto" w:fill="FFFFFF" w:themeFill="background1"/>
          </w:tcPr>
          <w:p w:rsidR="00645409" w:rsidRPr="00B5346F" w:rsidRDefault="00645409" w:rsidP="000B4D0B"/>
        </w:tc>
        <w:tc>
          <w:tcPr>
            <w:tcW w:w="3164" w:type="dxa"/>
            <w:tcBorders>
              <w:top w:val="single" w:sz="4" w:space="0" w:color="14143C" w:themeColor="accent1"/>
              <w:bottom w:val="single" w:sz="4" w:space="0" w:color="14143C" w:themeColor="accent1"/>
            </w:tcBorders>
            <w:shd w:val="clear" w:color="auto" w:fill="D2CED8"/>
          </w:tcPr>
          <w:p w:rsidR="006F3F48" w:rsidRDefault="006F3F48" w:rsidP="006F3F48">
            <w:pPr>
              <w:pStyle w:val="Tabel-BrdtekstmedafstandptekstGaramond"/>
            </w:pPr>
            <w:r>
              <w:t>Fordelingsvirkningerne af lo</w:t>
            </w:r>
            <w:r>
              <w:t>v</w:t>
            </w:r>
            <w:r>
              <w:t>forslaget er belyst ved hjælp af repræsentative beregninger (</w:t>
            </w:r>
            <w:proofErr w:type="spellStart"/>
            <w:r>
              <w:t>d</w:t>
            </w:r>
            <w:r>
              <w:t>e</w:t>
            </w:r>
            <w:r>
              <w:t>cilfordeling</w:t>
            </w:r>
            <w:proofErr w:type="spellEnd"/>
            <w:r>
              <w:t>) og familietypee</w:t>
            </w:r>
            <w:r>
              <w:t>k</w:t>
            </w:r>
            <w:r>
              <w:t>sempler. Denne fremgangsm</w:t>
            </w:r>
            <w:r>
              <w:t>å</w:t>
            </w:r>
            <w:r>
              <w:t>de giver en god indikation af lovforslagets samlede ford</w:t>
            </w:r>
            <w:r>
              <w:t>e</w:t>
            </w:r>
            <w:r>
              <w:t>lingsvirkninger, idet de repr</w:t>
            </w:r>
            <w:r>
              <w:t>æ</w:t>
            </w:r>
            <w:r>
              <w:t>sentative eksempler og famili</w:t>
            </w:r>
            <w:r>
              <w:t>e</w:t>
            </w:r>
            <w:r>
              <w:t>typeeksemplerne repræsenterer et bredt udsnit af befolkningen. Dog vil man altid kunne finde eksempler på pers</w:t>
            </w:r>
            <w:r w:rsidR="00DD4A87">
              <w:t>o</w:t>
            </w:r>
            <w:r>
              <w:t>ner/familier, der i større eller mindre grad afviger fra ekse</w:t>
            </w:r>
            <w:r>
              <w:t>m</w:t>
            </w:r>
            <w:r>
              <w:t>plerne i lovforslaget. Der kan eksempelvis være tale om pe</w:t>
            </w:r>
            <w:r>
              <w:t>r</w:t>
            </w:r>
            <w:r>
              <w:t>soner med et meget højt eller meget lavt varmeforbrug, hvor afgiftsændringerne vil være n</w:t>
            </w:r>
            <w:r>
              <w:t>o</w:t>
            </w:r>
            <w:r>
              <w:t>get højere eller noget lavere end angivet i eksemplerne.</w:t>
            </w:r>
          </w:p>
          <w:p w:rsidR="006F3F48" w:rsidRDefault="006F3F48" w:rsidP="006F3F48">
            <w:pPr>
              <w:pStyle w:val="Tabel-BrdtekstmedafstandptekstGaramond"/>
            </w:pPr>
          </w:p>
          <w:p w:rsidR="006F3F48" w:rsidRDefault="006F3F48" w:rsidP="006F3F48">
            <w:pPr>
              <w:pStyle w:val="Tabel-BrdtekstmedafstandptekstGaramond"/>
            </w:pPr>
            <w:r>
              <w:t xml:space="preserve">Familietypeeksemplerne tager udgangspunkt i Økonomi- og Indenrigsministeriets </w:t>
            </w:r>
            <w:r w:rsidRPr="008305E4">
              <w:rPr>
                <w:i/>
              </w:rPr>
              <w:t>Familiet</w:t>
            </w:r>
            <w:r w:rsidRPr="008305E4">
              <w:rPr>
                <w:i/>
              </w:rPr>
              <w:t>y</w:t>
            </w:r>
            <w:r w:rsidRPr="008305E4">
              <w:rPr>
                <w:i/>
              </w:rPr>
              <w:t>pemodel</w:t>
            </w:r>
            <w:r>
              <w:t xml:space="preserve">, hvor der er gjort </w:t>
            </w:r>
            <w:r w:rsidRPr="00B37661">
              <w:t>ko</w:t>
            </w:r>
            <w:r w:rsidRPr="00B37661">
              <w:t>n</w:t>
            </w:r>
            <w:r w:rsidRPr="00B37661">
              <w:t>krete antagelser om familiernes sammensætning, indkomster, beskæftigelse og boligforhold m</w:t>
            </w:r>
            <w:r>
              <w:t>.</w:t>
            </w:r>
            <w:r w:rsidRPr="00B37661">
              <w:t>v.</w:t>
            </w:r>
            <w:r>
              <w:t xml:space="preserve"> I </w:t>
            </w:r>
            <w:r>
              <w:rPr>
                <w:i/>
              </w:rPr>
              <w:t xml:space="preserve">Familietypemodellen </w:t>
            </w:r>
            <w:r w:rsidRPr="00B37661">
              <w:t xml:space="preserve">er </w:t>
            </w:r>
            <w:r>
              <w:t xml:space="preserve">der </w:t>
            </w:r>
            <w:r w:rsidRPr="00B37661">
              <w:t>ikke gjort antagelser om famil</w:t>
            </w:r>
            <w:r w:rsidRPr="00B37661">
              <w:t>i</w:t>
            </w:r>
            <w:r w:rsidRPr="00B37661">
              <w:t>ernes forbrug. I beregningerne er forbruget derfor opgjort s</w:t>
            </w:r>
            <w:r w:rsidRPr="00B37661">
              <w:t>e</w:t>
            </w:r>
            <w:r w:rsidRPr="00B37661">
              <w:t>parat via Danmarks Statistiks Forbrugsundersøgelse. Det b</w:t>
            </w:r>
            <w:r w:rsidRPr="00B37661">
              <w:t>e</w:t>
            </w:r>
            <w:r w:rsidRPr="00B37661">
              <w:t>tyder lidt forsimplet, at famili</w:t>
            </w:r>
            <w:r w:rsidRPr="00B37661">
              <w:t>e</w:t>
            </w:r>
            <w:r w:rsidRPr="00B37661">
              <w:t>typerne får tillagt et genne</w:t>
            </w:r>
            <w:r w:rsidRPr="00B37661">
              <w:t>m</w:t>
            </w:r>
            <w:r w:rsidRPr="00B37661">
              <w:t>snitlig forbrug, der afhænger af indkomsten</w:t>
            </w:r>
            <w:r>
              <w:t xml:space="preserve"> og familiesamme</w:t>
            </w:r>
            <w:r>
              <w:t>n</w:t>
            </w:r>
            <w:r>
              <w:t>sætningen</w:t>
            </w:r>
            <w:r w:rsidRPr="00B37661">
              <w:t xml:space="preserve">. Metoden indebærer, </w:t>
            </w:r>
            <w:r w:rsidRPr="00B37661">
              <w:lastRenderedPageBreak/>
              <w:t>at en familietype eksempelvis kan få tillagt et forbrug svare</w:t>
            </w:r>
            <w:r w:rsidRPr="00B37661">
              <w:t>n</w:t>
            </w:r>
            <w:r w:rsidRPr="00B37661">
              <w:t>de til en 75 pct. fjernvarme, 5 pct. VE og 20 pct. opvarmning med fossilt brændstof.</w:t>
            </w:r>
            <w:r>
              <w:t xml:space="preserve"> Denne metode har de sidste år været den sædvanlige tilgang, når konsekvenserne af ændringer i afgiftssystemet ønskes belyst ved familietypeeksempler.</w:t>
            </w:r>
          </w:p>
          <w:p w:rsidR="006F3F48" w:rsidRDefault="006F3F48" w:rsidP="006F3F48">
            <w:pPr>
              <w:pStyle w:val="Tabel-BrdtekstmedafstandptekstGaramond"/>
            </w:pPr>
          </w:p>
          <w:p w:rsidR="00645409" w:rsidRPr="000D048F" w:rsidRDefault="006F3F48" w:rsidP="006F3F48">
            <w:pPr>
              <w:pStyle w:val="Tabel-BrdtekstmedafstandptekstGaramond"/>
            </w:pPr>
            <w:r>
              <w:t>Det bemærkes, at der i famili</w:t>
            </w:r>
            <w:r>
              <w:t>e</w:t>
            </w:r>
            <w:r>
              <w:t>typeeksemplerne – ligesom ved andre tidligere afgiftsændringer – ikke er indregnet de eventue</w:t>
            </w:r>
            <w:r>
              <w:t>l</w:t>
            </w:r>
            <w:r>
              <w:t>le konsekvenser af varmetillæ</w:t>
            </w:r>
            <w:r>
              <w:t>g</w:t>
            </w:r>
            <w:r>
              <w:t>get, der i nogle tilfælde ville h</w:t>
            </w:r>
            <w:r>
              <w:t>a</w:t>
            </w:r>
            <w:r>
              <w:t>ve kompenseret folkepension</w:t>
            </w:r>
            <w:r>
              <w:t>i</w:t>
            </w:r>
            <w:r>
              <w:t xml:space="preserve">ster for afgiftsstigningen, som følge af indførelsen af FSA m.v. </w:t>
            </w:r>
          </w:p>
        </w:tc>
      </w:tr>
      <w:tr w:rsidR="00474E2F" w:rsidRPr="00984782" w:rsidTr="00465B41">
        <w:tc>
          <w:tcPr>
            <w:tcW w:w="1701" w:type="dxa"/>
            <w:tcBorders>
              <w:top w:val="single" w:sz="4" w:space="0" w:color="D1C5C3" w:themeColor="accent3"/>
              <w:bottom w:val="single" w:sz="4" w:space="0" w:color="D1C5C3" w:themeColor="accent3"/>
            </w:tcBorders>
            <w:shd w:val="clear" w:color="auto" w:fill="FBF9F9"/>
          </w:tcPr>
          <w:p w:rsidR="00645409" w:rsidRPr="00984782" w:rsidRDefault="00984782" w:rsidP="00984782">
            <w:pPr>
              <w:pStyle w:val="Tabel-BrdtekstmedafstandptekstGaramond"/>
              <w:rPr>
                <w:i/>
                <w:lang w:val="en-US"/>
              </w:rPr>
            </w:pPr>
            <w:r w:rsidRPr="00984782">
              <w:rPr>
                <w:i/>
                <w:lang w:val="en-US"/>
              </w:rPr>
              <w:lastRenderedPageBreak/>
              <w:t>Ø</w:t>
            </w:r>
            <w:r>
              <w:rPr>
                <w:i/>
                <w:lang w:val="en-US"/>
              </w:rPr>
              <w:t>KO</w:t>
            </w:r>
            <w:r w:rsidRPr="00984782">
              <w:rPr>
                <w:i/>
                <w:lang w:val="en-US"/>
              </w:rPr>
              <w:t>-</w:t>
            </w:r>
            <w:r>
              <w:rPr>
                <w:i/>
                <w:lang w:val="en-US"/>
              </w:rPr>
              <w:t>TECH ENERGI</w:t>
            </w:r>
            <w:r w:rsidRPr="00984782">
              <w:rPr>
                <w:i/>
                <w:lang w:val="en-US"/>
              </w:rPr>
              <w:t xml:space="preserve"> A/S</w:t>
            </w:r>
          </w:p>
        </w:tc>
        <w:tc>
          <w:tcPr>
            <w:tcW w:w="142" w:type="dxa"/>
            <w:shd w:val="clear" w:color="auto" w:fill="FFFFFF" w:themeFill="background1"/>
          </w:tcPr>
          <w:p w:rsidR="00645409" w:rsidRPr="00984782" w:rsidRDefault="00645409" w:rsidP="000B4D0B">
            <w:pPr>
              <w:rPr>
                <w:lang w:val="en-US"/>
              </w:rPr>
            </w:pPr>
          </w:p>
        </w:tc>
        <w:tc>
          <w:tcPr>
            <w:tcW w:w="4517" w:type="dxa"/>
            <w:tcBorders>
              <w:top w:val="single" w:sz="4" w:space="0" w:color="D1C5C3" w:themeColor="accent3"/>
              <w:bottom w:val="single" w:sz="4" w:space="0" w:color="D1C5C3" w:themeColor="accent3"/>
            </w:tcBorders>
            <w:shd w:val="clear" w:color="auto" w:fill="FBF9F9"/>
          </w:tcPr>
          <w:p w:rsidR="00984782" w:rsidRPr="00984782" w:rsidRDefault="00984782" w:rsidP="00984782">
            <w:pPr>
              <w:pStyle w:val="Tabel-BrdtekstmedafstandptekstGaramond"/>
            </w:pPr>
            <w:r w:rsidRPr="00984782">
              <w:rPr>
                <w:i/>
              </w:rPr>
              <w:t>ØKO-TECH ENERGI A/S</w:t>
            </w:r>
            <w:r w:rsidRPr="00984782">
              <w:t xml:space="preserve"> </w:t>
            </w:r>
            <w:r>
              <w:t>anfører, at det fø</w:t>
            </w:r>
            <w:r>
              <w:t>l</w:t>
            </w:r>
            <w:r>
              <w:t>ger af energibeskatningsdirektivet, at</w:t>
            </w:r>
            <w:r w:rsidRPr="00984782">
              <w:t xml:space="preserve"> produkter under </w:t>
            </w:r>
            <w:r w:rsidR="005D58F7">
              <w:t>KN kode</w:t>
            </w:r>
            <w:r w:rsidRPr="00984782">
              <w:t xml:space="preserve"> 1507-1518, som i </w:t>
            </w:r>
            <w:r>
              <w:t xml:space="preserve">lovforslaget </w:t>
            </w:r>
            <w:r w:rsidRPr="00984782">
              <w:t>er benævnt bioli</w:t>
            </w:r>
            <w:r w:rsidR="00DA64C3">
              <w:t xml:space="preserve">er m.v.,  </w:t>
            </w:r>
            <w:r>
              <w:t>ikke ubetinget skal</w:t>
            </w:r>
            <w:r w:rsidRPr="00984782">
              <w:t xml:space="preserve"> p</w:t>
            </w:r>
            <w:r w:rsidRPr="00984782">
              <w:t>å</w:t>
            </w:r>
            <w:r w:rsidRPr="00984782">
              <w:t>lægges samme energiafgift som fossile produ</w:t>
            </w:r>
            <w:r w:rsidRPr="00984782">
              <w:t>k</w:t>
            </w:r>
            <w:r w:rsidRPr="00984782">
              <w:t>ter der har samme anvendelse, i dette tilfælde varmepro</w:t>
            </w:r>
            <w:r>
              <w:t>duktion. Desuden følger det af artikel 16</w:t>
            </w:r>
            <w:r w:rsidRPr="00984782">
              <w:t>, at et medlemsland helt kan fritage sådanne produkter for energiafgifter (også minimuma</w:t>
            </w:r>
            <w:r w:rsidRPr="00984782">
              <w:t>f</w:t>
            </w:r>
            <w:r w:rsidRPr="00984782">
              <w:t>gif</w:t>
            </w:r>
            <w:r>
              <w:t xml:space="preserve">ter). </w:t>
            </w:r>
            <w:r w:rsidRPr="00984782">
              <w:t>Det er derfor ikke EU retten</w:t>
            </w:r>
            <w:r w:rsidR="00BE688D">
              <w:t>,</w:t>
            </w:r>
            <w:r w:rsidRPr="00984782">
              <w:t xml:space="preserve"> der kr</w:t>
            </w:r>
            <w:r w:rsidRPr="00984782">
              <w:t>æ</w:t>
            </w:r>
            <w:r w:rsidRPr="00984782">
              <w:t>ver, at der skal lægges fuld dansk ener</w:t>
            </w:r>
            <w:r>
              <w:t xml:space="preserve">giafgift på CN 1507-1518. </w:t>
            </w:r>
            <w:r w:rsidRPr="00984782">
              <w:t>Hvis et medlemsland ikke ø</w:t>
            </w:r>
            <w:r w:rsidRPr="00984782">
              <w:t>n</w:t>
            </w:r>
            <w:r w:rsidRPr="00984782">
              <w:t>sker at fritage CN 1507-1518 helt for afgift, men vil anvende EU's minimumsatser f</w:t>
            </w:r>
            <w:r w:rsidR="00C61A41">
              <w:t>or b</w:t>
            </w:r>
            <w:r w:rsidR="00C61A41">
              <w:t>e</w:t>
            </w:r>
            <w:r w:rsidR="00C61A41">
              <w:t xml:space="preserve">skatning, kan de anvende minimumssatserne. Der henvises i den forbindelse til et svar fra Kommissionen. </w:t>
            </w:r>
          </w:p>
          <w:p w:rsidR="00984782" w:rsidRPr="00C61A41" w:rsidRDefault="00984782" w:rsidP="00984782">
            <w:pPr>
              <w:pStyle w:val="Tabel-BrdtekstmedafstandptekstGaramond"/>
              <w:ind w:left="0"/>
            </w:pPr>
          </w:p>
          <w:p w:rsidR="00645409" w:rsidRDefault="00984782" w:rsidP="00984782">
            <w:pPr>
              <w:pStyle w:val="Tabel-BrdtekstmedafstandptekstGaramond"/>
            </w:pPr>
            <w:r w:rsidRPr="00984782">
              <w:t xml:space="preserve">EU minimumsatsen for gasolie er 21 EURO pr </w:t>
            </w:r>
            <w:r w:rsidRPr="00984782">
              <w:lastRenderedPageBreak/>
              <w:t>1000 liter, svarende til ca</w:t>
            </w:r>
            <w:r>
              <w:t>.</w:t>
            </w:r>
            <w:r w:rsidRPr="00984782">
              <w:t xml:space="preserve"> 156 kr</w:t>
            </w:r>
            <w:r>
              <w:t xml:space="preserve">. pr 1000 liter. </w:t>
            </w:r>
            <w:r w:rsidRPr="00984782">
              <w:t>Til sammenligning e</w:t>
            </w:r>
            <w:r>
              <w:t>r beskatningen i lovforsl</w:t>
            </w:r>
            <w:r>
              <w:t>a</w:t>
            </w:r>
            <w:r>
              <w:t>get sat til</w:t>
            </w:r>
            <w:r w:rsidRPr="00984782">
              <w:t xml:space="preserve"> 195,5 øre pr liter sva</w:t>
            </w:r>
            <w:r w:rsidR="00DD2E03">
              <w:t xml:space="preserve">rende til </w:t>
            </w:r>
            <w:r w:rsidRPr="00984782">
              <w:t>1</w:t>
            </w:r>
            <w:r>
              <w:t>.</w:t>
            </w:r>
            <w:r w:rsidRPr="00984782">
              <w:t>995 kr</w:t>
            </w:r>
            <w:r>
              <w:t>.</w:t>
            </w:r>
            <w:r w:rsidRPr="00984782">
              <w:t xml:space="preserve"> pr 1000 liter.</w:t>
            </w:r>
          </w:p>
          <w:p w:rsidR="00DD2E03" w:rsidRDefault="00DD2E03" w:rsidP="00984782">
            <w:pPr>
              <w:pStyle w:val="Tabel-BrdtekstmedafstandptekstGaramond"/>
            </w:pPr>
          </w:p>
          <w:p w:rsidR="00DD2E03" w:rsidRDefault="00DD2E03" w:rsidP="00C61A41">
            <w:pPr>
              <w:pStyle w:val="Tabel-BrdtekstmedafstandptekstGaramond"/>
            </w:pPr>
            <w:r>
              <w:t>Efter energibeskatningsdirektivet kan medlem</w:t>
            </w:r>
            <w:r>
              <w:t>s</w:t>
            </w:r>
            <w:r>
              <w:t>lande fritage VE brændsler helt eller delvist for afgift. Dette er en mulighed for medlemslande som ønsker at fremme anvendelsen af CO2 neutrale, mil</w:t>
            </w:r>
            <w:r w:rsidR="00C61A41">
              <w:t xml:space="preserve">jøvenlige brændsler. </w:t>
            </w:r>
            <w:r>
              <w:t>Når der i lo</w:t>
            </w:r>
            <w:r>
              <w:t>v</w:t>
            </w:r>
            <w:r>
              <w:t>forslaget desuden står, at der ”Hermed sikres, at der sker en ensartet afgiftsmæssig beska</w:t>
            </w:r>
            <w:r>
              <w:t>t</w:t>
            </w:r>
            <w:r>
              <w:t xml:space="preserve">ning” er det jo uden logik, at man med </w:t>
            </w:r>
            <w:r w:rsidR="003F2E45">
              <w:t>lo</w:t>
            </w:r>
            <w:r w:rsidR="003F2E45">
              <w:t>v</w:t>
            </w:r>
            <w:r w:rsidR="003F2E45">
              <w:t>forslaget</w:t>
            </w:r>
            <w:r>
              <w:t xml:space="preserve"> samtidigt fritager en anden type bio</w:t>
            </w:r>
            <w:r>
              <w:t>o</w:t>
            </w:r>
            <w:r>
              <w:t>lie (talolie) for energiafgift.</w:t>
            </w:r>
          </w:p>
          <w:p w:rsidR="00C61A41" w:rsidRDefault="00C61A41" w:rsidP="00DD2E03">
            <w:pPr>
              <w:pStyle w:val="Tabel-BrdtekstmedafstandptekstGaramond"/>
            </w:pPr>
          </w:p>
          <w:p w:rsidR="00DD2E03" w:rsidRDefault="00DD2E03" w:rsidP="00DD2E03">
            <w:pPr>
              <w:pStyle w:val="Tabel-BrdtekstmedafstandptekstGaramond"/>
            </w:pPr>
            <w:r>
              <w:t>Der henvises desuden til Kommissionens nye forslag til energibeskatningsdirektiv. Da dette ændringsforslag til snart vil træde i kraft, er det uforståeligt at Skatteministeriet, uanset arg</w:t>
            </w:r>
            <w:r>
              <w:t>u</w:t>
            </w:r>
            <w:r>
              <w:t>ment, nu fremlægger et lovforslag om fuld energiskat på bioolier mv, vel vidende at dette vil være i direkte modstrid med EU Kommiss</w:t>
            </w:r>
            <w:r>
              <w:t>i</w:t>
            </w:r>
            <w:r>
              <w:t>onens målsætning med det kommende revid</w:t>
            </w:r>
            <w:r>
              <w:t>e</w:t>
            </w:r>
            <w:r>
              <w:t>rede energibeskatningsdirektiv.</w:t>
            </w:r>
          </w:p>
          <w:p w:rsidR="00CF49A8" w:rsidRDefault="00CF49A8" w:rsidP="00DD2E03">
            <w:pPr>
              <w:pStyle w:val="Tabel-BrdtekstmedafstandptekstGaramond"/>
            </w:pPr>
          </w:p>
          <w:p w:rsidR="00CF49A8" w:rsidRDefault="00CF49A8" w:rsidP="00CF49A8">
            <w:pPr>
              <w:pStyle w:val="Tabel-BrdtekstmedafstandptekstGaramond"/>
            </w:pPr>
            <w:r>
              <w:t xml:space="preserve">Det er </w:t>
            </w:r>
            <w:r w:rsidR="004564C1" w:rsidRPr="00984782">
              <w:rPr>
                <w:i/>
              </w:rPr>
              <w:t>ØKO-TECH ENERGI A/S</w:t>
            </w:r>
            <w:r w:rsidR="004564C1" w:rsidRPr="00984782">
              <w:t xml:space="preserve"> </w:t>
            </w:r>
            <w:r>
              <w:t>vurdering, at forbruget af bioolier i 2013 var max 42.000 ton, og at det vil være max 40.000 ton i 2014. Årsagen er at nogle fjernvarmeværker, der tidl</w:t>
            </w:r>
            <w:r>
              <w:t>i</w:t>
            </w:r>
            <w:r>
              <w:t>gere anvendte bioolier har opført nye flis/træpille værker. Denne tendens til fald i forbrug af bioolie ville fortsætte de kommende år da biomasse, hvis det er fast (</w:t>
            </w:r>
            <w:proofErr w:type="spellStart"/>
            <w:proofErr w:type="gramStart"/>
            <w:r>
              <w:t>flis,træpiller</w:t>
            </w:r>
            <w:proofErr w:type="spellEnd"/>
            <w:proofErr w:type="gramEnd"/>
            <w:r>
              <w:t>) og ikke flydende (bioolier), vil være fritaget for b</w:t>
            </w:r>
            <w:r>
              <w:t>å</w:t>
            </w:r>
            <w:r>
              <w:t>de energiafgift og krav om EU certificeret b</w:t>
            </w:r>
            <w:r>
              <w:t>æ</w:t>
            </w:r>
            <w:r>
              <w:t>redygtighed.</w:t>
            </w:r>
          </w:p>
          <w:p w:rsidR="00CF49A8" w:rsidRDefault="00CF49A8" w:rsidP="00CF49A8">
            <w:pPr>
              <w:pStyle w:val="Tabel-BrdtekstmedafstandptekstGaramond"/>
            </w:pPr>
          </w:p>
          <w:p w:rsidR="00CF49A8" w:rsidRDefault="00CF49A8" w:rsidP="00525F3D">
            <w:pPr>
              <w:pStyle w:val="Tabel-BrdtekstmedafstandptekstGaramond"/>
            </w:pPr>
            <w:r>
              <w:t>Hvis beskatning af brændsel fortsatte som den er nu, må det forventes at forbruget af bioolie i 2020 ville være 1,0 PJ, idet fast biomasse v</w:t>
            </w:r>
            <w:r w:rsidR="00525F3D">
              <w:t xml:space="preserve">ille dominere som VE brændsel. </w:t>
            </w:r>
            <w:r>
              <w:t>Det antages også i lovforslaget, at fritagelse af talolie for energia</w:t>
            </w:r>
            <w:r>
              <w:t>f</w:t>
            </w:r>
            <w:r>
              <w:t xml:space="preserve">gift, vil medføre et forbrug af talolie svarende </w:t>
            </w:r>
            <w:r>
              <w:lastRenderedPageBreak/>
              <w:t>til 1,0 PJ, og at de virksomheder der hidtil har anvendt bioolie, vil skifte til talolie.  Denne a</w:t>
            </w:r>
            <w:r>
              <w:t>n</w:t>
            </w:r>
            <w:r>
              <w:t>tagelse er ikke korrekt.</w:t>
            </w:r>
          </w:p>
          <w:p w:rsidR="00E76ECE" w:rsidRDefault="00E76ECE" w:rsidP="00525F3D">
            <w:pPr>
              <w:pStyle w:val="Tabel-BrdtekstmedafstandptekstGaramond"/>
            </w:pPr>
          </w:p>
          <w:p w:rsidR="00CF49A8" w:rsidRDefault="00CF49A8" w:rsidP="00CF49A8">
            <w:pPr>
              <w:pStyle w:val="Tabel-BrdtekstmedafstandptekstGaramond"/>
            </w:pPr>
            <w:r>
              <w:t>Talolie anvendes en del som brændsel i Sverige og Finland, men på specielle kedelanlæg som er opført til netop at anvende talolie.  Kemisk er talolie meget forskellig fra de bioolier der a</w:t>
            </w:r>
            <w:r>
              <w:t>n</w:t>
            </w:r>
            <w:r>
              <w:t xml:space="preserve">vendes i DK, men af afgørende betydning er at talolie har et højt indhold af nitrogen, svovl og aske. Det betyder at talolie kun kan anvendes på fjernvarmeværker som har teknik til at fjerne </w:t>
            </w:r>
            <w:proofErr w:type="spellStart"/>
            <w:r>
              <w:t>NOx</w:t>
            </w:r>
            <w:proofErr w:type="spellEnd"/>
            <w:r>
              <w:t xml:space="preserve"> og SO2 fra røggassen (</w:t>
            </w:r>
            <w:proofErr w:type="spellStart"/>
            <w:r>
              <w:t>DeNOx</w:t>
            </w:r>
            <w:proofErr w:type="spellEnd"/>
            <w:r>
              <w:t xml:space="preserve"> og </w:t>
            </w:r>
            <w:proofErr w:type="spellStart"/>
            <w:r>
              <w:t>afs</w:t>
            </w:r>
            <w:proofErr w:type="spellEnd"/>
            <w:r w:rsidR="007F432C">
              <w:t xml:space="preserve"> </w:t>
            </w:r>
            <w:proofErr w:type="spellStart"/>
            <w:r>
              <w:t>vovling</w:t>
            </w:r>
            <w:proofErr w:type="spellEnd"/>
            <w:r>
              <w:t>), og denne teknik (som er kostbar) fi</w:t>
            </w:r>
            <w:r>
              <w:t>n</w:t>
            </w:r>
            <w:r>
              <w:t>des ikke på nogen af de fjernvarmeværker der på nuværende tidspunkt anvender bioolier. Det høje askeindhold vil endvidere medføre at væ</w:t>
            </w:r>
            <w:r>
              <w:t>r</w:t>
            </w:r>
            <w:r>
              <w:t>kernes kedler vil fyldes med aske, med ringe energieffektivitet til følge. Desuden vil det være sådan, at talolie fritaget for energiafgift, ikke vil være konkurrencedygtigt med fast biomasse.</w:t>
            </w:r>
          </w:p>
          <w:p w:rsidR="00411DD1" w:rsidRDefault="00411DD1" w:rsidP="00CF49A8">
            <w:pPr>
              <w:pStyle w:val="Tabel-BrdtekstmedafstandptekstGaramond"/>
            </w:pPr>
          </w:p>
          <w:p w:rsidR="00CF49A8" w:rsidRDefault="00CF49A8" w:rsidP="00CF49A8">
            <w:pPr>
              <w:pStyle w:val="Tabel-BrdtekstmedafstandptekstGaramond"/>
            </w:pPr>
            <w:r>
              <w:t>De værker</w:t>
            </w:r>
            <w:r w:rsidR="00411DD1">
              <w:t>,</w:t>
            </w:r>
            <w:r>
              <w:t xml:space="preserve"> som har biooliekedler vil derfor i</w:t>
            </w:r>
            <w:r>
              <w:t>k</w:t>
            </w:r>
            <w:r>
              <w:t>ke anvende talolie, men midlertidigt skifte t</w:t>
            </w:r>
            <w:r w:rsidR="00411DD1">
              <w:t>il fossil fyringsolie</w:t>
            </w:r>
            <w:r>
              <w:t xml:space="preserve"> og hurtigst muligt etablere k</w:t>
            </w:r>
            <w:r>
              <w:t>e</w:t>
            </w:r>
            <w:r>
              <w:t>delanlæg</w:t>
            </w:r>
            <w:r w:rsidR="00411DD1">
              <w:t>,</w:t>
            </w:r>
            <w:r>
              <w:t xml:space="preserve"> der kan anvende flis/træpiller som brændsel.</w:t>
            </w:r>
          </w:p>
          <w:p w:rsidR="00E76ECE" w:rsidRDefault="00E76ECE" w:rsidP="00CF49A8">
            <w:pPr>
              <w:pStyle w:val="Tabel-BrdtekstmedafstandptekstGaramond"/>
            </w:pPr>
          </w:p>
          <w:p w:rsidR="00CF49A8" w:rsidRPr="00984782" w:rsidRDefault="00CF49A8" w:rsidP="00D73948">
            <w:pPr>
              <w:pStyle w:val="Tabel-BrdtekstmedafstandptekstGaramond"/>
            </w:pPr>
            <w:r>
              <w:t>Resultatet bliver derfor initialt en øget nettou</w:t>
            </w:r>
            <w:r>
              <w:t>d</w:t>
            </w:r>
            <w:r>
              <w:t>ledning af CO2 fra fossil fyringsolie, samt efte</w:t>
            </w:r>
            <w:r>
              <w:t>r</w:t>
            </w:r>
            <w:r>
              <w:t>følgende en øget anvendelse af fast biomasse, hvortil der ikke er krav om EU certificeret b</w:t>
            </w:r>
            <w:r>
              <w:t>æ</w:t>
            </w:r>
            <w:r>
              <w:t xml:space="preserve">redygtighed. </w:t>
            </w:r>
          </w:p>
        </w:tc>
        <w:tc>
          <w:tcPr>
            <w:tcW w:w="115" w:type="dxa"/>
            <w:shd w:val="clear" w:color="auto" w:fill="FFFFFF" w:themeFill="background1"/>
          </w:tcPr>
          <w:p w:rsidR="00645409" w:rsidRPr="00984782" w:rsidRDefault="00645409" w:rsidP="000B4D0B"/>
        </w:tc>
        <w:tc>
          <w:tcPr>
            <w:tcW w:w="3164" w:type="dxa"/>
            <w:tcBorders>
              <w:top w:val="single" w:sz="4" w:space="0" w:color="14143C" w:themeColor="accent1"/>
              <w:bottom w:val="single" w:sz="4" w:space="0" w:color="14143C" w:themeColor="accent1"/>
            </w:tcBorders>
            <w:shd w:val="clear" w:color="auto" w:fill="D2CED8"/>
          </w:tcPr>
          <w:p w:rsidR="00645409" w:rsidRDefault="00C40019" w:rsidP="00C40019">
            <w:pPr>
              <w:pStyle w:val="Tabel-BrdtekstmedafstandptekstGaramond"/>
            </w:pPr>
            <w:r>
              <w:t xml:space="preserve">Der henvises til kommentaren til Landbrug &amp; Fødevarer. </w:t>
            </w:r>
          </w:p>
          <w:p w:rsidR="00C40019" w:rsidRDefault="00C40019" w:rsidP="00C40019">
            <w:pPr>
              <w:pStyle w:val="Tabel-BrdtekstmedafstandptekstGaramond"/>
            </w:pPr>
          </w:p>
          <w:p w:rsidR="00C40019" w:rsidRDefault="00C40019" w:rsidP="00C40019">
            <w:pPr>
              <w:pStyle w:val="Tabel-BrdtekstmedafstandptekstGaramond"/>
            </w:pPr>
          </w:p>
          <w:p w:rsidR="00C40019" w:rsidRDefault="00C40019" w:rsidP="00C40019">
            <w:pPr>
              <w:pStyle w:val="Tabel-BrdtekstmedafstandptekstGaramond"/>
            </w:pPr>
          </w:p>
          <w:p w:rsidR="00C40019" w:rsidRDefault="00C40019" w:rsidP="00C40019">
            <w:pPr>
              <w:pStyle w:val="Tabel-BrdtekstmedafstandptekstGaramond"/>
            </w:pPr>
          </w:p>
          <w:p w:rsidR="00C40019" w:rsidRDefault="00C40019" w:rsidP="00C40019">
            <w:pPr>
              <w:pStyle w:val="Tabel-BrdtekstmedafstandptekstGaramond"/>
            </w:pPr>
          </w:p>
          <w:p w:rsidR="00C40019" w:rsidRDefault="00C40019" w:rsidP="00C40019">
            <w:pPr>
              <w:pStyle w:val="Tabel-BrdtekstmedafstandptekstGaramond"/>
            </w:pPr>
          </w:p>
          <w:p w:rsidR="00C40019" w:rsidRDefault="00C40019" w:rsidP="00C40019">
            <w:pPr>
              <w:pStyle w:val="Tabel-BrdtekstmedafstandptekstGaramond"/>
            </w:pPr>
          </w:p>
          <w:p w:rsidR="00C40019" w:rsidRDefault="00C40019" w:rsidP="00C40019">
            <w:pPr>
              <w:pStyle w:val="Tabel-BrdtekstmedafstandptekstGaramond"/>
            </w:pPr>
          </w:p>
          <w:p w:rsidR="00C40019" w:rsidRDefault="00C40019" w:rsidP="00C40019">
            <w:pPr>
              <w:pStyle w:val="Tabel-BrdtekstmedafstandptekstGaramond"/>
            </w:pPr>
          </w:p>
          <w:p w:rsidR="00C40019" w:rsidRDefault="00C40019" w:rsidP="00C40019">
            <w:pPr>
              <w:pStyle w:val="Tabel-BrdtekstmedafstandptekstGaramond"/>
            </w:pPr>
          </w:p>
          <w:p w:rsidR="00C40019" w:rsidRDefault="00C40019" w:rsidP="00C40019">
            <w:pPr>
              <w:pStyle w:val="Tabel-BrdtekstmedafstandptekstGaramond"/>
            </w:pPr>
          </w:p>
          <w:p w:rsidR="00C40019" w:rsidRDefault="00C40019" w:rsidP="00C40019">
            <w:pPr>
              <w:pStyle w:val="Tabel-BrdtekstmedafstandptekstGaramond"/>
            </w:pPr>
          </w:p>
          <w:p w:rsidR="00C40019" w:rsidRDefault="00C40019" w:rsidP="00C40019">
            <w:pPr>
              <w:pStyle w:val="Tabel-BrdtekstmedafstandptekstGaramond"/>
            </w:pPr>
          </w:p>
          <w:p w:rsidR="00C40019" w:rsidRDefault="00C40019" w:rsidP="00C40019">
            <w:pPr>
              <w:pStyle w:val="Tabel-BrdtekstmedafstandptekstGaramond"/>
            </w:pPr>
          </w:p>
          <w:p w:rsidR="00C40019" w:rsidRDefault="00C40019" w:rsidP="00C40019">
            <w:pPr>
              <w:pStyle w:val="Tabel-BrdtekstmedafstandptekstGaramond"/>
            </w:pPr>
          </w:p>
          <w:p w:rsidR="00C40019" w:rsidRDefault="00C40019" w:rsidP="00C40019">
            <w:pPr>
              <w:pStyle w:val="Tabel-BrdtekstmedafstandptekstGaramond"/>
            </w:pPr>
          </w:p>
          <w:p w:rsidR="00C40019" w:rsidRDefault="00C40019" w:rsidP="00C40019">
            <w:pPr>
              <w:pStyle w:val="Tabel-BrdtekstmedafstandptekstGaramond"/>
            </w:pPr>
          </w:p>
          <w:p w:rsidR="00C40019" w:rsidRDefault="00C40019" w:rsidP="00C40019">
            <w:pPr>
              <w:pStyle w:val="Tabel-BrdtekstmedafstandptekstGaramond"/>
            </w:pPr>
          </w:p>
          <w:p w:rsidR="00C40019" w:rsidRDefault="00C40019" w:rsidP="00C40019">
            <w:pPr>
              <w:pStyle w:val="Tabel-BrdtekstmedafstandptekstGaramond"/>
            </w:pPr>
          </w:p>
          <w:p w:rsidR="00C40019" w:rsidRDefault="00C40019" w:rsidP="00C40019">
            <w:pPr>
              <w:pStyle w:val="Tabel-BrdtekstmedafstandptekstGaramond"/>
            </w:pPr>
          </w:p>
          <w:p w:rsidR="00C40019" w:rsidRDefault="00C40019" w:rsidP="00C40019">
            <w:pPr>
              <w:pStyle w:val="Tabel-BrdtekstmedafstandptekstGaramond"/>
            </w:pPr>
          </w:p>
          <w:p w:rsidR="00C40019" w:rsidRDefault="00C40019" w:rsidP="00C40019">
            <w:pPr>
              <w:pStyle w:val="Tabel-BrdtekstmedafstandptekstGaramond"/>
            </w:pPr>
          </w:p>
          <w:p w:rsidR="00C40019" w:rsidRDefault="00C40019" w:rsidP="00C40019">
            <w:pPr>
              <w:pStyle w:val="Tabel-BrdtekstmedafstandptekstGaramond"/>
            </w:pPr>
          </w:p>
          <w:p w:rsidR="00C40019" w:rsidRDefault="00C40019" w:rsidP="00C40019">
            <w:pPr>
              <w:pStyle w:val="Tabel-BrdtekstmedafstandptekstGaramond"/>
            </w:pPr>
          </w:p>
          <w:p w:rsidR="00C40019" w:rsidRDefault="00C40019" w:rsidP="00C40019">
            <w:pPr>
              <w:pStyle w:val="Tabel-BrdtekstmedafstandptekstGaramond"/>
            </w:pPr>
          </w:p>
          <w:p w:rsidR="00C40019" w:rsidRDefault="00C40019" w:rsidP="00C40019">
            <w:pPr>
              <w:pStyle w:val="Tabel-BrdtekstmedafstandptekstGaramond"/>
            </w:pPr>
          </w:p>
          <w:p w:rsidR="00C40019" w:rsidRDefault="00C40019" w:rsidP="00C40019">
            <w:pPr>
              <w:pStyle w:val="Tabel-BrdtekstmedafstandptekstGaramond"/>
            </w:pPr>
          </w:p>
          <w:p w:rsidR="00C40019" w:rsidRDefault="00C40019" w:rsidP="00C40019">
            <w:pPr>
              <w:pStyle w:val="Tabel-BrdtekstmedafstandptekstGaramond"/>
            </w:pPr>
          </w:p>
          <w:p w:rsidR="00C40019" w:rsidRDefault="00C40019" w:rsidP="00C40019">
            <w:pPr>
              <w:pStyle w:val="Tabel-BrdtekstmedafstandptekstGaramond"/>
            </w:pPr>
          </w:p>
          <w:p w:rsidR="00C40019" w:rsidRDefault="00C40019" w:rsidP="00C40019">
            <w:pPr>
              <w:pStyle w:val="Tabel-BrdtekstmedafstandptekstGaramond"/>
            </w:pPr>
          </w:p>
          <w:p w:rsidR="00C40019" w:rsidRDefault="00C40019" w:rsidP="00C40019">
            <w:pPr>
              <w:pStyle w:val="Tabel-BrdtekstmedafstandptekstGaramond"/>
            </w:pPr>
          </w:p>
          <w:p w:rsidR="00C40019" w:rsidRDefault="00C40019" w:rsidP="00C40019">
            <w:pPr>
              <w:pStyle w:val="Tabel-BrdtekstmedafstandptekstGaramond"/>
            </w:pPr>
          </w:p>
          <w:p w:rsidR="000C3172" w:rsidRDefault="000C3172" w:rsidP="00BA4029">
            <w:pPr>
              <w:pStyle w:val="Tabel-BrdtekstmedafstandptekstGaramond"/>
              <w:ind w:left="0"/>
            </w:pPr>
          </w:p>
          <w:p w:rsidR="000C3172" w:rsidRDefault="000C3172" w:rsidP="00605E7D">
            <w:pPr>
              <w:pStyle w:val="Tabel-BrdtekstmedafstandptekstGaramond"/>
            </w:pPr>
            <w:r>
              <w:t xml:space="preserve">Det er på nuværende tidspunkt uvist, hvornår det reviderede energibeskatningsdirektiv kan træde i kraft, samt i hvilken form. Det er derfor ikke muligt at inddrage elementer herfra. </w:t>
            </w:r>
          </w:p>
          <w:p w:rsidR="000F63A4" w:rsidRDefault="000F63A4" w:rsidP="00605E7D">
            <w:pPr>
              <w:pStyle w:val="Tabel-BrdtekstmedafstandptekstGaramond"/>
            </w:pPr>
          </w:p>
          <w:p w:rsidR="000F63A4" w:rsidRDefault="000F63A4" w:rsidP="00605E7D">
            <w:pPr>
              <w:pStyle w:val="Tabel-BrdtekstmedafstandptekstGaramond"/>
            </w:pPr>
          </w:p>
          <w:p w:rsidR="000F63A4" w:rsidRDefault="000F63A4" w:rsidP="00605E7D">
            <w:pPr>
              <w:pStyle w:val="Tabel-BrdtekstmedafstandptekstGaramond"/>
            </w:pPr>
          </w:p>
          <w:p w:rsidR="000F63A4" w:rsidRDefault="000F63A4" w:rsidP="00605E7D">
            <w:pPr>
              <w:pStyle w:val="Tabel-BrdtekstmedafstandptekstGaramond"/>
            </w:pPr>
          </w:p>
          <w:p w:rsidR="000F63A4" w:rsidRDefault="000F63A4" w:rsidP="00605E7D">
            <w:pPr>
              <w:pStyle w:val="Tabel-BrdtekstmedafstandptekstGaramond"/>
            </w:pPr>
          </w:p>
          <w:p w:rsidR="000F63A4" w:rsidRDefault="000F63A4" w:rsidP="00605E7D">
            <w:pPr>
              <w:pStyle w:val="Tabel-BrdtekstmedafstandptekstGaramond"/>
            </w:pPr>
          </w:p>
          <w:p w:rsidR="000F63A4" w:rsidRDefault="000F63A4" w:rsidP="00605E7D">
            <w:pPr>
              <w:pStyle w:val="Tabel-BrdtekstmedafstandptekstGaramond"/>
            </w:pPr>
          </w:p>
          <w:p w:rsidR="000F63A4" w:rsidRDefault="000F63A4" w:rsidP="00605E7D">
            <w:pPr>
              <w:pStyle w:val="Tabel-BrdtekstmedafstandptekstGaramond"/>
            </w:pPr>
          </w:p>
          <w:p w:rsidR="000F63A4" w:rsidRDefault="000F63A4" w:rsidP="00605E7D">
            <w:pPr>
              <w:pStyle w:val="Tabel-BrdtekstmedafstandptekstGaramond"/>
            </w:pPr>
          </w:p>
          <w:p w:rsidR="000F63A4" w:rsidRDefault="000F63A4" w:rsidP="00605E7D">
            <w:pPr>
              <w:pStyle w:val="Tabel-BrdtekstmedafstandptekstGaramond"/>
            </w:pPr>
          </w:p>
          <w:p w:rsidR="000F63A4" w:rsidRDefault="000F63A4" w:rsidP="00605E7D">
            <w:pPr>
              <w:pStyle w:val="Tabel-BrdtekstmedafstandptekstGaramond"/>
            </w:pPr>
          </w:p>
          <w:p w:rsidR="000F63A4" w:rsidRDefault="000F63A4" w:rsidP="00605E7D">
            <w:pPr>
              <w:pStyle w:val="Tabel-BrdtekstmedafstandptekstGaramond"/>
            </w:pPr>
          </w:p>
          <w:p w:rsidR="000F63A4" w:rsidRDefault="000F63A4" w:rsidP="00605E7D">
            <w:pPr>
              <w:pStyle w:val="Tabel-BrdtekstmedafstandptekstGaramond"/>
            </w:pPr>
          </w:p>
          <w:p w:rsidR="000F63A4" w:rsidRDefault="000F63A4" w:rsidP="00605E7D">
            <w:pPr>
              <w:pStyle w:val="Tabel-BrdtekstmedafstandptekstGaramond"/>
            </w:pPr>
          </w:p>
          <w:p w:rsidR="000F63A4" w:rsidRDefault="000F63A4" w:rsidP="000F63A4">
            <w:pPr>
              <w:pStyle w:val="Tabel-BrdtekstmedafstandptekstGaramond"/>
            </w:pPr>
          </w:p>
          <w:p w:rsidR="000F63A4" w:rsidRDefault="000F63A4" w:rsidP="000F63A4">
            <w:pPr>
              <w:pStyle w:val="Tabel-BrdtekstmedafstandptekstGaramond"/>
            </w:pPr>
          </w:p>
          <w:p w:rsidR="000F63A4" w:rsidRDefault="000F63A4" w:rsidP="000F63A4">
            <w:pPr>
              <w:pStyle w:val="Tabel-BrdtekstmedafstandptekstGaramond"/>
            </w:pPr>
          </w:p>
          <w:p w:rsidR="000F63A4" w:rsidRDefault="000F63A4" w:rsidP="000F63A4">
            <w:pPr>
              <w:pStyle w:val="Tabel-BrdtekstmedafstandptekstGaramond"/>
            </w:pPr>
          </w:p>
          <w:p w:rsidR="000F63A4" w:rsidRDefault="000F63A4" w:rsidP="000F63A4">
            <w:pPr>
              <w:pStyle w:val="Tabel-BrdtekstmedafstandptekstGaramond"/>
            </w:pPr>
          </w:p>
          <w:p w:rsidR="000F63A4" w:rsidRDefault="000F63A4" w:rsidP="000F63A4">
            <w:pPr>
              <w:pStyle w:val="Tabel-BrdtekstmedafstandptekstGaramond"/>
            </w:pPr>
          </w:p>
          <w:p w:rsidR="000F63A4" w:rsidRDefault="000F63A4" w:rsidP="000F63A4">
            <w:pPr>
              <w:pStyle w:val="Tabel-BrdtekstmedafstandptekstGaramond"/>
            </w:pPr>
          </w:p>
          <w:p w:rsidR="000F63A4" w:rsidRDefault="000F63A4" w:rsidP="000F63A4">
            <w:pPr>
              <w:pStyle w:val="Tabel-BrdtekstmedafstandptekstGaramond"/>
            </w:pPr>
          </w:p>
          <w:p w:rsidR="00BA4029" w:rsidRDefault="00BA4029" w:rsidP="000F63A4">
            <w:pPr>
              <w:pStyle w:val="Tabel-BrdtekstmedafstandptekstGaramond"/>
            </w:pPr>
          </w:p>
          <w:p w:rsidR="000F63A4" w:rsidRDefault="000F63A4" w:rsidP="000F63A4">
            <w:pPr>
              <w:pStyle w:val="Tabel-BrdtekstmedafstandptekstGaramond"/>
            </w:pPr>
          </w:p>
          <w:p w:rsidR="000F63A4" w:rsidRDefault="000F63A4" w:rsidP="00D73948">
            <w:pPr>
              <w:pStyle w:val="Tabel-BrdtekstmedafstandptekstGaramond"/>
              <w:ind w:left="0"/>
            </w:pPr>
          </w:p>
          <w:p w:rsidR="004564C1" w:rsidRDefault="004564C1" w:rsidP="00D73948">
            <w:pPr>
              <w:pStyle w:val="Tabel-BrdtekstmedafstandptekstGaramond"/>
              <w:ind w:left="0"/>
            </w:pPr>
          </w:p>
          <w:p w:rsidR="000F63A4" w:rsidRPr="0065247E" w:rsidRDefault="000F63A4" w:rsidP="0065247E">
            <w:pPr>
              <w:pStyle w:val="Tabel-BrdtekstmedafstandptekstGaramond"/>
            </w:pPr>
            <w:r w:rsidRPr="000D6FC4">
              <w:t>I Danmark er der ikke erfaring med at anvende talolie som brændsel. Samtidigt kan det konstateres, at det anvendes i vores nabolande. Kombinati</w:t>
            </w:r>
            <w:r w:rsidRPr="000D6FC4">
              <w:t>o</w:t>
            </w:r>
            <w:r w:rsidRPr="000D6FC4">
              <w:t>nen af relativt høje energiafgi</w:t>
            </w:r>
            <w:r w:rsidRPr="000D6FC4">
              <w:t>f</w:t>
            </w:r>
            <w:r w:rsidRPr="000D6FC4">
              <w:t>ter i Danmark og energiafgift</w:t>
            </w:r>
            <w:r w:rsidRPr="000D6FC4">
              <w:t>s</w:t>
            </w:r>
            <w:r w:rsidRPr="000D6FC4">
              <w:t xml:space="preserve">fritagelsen for talolie givet et økonomisk incitament til at </w:t>
            </w:r>
            <w:proofErr w:type="gramStart"/>
            <w:r w:rsidRPr="000D6FC4">
              <w:t>a</w:t>
            </w:r>
            <w:r w:rsidRPr="000D6FC4">
              <w:t>n</w:t>
            </w:r>
            <w:r w:rsidRPr="000D6FC4">
              <w:t>vende</w:t>
            </w:r>
            <w:proofErr w:type="gramEnd"/>
            <w:r w:rsidRPr="000D6FC4">
              <w:t xml:space="preserve"> talolie som brændsel. Skønnet for udviklingen i den fremtidige anvendelse af talolie er </w:t>
            </w:r>
            <w:r w:rsidR="005D3C3F">
              <w:t xml:space="preserve">derfor </w:t>
            </w:r>
            <w:r w:rsidRPr="000D6FC4">
              <w:t>forbundet med stor usikkerhed.</w:t>
            </w:r>
            <w:r w:rsidRPr="0065247E">
              <w:t xml:space="preserve"> </w:t>
            </w:r>
          </w:p>
          <w:p w:rsidR="000F63A4" w:rsidRDefault="000F63A4" w:rsidP="00605E7D">
            <w:pPr>
              <w:pStyle w:val="Tabel-BrdtekstmedafstandptekstGaramond"/>
            </w:pPr>
          </w:p>
          <w:p w:rsidR="000C3172" w:rsidRDefault="000C3172" w:rsidP="000B4D0B">
            <w:pPr>
              <w:pStyle w:val="Tabel-BrdtekstmedafstandptekstGaramond"/>
            </w:pPr>
          </w:p>
          <w:p w:rsidR="000C3172" w:rsidRPr="00984782" w:rsidRDefault="000C3172" w:rsidP="000B4D0B">
            <w:pPr>
              <w:pStyle w:val="Tabel-BrdtekstmedafstandptekstGaramond"/>
            </w:pPr>
          </w:p>
        </w:tc>
      </w:tr>
    </w:tbl>
    <w:p w:rsidR="00600E3E" w:rsidRPr="00F37F63" w:rsidRDefault="00600E3E" w:rsidP="002B3C73">
      <w:pPr>
        <w:keepNext/>
        <w:keepLines/>
      </w:pPr>
    </w:p>
    <w:sectPr w:rsidR="00600E3E" w:rsidRPr="00F37F63" w:rsidSect="00207BEC">
      <w:headerReference w:type="even" r:id="rId9"/>
      <w:headerReference w:type="default" r:id="rId10"/>
      <w:footerReference w:type="even" r:id="rId11"/>
      <w:footerReference w:type="default" r:id="rId12"/>
      <w:headerReference w:type="first" r:id="rId13"/>
      <w:footerReference w:type="first" r:id="rId14"/>
      <w:pgSz w:w="11906" w:h="16838" w:code="9"/>
      <w:pgMar w:top="2381" w:right="3119" w:bottom="1701" w:left="1134" w:header="567" w:footer="5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3D3" w:rsidRDefault="002803D3" w:rsidP="009E4B94">
      <w:pPr>
        <w:spacing w:line="240" w:lineRule="auto"/>
      </w:pPr>
      <w:r>
        <w:separator/>
      </w:r>
    </w:p>
  </w:endnote>
  <w:endnote w:type="continuationSeparator" w:id="0">
    <w:p w:rsidR="002803D3" w:rsidRDefault="002803D3"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3D3" w:rsidRDefault="002803D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3D3" w:rsidRPr="00681D83" w:rsidRDefault="002803D3" w:rsidP="00C51167">
    <w:pPr>
      <w:pStyle w:val="Sidefod"/>
    </w:pPr>
    <w:r>
      <w:rPr>
        <w:noProof/>
        <w:lang w:eastAsia="da-DK"/>
      </w:rPr>
      <mc:AlternateContent>
        <mc:Choice Requires="wps">
          <w:drawing>
            <wp:anchor distT="0" distB="0" distL="114300" distR="114300" simplePos="0" relativeHeight="251662336" behindDoc="0" locked="0" layoutInCell="1" allowOverlap="1" wp14:anchorId="377769AD" wp14:editId="7B1DD9C7">
              <wp:simplePos x="0" y="0"/>
              <wp:positionH relativeFrom="rightMargin">
                <wp:posOffset>363855</wp:posOffset>
              </wp:positionH>
              <wp:positionV relativeFrom="page">
                <wp:posOffset>10002520</wp:posOffset>
              </wp:positionV>
              <wp:extent cx="1249680" cy="542925"/>
              <wp:effectExtent l="0" t="0" r="7620" b="6350"/>
              <wp:wrapNone/>
              <wp:docPr id="5" name="Text Box 5"/>
              <wp:cNvGraphicFramePr/>
              <a:graphic xmlns:a="http://schemas.openxmlformats.org/drawingml/2006/main">
                <a:graphicData uri="http://schemas.microsoft.com/office/word/2010/wordprocessingShape">
                  <wps:wsp>
                    <wps:cNvSpPr txBox="1"/>
                    <wps:spPr>
                      <a:xfrm>
                        <a:off x="0" y="0"/>
                        <a:ext cx="1249680" cy="542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803D3" w:rsidRPr="00094ABD" w:rsidRDefault="002803D3" w:rsidP="001E79D1">
                          <w:pPr>
                            <w:rPr>
                              <w:rStyle w:val="Sidetal"/>
                            </w:rPr>
                          </w:pPr>
                          <w:r>
                            <w:rPr>
                              <w:rStyle w:val="Sidetal"/>
                            </w:rPr>
                            <w:t>Sid</w:t>
                          </w:r>
                          <w:r w:rsidRPr="00094ABD">
                            <w:rPr>
                              <w:rStyle w:val="Sidetal"/>
                            </w:rPr>
                            <w:t xml:space="preserve">e </w:t>
                          </w:r>
                          <w:r w:rsidRPr="00094ABD">
                            <w:rPr>
                              <w:rStyle w:val="Sidetal"/>
                            </w:rPr>
                            <w:fldChar w:fldCharType="begin"/>
                          </w:r>
                          <w:r w:rsidRPr="00094ABD">
                            <w:rPr>
                              <w:rStyle w:val="Sidetal"/>
                            </w:rPr>
                            <w:instrText xml:space="preserve"> PAGE  </w:instrText>
                          </w:r>
                          <w:r w:rsidRPr="00094ABD">
                            <w:rPr>
                              <w:rStyle w:val="Sidetal"/>
                            </w:rPr>
                            <w:fldChar w:fldCharType="separate"/>
                          </w:r>
                          <w:r w:rsidR="00BB03E0">
                            <w:rPr>
                              <w:rStyle w:val="Sidetal"/>
                              <w:noProof/>
                            </w:rPr>
                            <w:t>47</w:t>
                          </w:r>
                          <w:r w:rsidRPr="00094ABD">
                            <w:rPr>
                              <w:rStyle w:val="Sidetal"/>
                            </w:rPr>
                            <w:fldChar w:fldCharType="end"/>
                          </w:r>
                          <w:r w:rsidRPr="00094ABD">
                            <w:rPr>
                              <w:rStyle w:val="Sidetal"/>
                            </w:rPr>
                            <w:t xml:space="preserve"> </w:t>
                          </w:r>
                          <w:r>
                            <w:rPr>
                              <w:rStyle w:val="Sidetal"/>
                            </w:rPr>
                            <w:t>a</w:t>
                          </w:r>
                          <w:r w:rsidRPr="00094ABD">
                            <w:rPr>
                              <w:rStyle w:val="Sidetal"/>
                            </w:rPr>
                            <w:t xml:space="preserve">f </w:t>
                          </w:r>
                          <w:r w:rsidRPr="00094ABD">
                            <w:rPr>
                              <w:rStyle w:val="Sidetal"/>
                            </w:rPr>
                            <w:fldChar w:fldCharType="begin"/>
                          </w:r>
                          <w:r w:rsidRPr="00094ABD">
                            <w:rPr>
                              <w:rStyle w:val="Sidetal"/>
                            </w:rPr>
                            <w:instrText xml:space="preserve"> SECTIONPAGES </w:instrText>
                          </w:r>
                          <w:r w:rsidRPr="00094ABD">
                            <w:rPr>
                              <w:rStyle w:val="Sidetal"/>
                            </w:rPr>
                            <w:fldChar w:fldCharType="separate"/>
                          </w:r>
                          <w:r w:rsidR="00BB03E0">
                            <w:rPr>
                              <w:rStyle w:val="Sidetal"/>
                              <w:noProof/>
                            </w:rPr>
                            <w:t>47</w:t>
                          </w:r>
                          <w:r w:rsidRPr="00094ABD">
                            <w:rPr>
                              <w:rStyle w:val="Sidetal"/>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28.65pt;margin-top:787.6pt;width:98.4pt;height:42.75pt;z-index:2516623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" filled="f" stroked="f" strokeweight=".5pt">
              <v:textbox style="mso-fit-shape-to-text:t" inset="0,0,0,0">
                <w:txbxContent>
                  <w:p w:rsidR="002803D3" w:rsidRPr="00094ABD" w:rsidRDefault="002803D3" w:rsidP="001E79D1">
                    <w:pPr>
                      <w:rPr>
                        <w:rStyle w:val="Sidetal"/>
                      </w:rPr>
                    </w:pPr>
                    <w:r>
                      <w:rPr>
                        <w:rStyle w:val="Sidetal"/>
                      </w:rPr>
                      <w:t>Sid</w:t>
                    </w:r>
                    <w:r w:rsidRPr="00094ABD">
                      <w:rPr>
                        <w:rStyle w:val="Sidetal"/>
                      </w:rPr>
                      <w:t xml:space="preserve">e </w:t>
                    </w:r>
                    <w:r w:rsidRPr="00094ABD">
                      <w:rPr>
                        <w:rStyle w:val="Sidetal"/>
                      </w:rPr>
                      <w:fldChar w:fldCharType="begin"/>
                    </w:r>
                    <w:r w:rsidRPr="00094ABD">
                      <w:rPr>
                        <w:rStyle w:val="Sidetal"/>
                      </w:rPr>
                      <w:instrText xml:space="preserve"> PAGE  </w:instrText>
                    </w:r>
                    <w:r w:rsidRPr="00094ABD">
                      <w:rPr>
                        <w:rStyle w:val="Sidetal"/>
                      </w:rPr>
                      <w:fldChar w:fldCharType="separate"/>
                    </w:r>
                    <w:r w:rsidR="00BB03E0">
                      <w:rPr>
                        <w:rStyle w:val="Sidetal"/>
                        <w:noProof/>
                      </w:rPr>
                      <w:t>47</w:t>
                    </w:r>
                    <w:r w:rsidRPr="00094ABD">
                      <w:rPr>
                        <w:rStyle w:val="Sidetal"/>
                      </w:rPr>
                      <w:fldChar w:fldCharType="end"/>
                    </w:r>
                    <w:r w:rsidRPr="00094ABD">
                      <w:rPr>
                        <w:rStyle w:val="Sidetal"/>
                      </w:rPr>
                      <w:t xml:space="preserve"> </w:t>
                    </w:r>
                    <w:r>
                      <w:rPr>
                        <w:rStyle w:val="Sidetal"/>
                      </w:rPr>
                      <w:t>a</w:t>
                    </w:r>
                    <w:r w:rsidRPr="00094ABD">
                      <w:rPr>
                        <w:rStyle w:val="Sidetal"/>
                      </w:rPr>
                      <w:t xml:space="preserve">f </w:t>
                    </w:r>
                    <w:r w:rsidRPr="00094ABD">
                      <w:rPr>
                        <w:rStyle w:val="Sidetal"/>
                      </w:rPr>
                      <w:fldChar w:fldCharType="begin"/>
                    </w:r>
                    <w:r w:rsidRPr="00094ABD">
                      <w:rPr>
                        <w:rStyle w:val="Sidetal"/>
                      </w:rPr>
                      <w:instrText xml:space="preserve"> SECTIONPAGES </w:instrText>
                    </w:r>
                    <w:r w:rsidRPr="00094ABD">
                      <w:rPr>
                        <w:rStyle w:val="Sidetal"/>
                      </w:rPr>
                      <w:fldChar w:fldCharType="separate"/>
                    </w:r>
                    <w:r w:rsidR="00BB03E0">
                      <w:rPr>
                        <w:rStyle w:val="Sidetal"/>
                        <w:noProof/>
                      </w:rPr>
                      <w:t>47</w:t>
                    </w:r>
                    <w:r w:rsidRPr="00094ABD">
                      <w:rPr>
                        <w:rStyle w:val="Sidetal"/>
                      </w:rPr>
                      <w:fldChar w:fldCharType="end"/>
                    </w:r>
                  </w:p>
                </w:txbxContent>
              </v:textbox>
              <w10:wrap anchorx="margin" anchory="page"/>
            </v:shape>
          </w:pict>
        </mc:Fallback>
      </mc:AlternateContent>
    </w:r>
    <w:r>
      <w:rPr>
        <w:noProof/>
        <w:lang w:eastAsia="da-DK"/>
      </w:rPr>
      <w:drawing>
        <wp:anchor distT="0" distB="0" distL="114300" distR="114300" simplePos="0" relativeHeight="251669504" behindDoc="0" locked="0" layoutInCell="1" allowOverlap="1" wp14:anchorId="43388F85" wp14:editId="6BE6AE44">
          <wp:simplePos x="0" y="0"/>
          <wp:positionH relativeFrom="page">
            <wp:posOffset>5929630</wp:posOffset>
          </wp:positionH>
          <wp:positionV relativeFrom="page">
            <wp:posOffset>10261600</wp:posOffset>
          </wp:positionV>
          <wp:extent cx="1270800" cy="792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0800" cy="792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3D3" w:rsidRPr="00094ABD" w:rsidRDefault="002803D3" w:rsidP="00C51167">
    <w:pPr>
      <w:pStyle w:val="Sidefod"/>
    </w:pPr>
    <w:r>
      <w:rPr>
        <w:noProof/>
        <w:lang w:eastAsia="da-DK"/>
      </w:rPr>
      <w:drawing>
        <wp:anchor distT="0" distB="0" distL="114300" distR="114300" simplePos="0" relativeHeight="251667456" behindDoc="0" locked="0" layoutInCell="1" allowOverlap="1" wp14:anchorId="1E984082" wp14:editId="51EF7EE3">
          <wp:simplePos x="0" y="0"/>
          <wp:positionH relativeFrom="page">
            <wp:posOffset>5930900</wp:posOffset>
          </wp:positionH>
          <wp:positionV relativeFrom="page">
            <wp:posOffset>10261600</wp:posOffset>
          </wp:positionV>
          <wp:extent cx="1270800" cy="79425"/>
          <wp:effectExtent l="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0800" cy="7942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3D3" w:rsidRDefault="002803D3" w:rsidP="009E4B94">
      <w:pPr>
        <w:spacing w:line="240" w:lineRule="auto"/>
      </w:pPr>
      <w:r>
        <w:separator/>
      </w:r>
    </w:p>
  </w:footnote>
  <w:footnote w:type="continuationSeparator" w:id="0">
    <w:p w:rsidR="002803D3" w:rsidRDefault="002803D3" w:rsidP="009E4B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3D3" w:rsidRDefault="002803D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3D3" w:rsidRDefault="002803D3">
    <w:pPr>
      <w:pStyle w:val="Sidehove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3D3" w:rsidRDefault="002803D3" w:rsidP="00CE262C">
    <w:pPr>
      <w:pStyle w:val="Sidehoved"/>
    </w:pPr>
    <w:r>
      <w:rPr>
        <w:noProof/>
        <w:lang w:eastAsia="da-DK"/>
      </w:rPr>
      <w:drawing>
        <wp:anchor distT="0" distB="0" distL="114300" distR="114300" simplePos="0" relativeHeight="251666432" behindDoc="0" locked="0" layoutInCell="1" allowOverlap="1" wp14:anchorId="0BB85573" wp14:editId="39B2E216">
          <wp:simplePos x="0" y="0"/>
          <wp:positionH relativeFrom="page">
            <wp:posOffset>3009900</wp:posOffset>
          </wp:positionH>
          <wp:positionV relativeFrom="page">
            <wp:posOffset>487680</wp:posOffset>
          </wp:positionV>
          <wp:extent cx="1546860" cy="411480"/>
          <wp:effectExtent l="0" t="0" r="0" b="762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rev.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6860" cy="4114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E623E50"/>
    <w:lvl w:ilvl="0">
      <w:start w:val="1"/>
      <w:numFmt w:val="decimal"/>
      <w:lvlText w:val="%1."/>
      <w:lvlJc w:val="left"/>
      <w:pPr>
        <w:tabs>
          <w:tab w:val="num" w:pos="1492"/>
        </w:tabs>
        <w:ind w:left="1492" w:hanging="360"/>
      </w:pPr>
    </w:lvl>
  </w:abstractNum>
  <w:abstractNum w:abstractNumId="1">
    <w:nsid w:val="FFFFFF7D"/>
    <w:multiLevelType w:val="singleLevel"/>
    <w:tmpl w:val="D8F83A50"/>
    <w:lvl w:ilvl="0">
      <w:start w:val="1"/>
      <w:numFmt w:val="decimal"/>
      <w:lvlText w:val="%1."/>
      <w:lvlJc w:val="left"/>
      <w:pPr>
        <w:tabs>
          <w:tab w:val="num" w:pos="1209"/>
        </w:tabs>
        <w:ind w:left="1209" w:hanging="360"/>
      </w:pPr>
    </w:lvl>
  </w:abstractNum>
  <w:abstractNum w:abstractNumId="2">
    <w:nsid w:val="FFFFFF7E"/>
    <w:multiLevelType w:val="singleLevel"/>
    <w:tmpl w:val="DB6C66B0"/>
    <w:lvl w:ilvl="0">
      <w:start w:val="1"/>
      <w:numFmt w:val="decimal"/>
      <w:lvlText w:val="%1."/>
      <w:lvlJc w:val="left"/>
      <w:pPr>
        <w:tabs>
          <w:tab w:val="num" w:pos="926"/>
        </w:tabs>
        <w:ind w:left="926" w:hanging="360"/>
      </w:pPr>
    </w:lvl>
  </w:abstractNum>
  <w:abstractNum w:abstractNumId="3">
    <w:nsid w:val="FFFFFF7F"/>
    <w:multiLevelType w:val="singleLevel"/>
    <w:tmpl w:val="1CD457C6"/>
    <w:lvl w:ilvl="0">
      <w:start w:val="1"/>
      <w:numFmt w:val="decimal"/>
      <w:lvlText w:val="%1."/>
      <w:lvlJc w:val="left"/>
      <w:pPr>
        <w:tabs>
          <w:tab w:val="num" w:pos="643"/>
        </w:tabs>
        <w:ind w:left="643" w:hanging="360"/>
      </w:pPr>
    </w:lvl>
  </w:abstractNum>
  <w:abstractNum w:abstractNumId="4">
    <w:nsid w:val="FFFFFF80"/>
    <w:multiLevelType w:val="singleLevel"/>
    <w:tmpl w:val="C86E9E7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B02305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E62340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268648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4D2024C"/>
    <w:lvl w:ilvl="0">
      <w:start w:val="1"/>
      <w:numFmt w:val="decimal"/>
      <w:lvlText w:val="%1."/>
      <w:lvlJc w:val="left"/>
      <w:pPr>
        <w:tabs>
          <w:tab w:val="num" w:pos="360"/>
        </w:tabs>
        <w:ind w:left="360" w:hanging="360"/>
      </w:pPr>
    </w:lvl>
  </w:abstractNum>
  <w:abstractNum w:abstractNumId="9">
    <w:nsid w:val="34E56628"/>
    <w:multiLevelType w:val="multilevel"/>
    <w:tmpl w:val="D6760A46"/>
    <w:lvl w:ilvl="0">
      <w:start w:val="1"/>
      <w:numFmt w:val="bullet"/>
      <w:lvlText w:val=""/>
      <w:lvlJc w:val="left"/>
      <w:pPr>
        <w:ind w:left="1180" w:hanging="284"/>
      </w:pPr>
      <w:rPr>
        <w:rFonts w:ascii="Symbol" w:hAnsi="Symbol" w:hint="default"/>
        <w:color w:val="auto"/>
      </w:rPr>
    </w:lvl>
    <w:lvl w:ilvl="1">
      <w:start w:val="1"/>
      <w:numFmt w:val="bullet"/>
      <w:lvlText w:val=""/>
      <w:lvlJc w:val="left"/>
      <w:pPr>
        <w:ind w:left="1464" w:hanging="284"/>
      </w:pPr>
      <w:rPr>
        <w:rFonts w:ascii="Symbol" w:hAnsi="Symbol" w:hint="default"/>
        <w:color w:val="auto"/>
      </w:rPr>
    </w:lvl>
    <w:lvl w:ilvl="2">
      <w:start w:val="1"/>
      <w:numFmt w:val="bullet"/>
      <w:lvlText w:val=""/>
      <w:lvlJc w:val="left"/>
      <w:pPr>
        <w:ind w:left="1748" w:hanging="284"/>
      </w:pPr>
      <w:rPr>
        <w:rFonts w:ascii="Symbol" w:hAnsi="Symbol" w:hint="default"/>
        <w:color w:val="auto"/>
      </w:rPr>
    </w:lvl>
    <w:lvl w:ilvl="3">
      <w:start w:val="1"/>
      <w:numFmt w:val="bullet"/>
      <w:lvlText w:val=""/>
      <w:lvlJc w:val="left"/>
      <w:pPr>
        <w:ind w:left="2032" w:hanging="284"/>
      </w:pPr>
      <w:rPr>
        <w:rFonts w:ascii="Symbol" w:hAnsi="Symbol" w:hint="default"/>
      </w:rPr>
    </w:lvl>
    <w:lvl w:ilvl="4">
      <w:start w:val="1"/>
      <w:numFmt w:val="bullet"/>
      <w:lvlText w:val=""/>
      <w:lvlJc w:val="left"/>
      <w:pPr>
        <w:ind w:left="2316" w:hanging="284"/>
      </w:pPr>
      <w:rPr>
        <w:rFonts w:ascii="Symbol" w:hAnsi="Symbol" w:hint="default"/>
        <w:color w:val="auto"/>
      </w:rPr>
    </w:lvl>
    <w:lvl w:ilvl="5">
      <w:start w:val="1"/>
      <w:numFmt w:val="bullet"/>
      <w:lvlText w:val=""/>
      <w:lvlJc w:val="left"/>
      <w:pPr>
        <w:ind w:left="2600" w:hanging="284"/>
      </w:pPr>
      <w:rPr>
        <w:rFonts w:ascii="Symbol" w:hAnsi="Symbol" w:hint="default"/>
        <w:color w:val="auto"/>
      </w:rPr>
    </w:lvl>
    <w:lvl w:ilvl="6">
      <w:start w:val="1"/>
      <w:numFmt w:val="bullet"/>
      <w:lvlText w:val=""/>
      <w:lvlJc w:val="left"/>
      <w:pPr>
        <w:ind w:left="2884" w:hanging="284"/>
      </w:pPr>
      <w:rPr>
        <w:rFonts w:ascii="Symbol" w:hAnsi="Symbol" w:hint="default"/>
        <w:color w:val="auto"/>
      </w:rPr>
    </w:lvl>
    <w:lvl w:ilvl="7">
      <w:start w:val="1"/>
      <w:numFmt w:val="bullet"/>
      <w:lvlText w:val=""/>
      <w:lvlJc w:val="left"/>
      <w:pPr>
        <w:ind w:left="3168" w:hanging="284"/>
      </w:pPr>
      <w:rPr>
        <w:rFonts w:ascii="Symbol" w:hAnsi="Symbol" w:hint="default"/>
      </w:rPr>
    </w:lvl>
    <w:lvl w:ilvl="8">
      <w:start w:val="1"/>
      <w:numFmt w:val="bullet"/>
      <w:lvlText w:val=""/>
      <w:lvlJc w:val="left"/>
      <w:pPr>
        <w:ind w:left="3452" w:hanging="284"/>
      </w:pPr>
      <w:rPr>
        <w:rFonts w:ascii="Symbol" w:hAnsi="Symbol" w:hint="default"/>
        <w:color w:val="auto"/>
      </w:rPr>
    </w:lvl>
  </w:abstractNum>
  <w:abstractNum w:abstractNumId="10">
    <w:nsid w:val="37E627BE"/>
    <w:multiLevelType w:val="multilevel"/>
    <w:tmpl w:val="AEDA868E"/>
    <w:lvl w:ilvl="0">
      <w:start w:val="1"/>
      <w:numFmt w:val="bullet"/>
      <w:lvlRestart w:val="0"/>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abstractNum w:abstractNumId="11">
    <w:nsid w:val="7E20588C"/>
    <w:multiLevelType w:val="multilevel"/>
    <w:tmpl w:val="51246668"/>
    <w:lvl w:ilvl="0">
      <w:start w:val="1"/>
      <w:numFmt w:val="decimal"/>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588" w:hanging="624"/>
      </w:pPr>
      <w:rPr>
        <w:rFonts w:hint="default"/>
      </w:rPr>
    </w:lvl>
    <w:lvl w:ilvl="3">
      <w:start w:val="1"/>
      <w:numFmt w:val="decimal"/>
      <w:lvlText w:val="%1.%2.%3.%4."/>
      <w:lvlJc w:val="left"/>
      <w:pPr>
        <w:ind w:left="2381" w:hanging="793"/>
      </w:pPr>
      <w:rPr>
        <w:rFonts w:hint="default"/>
      </w:rPr>
    </w:lvl>
    <w:lvl w:ilvl="4">
      <w:start w:val="1"/>
      <w:numFmt w:val="decimal"/>
      <w:lvlText w:val="%1.%2.%3.%4.%5."/>
      <w:lvlJc w:val="left"/>
      <w:pPr>
        <w:ind w:left="2552" w:hanging="964"/>
      </w:pPr>
      <w:rPr>
        <w:rFonts w:hint="default"/>
      </w:rPr>
    </w:lvl>
    <w:lvl w:ilvl="5">
      <w:start w:val="1"/>
      <w:numFmt w:val="decimal"/>
      <w:lvlText w:val="%1.%2.%3.%4.%5.%6."/>
      <w:lvlJc w:val="left"/>
      <w:pPr>
        <w:ind w:left="2552" w:hanging="964"/>
      </w:pPr>
      <w:rPr>
        <w:rFonts w:hint="default"/>
      </w:rPr>
    </w:lvl>
    <w:lvl w:ilvl="6">
      <w:start w:val="1"/>
      <w:numFmt w:val="decimal"/>
      <w:lvlText w:val="%1.%2.%3.%4.%5.%6.%7."/>
      <w:lvlJc w:val="left"/>
      <w:pPr>
        <w:ind w:left="3119" w:hanging="1531"/>
      </w:pPr>
      <w:rPr>
        <w:rFonts w:hint="default"/>
      </w:rPr>
    </w:lvl>
    <w:lvl w:ilvl="7">
      <w:start w:val="1"/>
      <w:numFmt w:val="decimal"/>
      <w:lvlText w:val="%1.%2.%3.%4.%5.%6.%7.%8."/>
      <w:lvlJc w:val="left"/>
      <w:pPr>
        <w:ind w:left="3175" w:hanging="1587"/>
      </w:pPr>
      <w:rPr>
        <w:rFonts w:hint="default"/>
      </w:rPr>
    </w:lvl>
    <w:lvl w:ilvl="8">
      <w:start w:val="1"/>
      <w:numFmt w:val="decimal"/>
      <w:lvlText w:val="%1.%2.%3.%4.%5.%6.%7.%8.%9."/>
      <w:lvlJc w:val="left"/>
      <w:pPr>
        <w:ind w:left="3289" w:hanging="1701"/>
      </w:pPr>
      <w:rPr>
        <w:rFonts w:hint="default"/>
      </w:rPr>
    </w:lvl>
  </w:abstractNum>
  <w:abstractNum w:abstractNumId="12">
    <w:nsid w:val="7FB354B8"/>
    <w:multiLevelType w:val="multilevel"/>
    <w:tmpl w:val="372283E4"/>
    <w:lvl w:ilvl="0">
      <w:start w:val="1"/>
      <w:numFmt w:val="bullet"/>
      <w:pStyle w:val="Opstilling-punkttegn"/>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abstractNumId w:val="12"/>
  </w:num>
  <w:num w:numId="2">
    <w:abstractNumId w:val="7"/>
  </w:num>
  <w:num w:numId="3">
    <w:abstractNumId w:val="6"/>
  </w:num>
  <w:num w:numId="4">
    <w:abstractNumId w:val="5"/>
  </w:num>
  <w:num w:numId="5">
    <w:abstractNumId w:val="4"/>
  </w:num>
  <w:num w:numId="6">
    <w:abstractNumId w:val="11"/>
  </w:num>
  <w:num w:numId="7">
    <w:abstractNumId w:val="3"/>
  </w:num>
  <w:num w:numId="8">
    <w:abstractNumId w:val="2"/>
  </w:num>
  <w:num w:numId="9">
    <w:abstractNumId w:val="1"/>
  </w:num>
  <w:num w:numId="10">
    <w:abstractNumId w:val="0"/>
  </w:num>
  <w:num w:numId="11">
    <w:abstractNumId w:val="8"/>
  </w:num>
  <w:num w:numId="12">
    <w:abstractNumId w:val="11"/>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abstractNumId w:val="9"/>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defaultTabStop w:val="1304"/>
  <w:autoHyphenation/>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FEE"/>
    <w:rsid w:val="00004865"/>
    <w:rsid w:val="00006A30"/>
    <w:rsid w:val="00006F66"/>
    <w:rsid w:val="0000703F"/>
    <w:rsid w:val="00010178"/>
    <w:rsid w:val="00010308"/>
    <w:rsid w:val="0001534C"/>
    <w:rsid w:val="00017063"/>
    <w:rsid w:val="00017586"/>
    <w:rsid w:val="0001769D"/>
    <w:rsid w:val="000234AA"/>
    <w:rsid w:val="0002656E"/>
    <w:rsid w:val="00030CFB"/>
    <w:rsid w:val="00030F87"/>
    <w:rsid w:val="00031E5B"/>
    <w:rsid w:val="00033048"/>
    <w:rsid w:val="000374AA"/>
    <w:rsid w:val="00037F00"/>
    <w:rsid w:val="00040717"/>
    <w:rsid w:val="0004087C"/>
    <w:rsid w:val="000423FF"/>
    <w:rsid w:val="00043EB1"/>
    <w:rsid w:val="00045E50"/>
    <w:rsid w:val="000506C0"/>
    <w:rsid w:val="00052423"/>
    <w:rsid w:val="00060042"/>
    <w:rsid w:val="00062109"/>
    <w:rsid w:val="00062785"/>
    <w:rsid w:val="00066A26"/>
    <w:rsid w:val="0007362F"/>
    <w:rsid w:val="00073F1C"/>
    <w:rsid w:val="00074577"/>
    <w:rsid w:val="00074DB8"/>
    <w:rsid w:val="00081169"/>
    <w:rsid w:val="000829A5"/>
    <w:rsid w:val="00083591"/>
    <w:rsid w:val="00084812"/>
    <w:rsid w:val="00085C15"/>
    <w:rsid w:val="0009160D"/>
    <w:rsid w:val="00091DA6"/>
    <w:rsid w:val="00092B6B"/>
    <w:rsid w:val="00092CFC"/>
    <w:rsid w:val="00094ABD"/>
    <w:rsid w:val="000951E6"/>
    <w:rsid w:val="00096777"/>
    <w:rsid w:val="000A42E7"/>
    <w:rsid w:val="000A4AA6"/>
    <w:rsid w:val="000B2946"/>
    <w:rsid w:val="000B4D0B"/>
    <w:rsid w:val="000C3172"/>
    <w:rsid w:val="000C4289"/>
    <w:rsid w:val="000C4A9E"/>
    <w:rsid w:val="000C5942"/>
    <w:rsid w:val="000C639D"/>
    <w:rsid w:val="000C6781"/>
    <w:rsid w:val="000D048F"/>
    <w:rsid w:val="000D04A1"/>
    <w:rsid w:val="000D2DD7"/>
    <w:rsid w:val="000D6FC4"/>
    <w:rsid w:val="000E5BE3"/>
    <w:rsid w:val="000F31E8"/>
    <w:rsid w:val="000F3EDE"/>
    <w:rsid w:val="000F4D15"/>
    <w:rsid w:val="000F63A4"/>
    <w:rsid w:val="001006AD"/>
    <w:rsid w:val="00106D2F"/>
    <w:rsid w:val="00106F42"/>
    <w:rsid w:val="00107C9A"/>
    <w:rsid w:val="00121584"/>
    <w:rsid w:val="0012213C"/>
    <w:rsid w:val="0012305C"/>
    <w:rsid w:val="0012348B"/>
    <w:rsid w:val="001278A8"/>
    <w:rsid w:val="00127940"/>
    <w:rsid w:val="00130109"/>
    <w:rsid w:val="00131F5D"/>
    <w:rsid w:val="00131F69"/>
    <w:rsid w:val="0013244F"/>
    <w:rsid w:val="00132B7A"/>
    <w:rsid w:val="00135D6E"/>
    <w:rsid w:val="00142C21"/>
    <w:rsid w:val="0014584C"/>
    <w:rsid w:val="0014607E"/>
    <w:rsid w:val="00152F82"/>
    <w:rsid w:val="00153F40"/>
    <w:rsid w:val="00165D2F"/>
    <w:rsid w:val="0017112A"/>
    <w:rsid w:val="00176C89"/>
    <w:rsid w:val="00182651"/>
    <w:rsid w:val="00182FDC"/>
    <w:rsid w:val="001863A7"/>
    <w:rsid w:val="00194625"/>
    <w:rsid w:val="001946E5"/>
    <w:rsid w:val="00194E6B"/>
    <w:rsid w:val="001958EE"/>
    <w:rsid w:val="001A2678"/>
    <w:rsid w:val="001A5012"/>
    <w:rsid w:val="001B7801"/>
    <w:rsid w:val="001B78D2"/>
    <w:rsid w:val="001C198A"/>
    <w:rsid w:val="001C26D3"/>
    <w:rsid w:val="001C784D"/>
    <w:rsid w:val="001D0093"/>
    <w:rsid w:val="001D3967"/>
    <w:rsid w:val="001D5659"/>
    <w:rsid w:val="001D6BD9"/>
    <w:rsid w:val="001E3006"/>
    <w:rsid w:val="001E6508"/>
    <w:rsid w:val="001E79D1"/>
    <w:rsid w:val="001F374B"/>
    <w:rsid w:val="00203AB1"/>
    <w:rsid w:val="00203DE6"/>
    <w:rsid w:val="00204C69"/>
    <w:rsid w:val="00205C1C"/>
    <w:rsid w:val="002065AF"/>
    <w:rsid w:val="00207BEC"/>
    <w:rsid w:val="00215B68"/>
    <w:rsid w:val="00216BA9"/>
    <w:rsid w:val="0022143A"/>
    <w:rsid w:val="0022147A"/>
    <w:rsid w:val="00223511"/>
    <w:rsid w:val="00224330"/>
    <w:rsid w:val="00224E35"/>
    <w:rsid w:val="0022582F"/>
    <w:rsid w:val="002301C3"/>
    <w:rsid w:val="00233B60"/>
    <w:rsid w:val="00234B8C"/>
    <w:rsid w:val="00234FC9"/>
    <w:rsid w:val="00235043"/>
    <w:rsid w:val="00236E9C"/>
    <w:rsid w:val="00237FF6"/>
    <w:rsid w:val="00244D70"/>
    <w:rsid w:val="00245AB9"/>
    <w:rsid w:val="00256730"/>
    <w:rsid w:val="00257D41"/>
    <w:rsid w:val="002604F2"/>
    <w:rsid w:val="002640CE"/>
    <w:rsid w:val="0026468A"/>
    <w:rsid w:val="00265EE3"/>
    <w:rsid w:val="00267514"/>
    <w:rsid w:val="00273D86"/>
    <w:rsid w:val="002776B7"/>
    <w:rsid w:val="002803D3"/>
    <w:rsid w:val="002849D6"/>
    <w:rsid w:val="002870F4"/>
    <w:rsid w:val="00287737"/>
    <w:rsid w:val="00297916"/>
    <w:rsid w:val="002B32BF"/>
    <w:rsid w:val="002B3A4F"/>
    <w:rsid w:val="002B3C24"/>
    <w:rsid w:val="002B3C73"/>
    <w:rsid w:val="002B4A07"/>
    <w:rsid w:val="002C258E"/>
    <w:rsid w:val="002E17BC"/>
    <w:rsid w:val="002E233E"/>
    <w:rsid w:val="002E2342"/>
    <w:rsid w:val="002E30A1"/>
    <w:rsid w:val="002E3F69"/>
    <w:rsid w:val="002E6B15"/>
    <w:rsid w:val="002E74A4"/>
    <w:rsid w:val="002F2286"/>
    <w:rsid w:val="002F26F1"/>
    <w:rsid w:val="002F5C0A"/>
    <w:rsid w:val="002F5C2C"/>
    <w:rsid w:val="00302887"/>
    <w:rsid w:val="003075A8"/>
    <w:rsid w:val="00314DF8"/>
    <w:rsid w:val="0031564B"/>
    <w:rsid w:val="00316A66"/>
    <w:rsid w:val="00320045"/>
    <w:rsid w:val="003247A4"/>
    <w:rsid w:val="00332B04"/>
    <w:rsid w:val="003365C2"/>
    <w:rsid w:val="00340110"/>
    <w:rsid w:val="00346D29"/>
    <w:rsid w:val="00351C70"/>
    <w:rsid w:val="0035415C"/>
    <w:rsid w:val="00354CAD"/>
    <w:rsid w:val="00356EFB"/>
    <w:rsid w:val="003656F8"/>
    <w:rsid w:val="003770DB"/>
    <w:rsid w:val="00377480"/>
    <w:rsid w:val="003853FD"/>
    <w:rsid w:val="00385D49"/>
    <w:rsid w:val="00386345"/>
    <w:rsid w:val="00386561"/>
    <w:rsid w:val="003A0A1A"/>
    <w:rsid w:val="003B35B0"/>
    <w:rsid w:val="003B447F"/>
    <w:rsid w:val="003B5118"/>
    <w:rsid w:val="003C4288"/>
    <w:rsid w:val="003C4F9F"/>
    <w:rsid w:val="003C60F1"/>
    <w:rsid w:val="003D0E06"/>
    <w:rsid w:val="003D1231"/>
    <w:rsid w:val="003D718E"/>
    <w:rsid w:val="003E10AA"/>
    <w:rsid w:val="003E371B"/>
    <w:rsid w:val="003F00BE"/>
    <w:rsid w:val="003F2E45"/>
    <w:rsid w:val="003F52AC"/>
    <w:rsid w:val="004008B5"/>
    <w:rsid w:val="00404BF7"/>
    <w:rsid w:val="00405D82"/>
    <w:rsid w:val="00411DD1"/>
    <w:rsid w:val="004141C6"/>
    <w:rsid w:val="00415896"/>
    <w:rsid w:val="00416196"/>
    <w:rsid w:val="00421B5A"/>
    <w:rsid w:val="00424709"/>
    <w:rsid w:val="00425F90"/>
    <w:rsid w:val="00437872"/>
    <w:rsid w:val="00437B0C"/>
    <w:rsid w:val="00446687"/>
    <w:rsid w:val="004469D6"/>
    <w:rsid w:val="0045132B"/>
    <w:rsid w:val="00455537"/>
    <w:rsid w:val="00455CBA"/>
    <w:rsid w:val="004564C1"/>
    <w:rsid w:val="00456A87"/>
    <w:rsid w:val="00460439"/>
    <w:rsid w:val="00465B41"/>
    <w:rsid w:val="00466136"/>
    <w:rsid w:val="00474E2F"/>
    <w:rsid w:val="00476829"/>
    <w:rsid w:val="00484640"/>
    <w:rsid w:val="00491D5C"/>
    <w:rsid w:val="004A5600"/>
    <w:rsid w:val="004B1684"/>
    <w:rsid w:val="004B496B"/>
    <w:rsid w:val="004B5150"/>
    <w:rsid w:val="004B6C75"/>
    <w:rsid w:val="004C01B2"/>
    <w:rsid w:val="004C0204"/>
    <w:rsid w:val="004C2087"/>
    <w:rsid w:val="004C2D37"/>
    <w:rsid w:val="004C477C"/>
    <w:rsid w:val="004C4B4D"/>
    <w:rsid w:val="004C56B8"/>
    <w:rsid w:val="004C5D3C"/>
    <w:rsid w:val="004C6671"/>
    <w:rsid w:val="004C7F4C"/>
    <w:rsid w:val="004D0057"/>
    <w:rsid w:val="004D036C"/>
    <w:rsid w:val="004D0A20"/>
    <w:rsid w:val="004D2BD7"/>
    <w:rsid w:val="004D46CB"/>
    <w:rsid w:val="004D5CA1"/>
    <w:rsid w:val="004E280C"/>
    <w:rsid w:val="004E2AD6"/>
    <w:rsid w:val="004E4737"/>
    <w:rsid w:val="004E5557"/>
    <w:rsid w:val="004E5FA3"/>
    <w:rsid w:val="004E712D"/>
    <w:rsid w:val="004E7461"/>
    <w:rsid w:val="004F13C3"/>
    <w:rsid w:val="00500FB5"/>
    <w:rsid w:val="00502F63"/>
    <w:rsid w:val="00503680"/>
    <w:rsid w:val="00504882"/>
    <w:rsid w:val="00504FF0"/>
    <w:rsid w:val="00522DA7"/>
    <w:rsid w:val="00525897"/>
    <w:rsid w:val="00525F3D"/>
    <w:rsid w:val="00530A82"/>
    <w:rsid w:val="00535188"/>
    <w:rsid w:val="00536019"/>
    <w:rsid w:val="0053662E"/>
    <w:rsid w:val="00540721"/>
    <w:rsid w:val="00546077"/>
    <w:rsid w:val="00554042"/>
    <w:rsid w:val="0055474D"/>
    <w:rsid w:val="00562DFF"/>
    <w:rsid w:val="00563823"/>
    <w:rsid w:val="00563829"/>
    <w:rsid w:val="00563B0B"/>
    <w:rsid w:val="00564CF0"/>
    <w:rsid w:val="00572FE2"/>
    <w:rsid w:val="00575D74"/>
    <w:rsid w:val="00586571"/>
    <w:rsid w:val="00586C79"/>
    <w:rsid w:val="005A28D4"/>
    <w:rsid w:val="005A6D13"/>
    <w:rsid w:val="005A75AD"/>
    <w:rsid w:val="005B4028"/>
    <w:rsid w:val="005B4242"/>
    <w:rsid w:val="005B7A7C"/>
    <w:rsid w:val="005C1E50"/>
    <w:rsid w:val="005C5F97"/>
    <w:rsid w:val="005D2434"/>
    <w:rsid w:val="005D3C3F"/>
    <w:rsid w:val="005D3D38"/>
    <w:rsid w:val="005D463B"/>
    <w:rsid w:val="005D58F7"/>
    <w:rsid w:val="005E3CA7"/>
    <w:rsid w:val="005E4A4D"/>
    <w:rsid w:val="005E7689"/>
    <w:rsid w:val="005F1580"/>
    <w:rsid w:val="005F3493"/>
    <w:rsid w:val="005F3ED8"/>
    <w:rsid w:val="005F719E"/>
    <w:rsid w:val="00600E3E"/>
    <w:rsid w:val="00602F6E"/>
    <w:rsid w:val="00605E7D"/>
    <w:rsid w:val="00611E79"/>
    <w:rsid w:val="00620507"/>
    <w:rsid w:val="00622C50"/>
    <w:rsid w:val="0062308C"/>
    <w:rsid w:val="00625D34"/>
    <w:rsid w:val="00633BAF"/>
    <w:rsid w:val="00637B77"/>
    <w:rsid w:val="00637CAF"/>
    <w:rsid w:val="00642CBC"/>
    <w:rsid w:val="00645409"/>
    <w:rsid w:val="0065247E"/>
    <w:rsid w:val="00655B49"/>
    <w:rsid w:val="0066092D"/>
    <w:rsid w:val="006612D2"/>
    <w:rsid w:val="0067143B"/>
    <w:rsid w:val="0067386E"/>
    <w:rsid w:val="00675DA1"/>
    <w:rsid w:val="00681D83"/>
    <w:rsid w:val="006860EF"/>
    <w:rsid w:val="006900C2"/>
    <w:rsid w:val="0069263D"/>
    <w:rsid w:val="006927F9"/>
    <w:rsid w:val="00694421"/>
    <w:rsid w:val="006960A3"/>
    <w:rsid w:val="006B0F61"/>
    <w:rsid w:val="006B11FD"/>
    <w:rsid w:val="006B30A9"/>
    <w:rsid w:val="006B3779"/>
    <w:rsid w:val="006B5FEA"/>
    <w:rsid w:val="006C37D2"/>
    <w:rsid w:val="006C4622"/>
    <w:rsid w:val="006D38AF"/>
    <w:rsid w:val="006D38E4"/>
    <w:rsid w:val="006D59B0"/>
    <w:rsid w:val="006E4360"/>
    <w:rsid w:val="006E637C"/>
    <w:rsid w:val="006E738E"/>
    <w:rsid w:val="006F3F48"/>
    <w:rsid w:val="006F6849"/>
    <w:rsid w:val="0070267E"/>
    <w:rsid w:val="00702D2C"/>
    <w:rsid w:val="00703B3F"/>
    <w:rsid w:val="00704931"/>
    <w:rsid w:val="00706E32"/>
    <w:rsid w:val="00707273"/>
    <w:rsid w:val="00707321"/>
    <w:rsid w:val="00710A46"/>
    <w:rsid w:val="00713F98"/>
    <w:rsid w:val="007154F3"/>
    <w:rsid w:val="00725AE0"/>
    <w:rsid w:val="00726DD2"/>
    <w:rsid w:val="0073255B"/>
    <w:rsid w:val="007327A9"/>
    <w:rsid w:val="00736613"/>
    <w:rsid w:val="007546AF"/>
    <w:rsid w:val="00756C27"/>
    <w:rsid w:val="0076009A"/>
    <w:rsid w:val="00765934"/>
    <w:rsid w:val="00770410"/>
    <w:rsid w:val="0077126A"/>
    <w:rsid w:val="00773919"/>
    <w:rsid w:val="00775409"/>
    <w:rsid w:val="00777D5B"/>
    <w:rsid w:val="00780A35"/>
    <w:rsid w:val="00781105"/>
    <w:rsid w:val="007861ED"/>
    <w:rsid w:val="00786FCF"/>
    <w:rsid w:val="0078774E"/>
    <w:rsid w:val="0079240C"/>
    <w:rsid w:val="0079555B"/>
    <w:rsid w:val="007A1833"/>
    <w:rsid w:val="007A1B96"/>
    <w:rsid w:val="007A2D34"/>
    <w:rsid w:val="007B1A63"/>
    <w:rsid w:val="007B5544"/>
    <w:rsid w:val="007C19AF"/>
    <w:rsid w:val="007C348D"/>
    <w:rsid w:val="007D2E67"/>
    <w:rsid w:val="007D4977"/>
    <w:rsid w:val="007E0E19"/>
    <w:rsid w:val="007E1535"/>
    <w:rsid w:val="007E2611"/>
    <w:rsid w:val="007E2CF5"/>
    <w:rsid w:val="007E373C"/>
    <w:rsid w:val="007F432C"/>
    <w:rsid w:val="00801F34"/>
    <w:rsid w:val="00803892"/>
    <w:rsid w:val="0081485E"/>
    <w:rsid w:val="00815F28"/>
    <w:rsid w:val="008160BB"/>
    <w:rsid w:val="008160DC"/>
    <w:rsid w:val="00820348"/>
    <w:rsid w:val="00824115"/>
    <w:rsid w:val="00826DFF"/>
    <w:rsid w:val="00836220"/>
    <w:rsid w:val="00836DBE"/>
    <w:rsid w:val="00843ED5"/>
    <w:rsid w:val="008501E3"/>
    <w:rsid w:val="008531FB"/>
    <w:rsid w:val="00856543"/>
    <w:rsid w:val="008565A1"/>
    <w:rsid w:val="00856ABF"/>
    <w:rsid w:val="00860CD3"/>
    <w:rsid w:val="00864D45"/>
    <w:rsid w:val="008654C2"/>
    <w:rsid w:val="008662D3"/>
    <w:rsid w:val="0087106A"/>
    <w:rsid w:val="00871768"/>
    <w:rsid w:val="00880DE8"/>
    <w:rsid w:val="00886B3F"/>
    <w:rsid w:val="00887DBA"/>
    <w:rsid w:val="00892D08"/>
    <w:rsid w:val="00893791"/>
    <w:rsid w:val="008B166E"/>
    <w:rsid w:val="008B5B59"/>
    <w:rsid w:val="008B6F00"/>
    <w:rsid w:val="008B797F"/>
    <w:rsid w:val="008C27D9"/>
    <w:rsid w:val="008C3A75"/>
    <w:rsid w:val="008C6FBC"/>
    <w:rsid w:val="008C74CA"/>
    <w:rsid w:val="008D000A"/>
    <w:rsid w:val="008D2509"/>
    <w:rsid w:val="008D5A02"/>
    <w:rsid w:val="008E2ECE"/>
    <w:rsid w:val="008E4C26"/>
    <w:rsid w:val="008E5A6D"/>
    <w:rsid w:val="008F0104"/>
    <w:rsid w:val="008F32DF"/>
    <w:rsid w:val="008F4654"/>
    <w:rsid w:val="008F4D20"/>
    <w:rsid w:val="008F5726"/>
    <w:rsid w:val="00902C3D"/>
    <w:rsid w:val="00902FBF"/>
    <w:rsid w:val="009140F1"/>
    <w:rsid w:val="0092171B"/>
    <w:rsid w:val="00922FE6"/>
    <w:rsid w:val="0092678A"/>
    <w:rsid w:val="009343FD"/>
    <w:rsid w:val="00940958"/>
    <w:rsid w:val="009420AE"/>
    <w:rsid w:val="00943545"/>
    <w:rsid w:val="0094566D"/>
    <w:rsid w:val="00947BA0"/>
    <w:rsid w:val="00951B25"/>
    <w:rsid w:val="009551C2"/>
    <w:rsid w:val="009614F7"/>
    <w:rsid w:val="009644E8"/>
    <w:rsid w:val="0096632D"/>
    <w:rsid w:val="00967833"/>
    <w:rsid w:val="009678F1"/>
    <w:rsid w:val="00972A69"/>
    <w:rsid w:val="00977C39"/>
    <w:rsid w:val="00977FB8"/>
    <w:rsid w:val="00980557"/>
    <w:rsid w:val="00983B74"/>
    <w:rsid w:val="00984782"/>
    <w:rsid w:val="00984BB6"/>
    <w:rsid w:val="00986D8F"/>
    <w:rsid w:val="00990263"/>
    <w:rsid w:val="009965AF"/>
    <w:rsid w:val="009A2571"/>
    <w:rsid w:val="009A4CCC"/>
    <w:rsid w:val="009A5BFC"/>
    <w:rsid w:val="009B0D57"/>
    <w:rsid w:val="009B3405"/>
    <w:rsid w:val="009C2588"/>
    <w:rsid w:val="009C776D"/>
    <w:rsid w:val="009D200D"/>
    <w:rsid w:val="009D5936"/>
    <w:rsid w:val="009E4B94"/>
    <w:rsid w:val="009E6D7A"/>
    <w:rsid w:val="009F18F2"/>
    <w:rsid w:val="009F4295"/>
    <w:rsid w:val="009F498E"/>
    <w:rsid w:val="009F53D4"/>
    <w:rsid w:val="00A02126"/>
    <w:rsid w:val="00A06D09"/>
    <w:rsid w:val="00A163AB"/>
    <w:rsid w:val="00A17B48"/>
    <w:rsid w:val="00A229BE"/>
    <w:rsid w:val="00A239DF"/>
    <w:rsid w:val="00A262CF"/>
    <w:rsid w:val="00A30808"/>
    <w:rsid w:val="00A31D2F"/>
    <w:rsid w:val="00A34206"/>
    <w:rsid w:val="00A413CB"/>
    <w:rsid w:val="00A45019"/>
    <w:rsid w:val="00A45E41"/>
    <w:rsid w:val="00A5002C"/>
    <w:rsid w:val="00A64ACD"/>
    <w:rsid w:val="00A6679F"/>
    <w:rsid w:val="00A7643B"/>
    <w:rsid w:val="00A77294"/>
    <w:rsid w:val="00A810DE"/>
    <w:rsid w:val="00A85F3F"/>
    <w:rsid w:val="00AA64B6"/>
    <w:rsid w:val="00AA66D8"/>
    <w:rsid w:val="00AB149E"/>
    <w:rsid w:val="00AB18EC"/>
    <w:rsid w:val="00AB1F8B"/>
    <w:rsid w:val="00AB29A0"/>
    <w:rsid w:val="00AB3463"/>
    <w:rsid w:val="00AB5B85"/>
    <w:rsid w:val="00AD043D"/>
    <w:rsid w:val="00AD0C8A"/>
    <w:rsid w:val="00AD6400"/>
    <w:rsid w:val="00AE1404"/>
    <w:rsid w:val="00AE1976"/>
    <w:rsid w:val="00AE50E6"/>
    <w:rsid w:val="00AF0059"/>
    <w:rsid w:val="00AF081E"/>
    <w:rsid w:val="00AF1D02"/>
    <w:rsid w:val="00AF208F"/>
    <w:rsid w:val="00B00D92"/>
    <w:rsid w:val="00B020BF"/>
    <w:rsid w:val="00B02658"/>
    <w:rsid w:val="00B04BDB"/>
    <w:rsid w:val="00B0629A"/>
    <w:rsid w:val="00B14F26"/>
    <w:rsid w:val="00B27AA6"/>
    <w:rsid w:val="00B27BC4"/>
    <w:rsid w:val="00B31CF7"/>
    <w:rsid w:val="00B3548C"/>
    <w:rsid w:val="00B421B6"/>
    <w:rsid w:val="00B422ED"/>
    <w:rsid w:val="00B430B4"/>
    <w:rsid w:val="00B4499F"/>
    <w:rsid w:val="00B4555A"/>
    <w:rsid w:val="00B4573E"/>
    <w:rsid w:val="00B5082D"/>
    <w:rsid w:val="00B52A2F"/>
    <w:rsid w:val="00B5346F"/>
    <w:rsid w:val="00B543BE"/>
    <w:rsid w:val="00B61994"/>
    <w:rsid w:val="00B634C9"/>
    <w:rsid w:val="00B64C73"/>
    <w:rsid w:val="00B6504E"/>
    <w:rsid w:val="00B71854"/>
    <w:rsid w:val="00B71E6C"/>
    <w:rsid w:val="00B852DE"/>
    <w:rsid w:val="00B873D1"/>
    <w:rsid w:val="00B879C6"/>
    <w:rsid w:val="00B92F54"/>
    <w:rsid w:val="00B93760"/>
    <w:rsid w:val="00B93951"/>
    <w:rsid w:val="00B94F90"/>
    <w:rsid w:val="00B9508F"/>
    <w:rsid w:val="00B96502"/>
    <w:rsid w:val="00B96937"/>
    <w:rsid w:val="00B96D2A"/>
    <w:rsid w:val="00BA145D"/>
    <w:rsid w:val="00BA4029"/>
    <w:rsid w:val="00BB03E0"/>
    <w:rsid w:val="00BB3BB8"/>
    <w:rsid w:val="00BC22A9"/>
    <w:rsid w:val="00BC24ED"/>
    <w:rsid w:val="00BC590D"/>
    <w:rsid w:val="00BD3ED9"/>
    <w:rsid w:val="00BD7CE4"/>
    <w:rsid w:val="00BE0713"/>
    <w:rsid w:val="00BE256A"/>
    <w:rsid w:val="00BE5268"/>
    <w:rsid w:val="00BE688D"/>
    <w:rsid w:val="00BE6FAF"/>
    <w:rsid w:val="00BF5A82"/>
    <w:rsid w:val="00BF7A58"/>
    <w:rsid w:val="00C04BCA"/>
    <w:rsid w:val="00C05609"/>
    <w:rsid w:val="00C079F8"/>
    <w:rsid w:val="00C1273D"/>
    <w:rsid w:val="00C1381B"/>
    <w:rsid w:val="00C173F9"/>
    <w:rsid w:val="00C20C68"/>
    <w:rsid w:val="00C2169F"/>
    <w:rsid w:val="00C217E3"/>
    <w:rsid w:val="00C24557"/>
    <w:rsid w:val="00C2782C"/>
    <w:rsid w:val="00C310A8"/>
    <w:rsid w:val="00C31791"/>
    <w:rsid w:val="00C31D27"/>
    <w:rsid w:val="00C32347"/>
    <w:rsid w:val="00C3343C"/>
    <w:rsid w:val="00C40019"/>
    <w:rsid w:val="00C418D5"/>
    <w:rsid w:val="00C41BDA"/>
    <w:rsid w:val="00C45EEB"/>
    <w:rsid w:val="00C51167"/>
    <w:rsid w:val="00C545E8"/>
    <w:rsid w:val="00C605DF"/>
    <w:rsid w:val="00C607C9"/>
    <w:rsid w:val="00C61A41"/>
    <w:rsid w:val="00C62DBD"/>
    <w:rsid w:val="00C71C8E"/>
    <w:rsid w:val="00C736C2"/>
    <w:rsid w:val="00C754BB"/>
    <w:rsid w:val="00C822E1"/>
    <w:rsid w:val="00C86D85"/>
    <w:rsid w:val="00C9462F"/>
    <w:rsid w:val="00C962AD"/>
    <w:rsid w:val="00CA018A"/>
    <w:rsid w:val="00CA1F4A"/>
    <w:rsid w:val="00CA3047"/>
    <w:rsid w:val="00CA4270"/>
    <w:rsid w:val="00CA530B"/>
    <w:rsid w:val="00CA5316"/>
    <w:rsid w:val="00CA61D4"/>
    <w:rsid w:val="00CB33DF"/>
    <w:rsid w:val="00CC0BE2"/>
    <w:rsid w:val="00CC342E"/>
    <w:rsid w:val="00CC3738"/>
    <w:rsid w:val="00CC6322"/>
    <w:rsid w:val="00CD44C9"/>
    <w:rsid w:val="00CD5714"/>
    <w:rsid w:val="00CE262C"/>
    <w:rsid w:val="00CE5C53"/>
    <w:rsid w:val="00CF03BE"/>
    <w:rsid w:val="00CF2992"/>
    <w:rsid w:val="00CF49A8"/>
    <w:rsid w:val="00CF73BA"/>
    <w:rsid w:val="00D0360E"/>
    <w:rsid w:val="00D04DBE"/>
    <w:rsid w:val="00D222F5"/>
    <w:rsid w:val="00D243BB"/>
    <w:rsid w:val="00D25933"/>
    <w:rsid w:val="00D34C44"/>
    <w:rsid w:val="00D360C9"/>
    <w:rsid w:val="00D3786F"/>
    <w:rsid w:val="00D3798D"/>
    <w:rsid w:val="00D40F4D"/>
    <w:rsid w:val="00D42FEE"/>
    <w:rsid w:val="00D4459A"/>
    <w:rsid w:val="00D47357"/>
    <w:rsid w:val="00D61802"/>
    <w:rsid w:val="00D6428A"/>
    <w:rsid w:val="00D66542"/>
    <w:rsid w:val="00D66E2C"/>
    <w:rsid w:val="00D724B4"/>
    <w:rsid w:val="00D73948"/>
    <w:rsid w:val="00D763C9"/>
    <w:rsid w:val="00D804AE"/>
    <w:rsid w:val="00D84AD4"/>
    <w:rsid w:val="00D87119"/>
    <w:rsid w:val="00D9119F"/>
    <w:rsid w:val="00D925AB"/>
    <w:rsid w:val="00D9416D"/>
    <w:rsid w:val="00D96141"/>
    <w:rsid w:val="00DA2168"/>
    <w:rsid w:val="00DA541C"/>
    <w:rsid w:val="00DA64C3"/>
    <w:rsid w:val="00DB31AF"/>
    <w:rsid w:val="00DB48ED"/>
    <w:rsid w:val="00DB49B8"/>
    <w:rsid w:val="00DB5ED3"/>
    <w:rsid w:val="00DB6E2D"/>
    <w:rsid w:val="00DB6E6F"/>
    <w:rsid w:val="00DB743D"/>
    <w:rsid w:val="00DC1999"/>
    <w:rsid w:val="00DC2AB9"/>
    <w:rsid w:val="00DC320E"/>
    <w:rsid w:val="00DC38FB"/>
    <w:rsid w:val="00DC6E18"/>
    <w:rsid w:val="00DC79B3"/>
    <w:rsid w:val="00DD01DE"/>
    <w:rsid w:val="00DD2E03"/>
    <w:rsid w:val="00DD4A74"/>
    <w:rsid w:val="00DD4A87"/>
    <w:rsid w:val="00DE05E8"/>
    <w:rsid w:val="00DE2B28"/>
    <w:rsid w:val="00DE4686"/>
    <w:rsid w:val="00DE5AC4"/>
    <w:rsid w:val="00DE6478"/>
    <w:rsid w:val="00DE6799"/>
    <w:rsid w:val="00DF01AF"/>
    <w:rsid w:val="00DF0E45"/>
    <w:rsid w:val="00DF14A1"/>
    <w:rsid w:val="00DF207D"/>
    <w:rsid w:val="00E05FF2"/>
    <w:rsid w:val="00E0717C"/>
    <w:rsid w:val="00E1184D"/>
    <w:rsid w:val="00E12AAD"/>
    <w:rsid w:val="00E13E84"/>
    <w:rsid w:val="00E13F68"/>
    <w:rsid w:val="00E1438D"/>
    <w:rsid w:val="00E17AE9"/>
    <w:rsid w:val="00E24C92"/>
    <w:rsid w:val="00E26493"/>
    <w:rsid w:val="00E370C3"/>
    <w:rsid w:val="00E41088"/>
    <w:rsid w:val="00E434D1"/>
    <w:rsid w:val="00E4722E"/>
    <w:rsid w:val="00E47932"/>
    <w:rsid w:val="00E51B23"/>
    <w:rsid w:val="00E5419F"/>
    <w:rsid w:val="00E64A82"/>
    <w:rsid w:val="00E66240"/>
    <w:rsid w:val="00E67A38"/>
    <w:rsid w:val="00E73817"/>
    <w:rsid w:val="00E75ED1"/>
    <w:rsid w:val="00E76ECE"/>
    <w:rsid w:val="00E80210"/>
    <w:rsid w:val="00E83ADA"/>
    <w:rsid w:val="00EA747F"/>
    <w:rsid w:val="00EB3986"/>
    <w:rsid w:val="00EB500A"/>
    <w:rsid w:val="00EB603A"/>
    <w:rsid w:val="00EC52D4"/>
    <w:rsid w:val="00ED41AA"/>
    <w:rsid w:val="00ED4481"/>
    <w:rsid w:val="00ED703D"/>
    <w:rsid w:val="00ED7096"/>
    <w:rsid w:val="00EE3DBA"/>
    <w:rsid w:val="00EE47F1"/>
    <w:rsid w:val="00EE4C34"/>
    <w:rsid w:val="00EF0F9B"/>
    <w:rsid w:val="00EF23C5"/>
    <w:rsid w:val="00EF39B0"/>
    <w:rsid w:val="00EF55B3"/>
    <w:rsid w:val="00EF6F3C"/>
    <w:rsid w:val="00F002D7"/>
    <w:rsid w:val="00F028E4"/>
    <w:rsid w:val="00F05EEC"/>
    <w:rsid w:val="00F11ECD"/>
    <w:rsid w:val="00F17804"/>
    <w:rsid w:val="00F20DD6"/>
    <w:rsid w:val="00F23AA3"/>
    <w:rsid w:val="00F23F0E"/>
    <w:rsid w:val="00F26552"/>
    <w:rsid w:val="00F2770A"/>
    <w:rsid w:val="00F34E84"/>
    <w:rsid w:val="00F37F63"/>
    <w:rsid w:val="00F4541F"/>
    <w:rsid w:val="00F45445"/>
    <w:rsid w:val="00F540A8"/>
    <w:rsid w:val="00F6027B"/>
    <w:rsid w:val="00F63834"/>
    <w:rsid w:val="00F63BD7"/>
    <w:rsid w:val="00F676CC"/>
    <w:rsid w:val="00F734D3"/>
    <w:rsid w:val="00F80021"/>
    <w:rsid w:val="00F8109D"/>
    <w:rsid w:val="00F87488"/>
    <w:rsid w:val="00F9289E"/>
    <w:rsid w:val="00F94967"/>
    <w:rsid w:val="00FA6475"/>
    <w:rsid w:val="00FB1C9C"/>
    <w:rsid w:val="00FB1FE9"/>
    <w:rsid w:val="00FC3D06"/>
    <w:rsid w:val="00FC43BA"/>
    <w:rsid w:val="00FC4E3D"/>
    <w:rsid w:val="00FC511D"/>
    <w:rsid w:val="00FC6B3E"/>
    <w:rsid w:val="00FC7F59"/>
    <w:rsid w:val="00FE2C9C"/>
    <w:rsid w:val="00FF1AA2"/>
    <w:rsid w:val="00FF5681"/>
    <w:rsid w:val="00FF69B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rebuchet MS" w:eastAsiaTheme="minorHAnsi" w:hAnsi="Trebuchet MS"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267">
    <w:lsdException w:name="Normal" w:uiPriority="0" w:qFormat="1"/>
    <w:lsdException w:name="heading 1" w:uiPriority="9" w:qFormat="1"/>
    <w:lsdException w:name="heading 2" w:uiPriority="1"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semiHidden="1"/>
    <w:lsdException w:name="header" w:semiHidden="1" w:unhideWhenUsed="1"/>
    <w:lsdException w:name="footer" w:semiHidden="1" w:unhideWhenUsed="1"/>
    <w:lsdException w:name="index heading" w:semiHidden="1"/>
    <w:lsdException w:name="caption" w:uiPriority="3"/>
    <w:lsdException w:name="envelope address" w:semiHidden="1"/>
    <w:lsdException w:name="envelope return" w:semiHidden="1"/>
    <w:lsdException w:name="footnote reference" w:semiHidden="1" w:uiPriority="21"/>
    <w:lsdException w:name="annotation reference" w:semiHidden="1"/>
    <w:lsdException w:name="line number" w:semiHidden="1"/>
    <w:lsdException w:name="table of authorities" w:uiPriority="9"/>
    <w:lsdException w:name="macro" w:semiHidden="1"/>
    <w:lsdException w:name="List" w:semiHidden="1"/>
    <w:lsdException w:name="List Bullet"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Hyperlink" w:semiHidden="1" w:uiPriority="21"/>
    <w:lsdException w:name="FollowedHyperlink" w:semiHidden="1" w:uiPriority="21"/>
    <w:lsdException w:name="Strong" w:uiPriority="22"/>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lsdException w:name="TOC Heading" w:uiPriority="39"/>
  </w:latentStyles>
  <w:style w:type="paragraph" w:default="1" w:styleId="Normal">
    <w:name w:val="Normal"/>
    <w:qFormat/>
    <w:rsid w:val="00F37F63"/>
    <w:pPr>
      <w:spacing w:line="280" w:lineRule="atLeast"/>
    </w:pPr>
    <w:rPr>
      <w:rFonts w:ascii="Garamond" w:hAnsi="Garamond"/>
      <w:sz w:val="22"/>
    </w:rPr>
  </w:style>
  <w:style w:type="paragraph" w:styleId="Overskrift1">
    <w:name w:val="heading 1"/>
    <w:basedOn w:val="Normal"/>
    <w:next w:val="Normal"/>
    <w:link w:val="Overskrift1Tegn"/>
    <w:uiPriority w:val="1"/>
    <w:qFormat/>
    <w:rsid w:val="00AE1404"/>
    <w:pPr>
      <w:keepNext/>
      <w:keepLines/>
      <w:spacing w:line="360" w:lineRule="atLeast"/>
      <w:outlineLvl w:val="0"/>
    </w:pPr>
    <w:rPr>
      <w:rFonts w:ascii="Arial" w:eastAsiaTheme="majorEastAsia" w:hAnsi="Arial" w:cstheme="majorBidi"/>
      <w:b/>
      <w:bCs/>
      <w:spacing w:val="5"/>
      <w:sz w:val="28"/>
      <w:szCs w:val="28"/>
    </w:rPr>
  </w:style>
  <w:style w:type="paragraph" w:styleId="Overskrift2">
    <w:name w:val="heading 2"/>
    <w:basedOn w:val="Normal"/>
    <w:next w:val="Normal"/>
    <w:link w:val="Overskrift2Tegn"/>
    <w:uiPriority w:val="1"/>
    <w:qFormat/>
    <w:rsid w:val="00AE1404"/>
    <w:pPr>
      <w:keepNext/>
      <w:keepLines/>
      <w:outlineLvl w:val="1"/>
    </w:pPr>
    <w:rPr>
      <w:rFonts w:ascii="Arial" w:eastAsiaTheme="majorEastAsia" w:hAnsi="Arial" w:cstheme="majorBidi"/>
      <w:b/>
      <w:bCs/>
      <w:spacing w:val="5"/>
      <w:sz w:val="24"/>
      <w:szCs w:val="26"/>
    </w:rPr>
  </w:style>
  <w:style w:type="paragraph" w:styleId="Overskrift3">
    <w:name w:val="heading 3"/>
    <w:basedOn w:val="Normal"/>
    <w:next w:val="Normal"/>
    <w:link w:val="Overskrift3Tegn"/>
    <w:uiPriority w:val="1"/>
    <w:qFormat/>
    <w:rsid w:val="00AE1404"/>
    <w:pPr>
      <w:keepNext/>
      <w:keepLines/>
      <w:contextualSpacing/>
      <w:outlineLvl w:val="2"/>
    </w:pPr>
    <w:rPr>
      <w:rFonts w:ascii="Arial" w:eastAsiaTheme="majorEastAsia" w:hAnsi="Arial" w:cstheme="majorBidi"/>
      <w:b/>
      <w:bCs/>
      <w:spacing w:val="5"/>
      <w:sz w:val="20"/>
    </w:rPr>
  </w:style>
  <w:style w:type="paragraph" w:styleId="Overskrift4">
    <w:name w:val="heading 4"/>
    <w:basedOn w:val="Normal"/>
    <w:next w:val="Normal"/>
    <w:link w:val="Overskrift4Tegn"/>
    <w:uiPriority w:val="1"/>
    <w:rsid w:val="00AE1404"/>
    <w:pPr>
      <w:keepNext/>
      <w:keepLines/>
      <w:outlineLvl w:val="3"/>
    </w:pPr>
    <w:rPr>
      <w:rFonts w:ascii="Arial" w:eastAsiaTheme="majorEastAsia" w:hAnsi="Arial" w:cstheme="majorBidi"/>
      <w:b/>
      <w:bCs/>
      <w:iCs/>
      <w:spacing w:val="5"/>
      <w:sz w:val="18"/>
    </w:rPr>
  </w:style>
  <w:style w:type="paragraph" w:styleId="Overskrift5">
    <w:name w:val="heading 5"/>
    <w:basedOn w:val="Overskrift4"/>
    <w:next w:val="Normal"/>
    <w:link w:val="Overskrift5Tegn"/>
    <w:uiPriority w:val="1"/>
    <w:semiHidden/>
    <w:rsid w:val="00EF0F9B"/>
    <w:pPr>
      <w:outlineLvl w:val="4"/>
    </w:pPr>
  </w:style>
  <w:style w:type="paragraph" w:styleId="Overskrift6">
    <w:name w:val="heading 6"/>
    <w:basedOn w:val="Overskrift5"/>
    <w:next w:val="Normal"/>
    <w:link w:val="Overskrift6Tegn"/>
    <w:uiPriority w:val="1"/>
    <w:semiHidden/>
    <w:rsid w:val="00EF0F9B"/>
    <w:pPr>
      <w:outlineLvl w:val="5"/>
    </w:pPr>
  </w:style>
  <w:style w:type="paragraph" w:styleId="Overskrift7">
    <w:name w:val="heading 7"/>
    <w:basedOn w:val="Overskrift6"/>
    <w:next w:val="Normal"/>
    <w:link w:val="Overskrift7Tegn"/>
    <w:uiPriority w:val="1"/>
    <w:semiHidden/>
    <w:rsid w:val="00EF0F9B"/>
    <w:pPr>
      <w:outlineLvl w:val="6"/>
    </w:pPr>
  </w:style>
  <w:style w:type="paragraph" w:styleId="Overskrift8">
    <w:name w:val="heading 8"/>
    <w:basedOn w:val="Overskrift7"/>
    <w:next w:val="Normal"/>
    <w:link w:val="Overskrift8Tegn"/>
    <w:uiPriority w:val="1"/>
    <w:semiHidden/>
    <w:rsid w:val="00EF0F9B"/>
    <w:pPr>
      <w:outlineLvl w:val="7"/>
    </w:pPr>
  </w:style>
  <w:style w:type="paragraph" w:styleId="Overskrift9">
    <w:name w:val="heading 9"/>
    <w:basedOn w:val="Overskrift8"/>
    <w:next w:val="Normal"/>
    <w:link w:val="Overskrift9Tegn"/>
    <w:uiPriority w:val="1"/>
    <w:semiHidden/>
    <w:rsid w:val="00EF0F9B"/>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rsid w:val="00CE262C"/>
    <w:rPr>
      <w:rFonts w:ascii="Garamond" w:hAnsi="Garamond"/>
      <w:sz w:val="16"/>
    </w:rPr>
  </w:style>
  <w:style w:type="paragraph" w:styleId="Sidefod">
    <w:name w:val="footer"/>
    <w:basedOn w:val="Normal"/>
    <w:link w:val="SidefodTegn"/>
    <w:uiPriority w:val="21"/>
    <w:rsid w:val="006B30A9"/>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rsid w:val="00DC2AB9"/>
    <w:rPr>
      <w:rFonts w:ascii="Garamond" w:hAnsi="Garamond"/>
      <w:sz w:val="16"/>
    </w:rPr>
  </w:style>
  <w:style w:type="character" w:customStyle="1" w:styleId="Overskrift1Tegn">
    <w:name w:val="Overskrift 1 Tegn"/>
    <w:basedOn w:val="Standardskrifttypeiafsnit"/>
    <w:link w:val="Overskrift1"/>
    <w:uiPriority w:val="1"/>
    <w:rsid w:val="00AE1404"/>
    <w:rPr>
      <w:rFonts w:ascii="Arial" w:eastAsiaTheme="majorEastAsia" w:hAnsi="Arial" w:cstheme="majorBidi"/>
      <w:b/>
      <w:bCs/>
      <w:spacing w:val="5"/>
      <w:sz w:val="28"/>
      <w:szCs w:val="28"/>
    </w:rPr>
  </w:style>
  <w:style w:type="character" w:customStyle="1" w:styleId="Overskrift2Tegn">
    <w:name w:val="Overskrift 2 Tegn"/>
    <w:basedOn w:val="Standardskrifttypeiafsnit"/>
    <w:link w:val="Overskrift2"/>
    <w:uiPriority w:val="1"/>
    <w:rsid w:val="00AE1404"/>
    <w:rPr>
      <w:rFonts w:ascii="Arial" w:eastAsiaTheme="majorEastAsia" w:hAnsi="Arial" w:cstheme="majorBidi"/>
      <w:b/>
      <w:bCs/>
      <w:spacing w:val="5"/>
      <w:sz w:val="24"/>
      <w:szCs w:val="26"/>
    </w:rPr>
  </w:style>
  <w:style w:type="character" w:customStyle="1" w:styleId="Overskrift3Tegn">
    <w:name w:val="Overskrift 3 Tegn"/>
    <w:basedOn w:val="Standardskrifttypeiafsnit"/>
    <w:link w:val="Overskrift3"/>
    <w:uiPriority w:val="1"/>
    <w:rsid w:val="00AE1404"/>
    <w:rPr>
      <w:rFonts w:ascii="Arial" w:eastAsiaTheme="majorEastAsia" w:hAnsi="Arial" w:cstheme="majorBidi"/>
      <w:b/>
      <w:bCs/>
      <w:spacing w:val="5"/>
      <w:sz w:val="20"/>
    </w:rPr>
  </w:style>
  <w:style w:type="character" w:customStyle="1" w:styleId="Overskrift4Tegn">
    <w:name w:val="Overskrift 4 Tegn"/>
    <w:basedOn w:val="Standardskrifttypeiafsnit"/>
    <w:link w:val="Overskrift4"/>
    <w:uiPriority w:val="1"/>
    <w:rsid w:val="00AE1404"/>
    <w:rPr>
      <w:rFonts w:ascii="Arial" w:eastAsiaTheme="majorEastAsia" w:hAnsi="Arial" w:cstheme="majorBidi"/>
      <w:b/>
      <w:bCs/>
      <w:iCs/>
      <w:spacing w:val="5"/>
    </w:rPr>
  </w:style>
  <w:style w:type="character" w:customStyle="1" w:styleId="Overskrift5Tegn">
    <w:name w:val="Overskrift 5 Tegn"/>
    <w:basedOn w:val="Standardskrifttypeiafsnit"/>
    <w:link w:val="Overskrift5"/>
    <w:uiPriority w:val="1"/>
    <w:semiHidden/>
    <w:rsid w:val="00EF0F9B"/>
    <w:rPr>
      <w:rFonts w:ascii="Arial" w:eastAsiaTheme="majorEastAsia" w:hAnsi="Arial" w:cstheme="majorBidi"/>
      <w:b/>
      <w:bCs/>
      <w:iCs/>
    </w:rPr>
  </w:style>
  <w:style w:type="character" w:customStyle="1" w:styleId="Overskrift6Tegn">
    <w:name w:val="Overskrift 6 Tegn"/>
    <w:basedOn w:val="Standardskrifttypeiafsnit"/>
    <w:link w:val="Overskrift6"/>
    <w:uiPriority w:val="1"/>
    <w:semiHidden/>
    <w:rsid w:val="00EF0F9B"/>
    <w:rPr>
      <w:rFonts w:ascii="Arial" w:eastAsiaTheme="majorEastAsia" w:hAnsi="Arial" w:cstheme="majorBidi"/>
      <w:b/>
      <w:bCs/>
      <w:iCs/>
    </w:rPr>
  </w:style>
  <w:style w:type="character" w:customStyle="1" w:styleId="Overskrift7Tegn">
    <w:name w:val="Overskrift 7 Tegn"/>
    <w:basedOn w:val="Standardskrifttypeiafsnit"/>
    <w:link w:val="Overskrift7"/>
    <w:uiPriority w:val="1"/>
    <w:semiHidden/>
    <w:rsid w:val="00EF0F9B"/>
    <w:rPr>
      <w:rFonts w:ascii="Arial" w:eastAsiaTheme="majorEastAsia" w:hAnsi="Arial" w:cstheme="majorBidi"/>
      <w:b/>
      <w:bCs/>
      <w:iCs/>
    </w:rPr>
  </w:style>
  <w:style w:type="character" w:customStyle="1" w:styleId="Overskrift8Tegn">
    <w:name w:val="Overskrift 8 Tegn"/>
    <w:basedOn w:val="Standardskrifttypeiafsnit"/>
    <w:link w:val="Overskrift8"/>
    <w:uiPriority w:val="1"/>
    <w:semiHidden/>
    <w:rsid w:val="00EF0F9B"/>
    <w:rPr>
      <w:rFonts w:ascii="Arial" w:eastAsiaTheme="majorEastAsia" w:hAnsi="Arial" w:cstheme="majorBidi"/>
      <w:b/>
      <w:bCs/>
      <w:iCs/>
    </w:rPr>
  </w:style>
  <w:style w:type="character" w:customStyle="1" w:styleId="Overskrift9Tegn">
    <w:name w:val="Overskrift 9 Tegn"/>
    <w:basedOn w:val="Standardskrifttypeiafsnit"/>
    <w:link w:val="Overskrift9"/>
    <w:uiPriority w:val="1"/>
    <w:semiHidden/>
    <w:rsid w:val="00EF0F9B"/>
    <w:rPr>
      <w:rFonts w:ascii="Arial" w:eastAsiaTheme="majorEastAsia" w:hAnsi="Arial" w:cstheme="majorBidi"/>
      <w:b/>
      <w:bCs/>
      <w:iCs/>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004865"/>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004865"/>
    <w:rPr>
      <w:rFonts w:eastAsiaTheme="majorEastAsia" w:cstheme="majorBidi"/>
      <w:b/>
      <w:iCs/>
      <w:sz w:val="36"/>
      <w:szCs w:val="24"/>
    </w:rPr>
  </w:style>
  <w:style w:type="character" w:styleId="Svagfremhvning">
    <w:name w:val="Subtle Emphasis"/>
    <w:basedOn w:val="Standardskrifttypeiafsnit"/>
    <w:uiPriority w:val="99"/>
    <w:semiHidden/>
    <w:qFormat/>
    <w:rsid w:val="009E4B94"/>
    <w:rPr>
      <w:i/>
      <w:iCs/>
      <w:color w:val="808080" w:themeColor="text1" w:themeTint="7F"/>
    </w:rPr>
  </w:style>
  <w:style w:type="character" w:styleId="Kraftigfremhvning">
    <w:name w:val="Intense Emphasis"/>
    <w:basedOn w:val="Standardskrifttypeiafsnit"/>
    <w:uiPriority w:val="19"/>
    <w:semiHidden/>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004865"/>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uiPriority w:val="3"/>
    <w:rsid w:val="00CB33DF"/>
    <w:pPr>
      <w:ind w:left="57" w:right="57"/>
    </w:pPr>
    <w:rPr>
      <w:rFonts w:ascii="Arial" w:hAnsi="Arial"/>
      <w:bCs/>
      <w:sz w:val="17"/>
    </w:rPr>
  </w:style>
  <w:style w:type="paragraph" w:styleId="Indholdsfortegnelse1">
    <w:name w:val="toc 1"/>
    <w:basedOn w:val="Normal"/>
    <w:next w:val="Normal"/>
    <w:uiPriority w:val="9"/>
    <w:semiHidden/>
    <w:rsid w:val="002E74A4"/>
    <w:pPr>
      <w:ind w:right="567"/>
    </w:pPr>
    <w:rPr>
      <w:b/>
    </w:rPr>
  </w:style>
  <w:style w:type="paragraph" w:styleId="Indholdsfortegnelse2">
    <w:name w:val="toc 2"/>
    <w:basedOn w:val="Normal"/>
    <w:next w:val="Normal"/>
    <w:uiPriority w:val="9"/>
    <w:semiHidden/>
    <w:rsid w:val="009E4B94"/>
    <w:pPr>
      <w:ind w:right="567"/>
    </w:pPr>
  </w:style>
  <w:style w:type="paragraph" w:styleId="Indholdsfortegnelse3">
    <w:name w:val="toc 3"/>
    <w:basedOn w:val="Normal"/>
    <w:next w:val="Normal"/>
    <w:uiPriority w:val="9"/>
    <w:semiHidden/>
    <w:rsid w:val="009E4B94"/>
    <w:pPr>
      <w:ind w:right="567"/>
    </w:pPr>
  </w:style>
  <w:style w:type="paragraph" w:styleId="Indholdsfortegnelse4">
    <w:name w:val="toc 4"/>
    <w:basedOn w:val="Normal"/>
    <w:next w:val="Normal"/>
    <w:uiPriority w:val="9"/>
    <w:semiHidden/>
    <w:rsid w:val="009E4B94"/>
    <w:pPr>
      <w:ind w:right="567"/>
    </w:pPr>
  </w:style>
  <w:style w:type="paragraph" w:styleId="Indholdsfortegnelse5">
    <w:name w:val="toc 5"/>
    <w:basedOn w:val="Normal"/>
    <w:next w:val="Normal"/>
    <w:uiPriority w:val="9"/>
    <w:semiHidden/>
    <w:rsid w:val="009E4B94"/>
    <w:pPr>
      <w:ind w:right="567"/>
    </w:pPr>
  </w:style>
  <w:style w:type="paragraph" w:styleId="Indholdsfortegnelse6">
    <w:name w:val="toc 6"/>
    <w:basedOn w:val="Normal"/>
    <w:next w:val="Normal"/>
    <w:uiPriority w:val="9"/>
    <w:semiHidden/>
    <w:rsid w:val="009E4B94"/>
    <w:pPr>
      <w:ind w:right="567"/>
    </w:pPr>
  </w:style>
  <w:style w:type="paragraph" w:styleId="Indholdsfortegnelse7">
    <w:name w:val="toc 7"/>
    <w:basedOn w:val="Normal"/>
    <w:next w:val="Normal"/>
    <w:uiPriority w:val="9"/>
    <w:semiHidden/>
    <w:rsid w:val="009E4B94"/>
    <w:pPr>
      <w:ind w:right="567"/>
    </w:pPr>
  </w:style>
  <w:style w:type="paragraph" w:styleId="Indholdsfortegnelse8">
    <w:name w:val="toc 8"/>
    <w:basedOn w:val="Normal"/>
    <w:next w:val="Normal"/>
    <w:uiPriority w:val="9"/>
    <w:semiHidden/>
    <w:rsid w:val="009E4B94"/>
    <w:pPr>
      <w:ind w:right="567"/>
    </w:pPr>
  </w:style>
  <w:style w:type="paragraph" w:styleId="Indholdsfortegnelse9">
    <w:name w:val="toc 9"/>
    <w:basedOn w:val="Normal"/>
    <w:next w:val="Normal"/>
    <w:uiPriority w:val="9"/>
    <w:semiHidden/>
    <w:rsid w:val="009E4B94"/>
    <w:pPr>
      <w:ind w:right="567"/>
    </w:pPr>
  </w:style>
  <w:style w:type="paragraph" w:styleId="Overskrift">
    <w:name w:val="TOC Heading"/>
    <w:basedOn w:val="Overskrift1"/>
    <w:next w:val="Normal"/>
    <w:uiPriority w:val="8"/>
    <w:semiHidden/>
    <w:rsid w:val="002E74A4"/>
    <w:pPr>
      <w:spacing w:after="520"/>
      <w:outlineLvl w:val="9"/>
    </w:p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szCs w:val="20"/>
    </w:rPr>
  </w:style>
  <w:style w:type="character" w:customStyle="1" w:styleId="SlutnotetekstTegn">
    <w:name w:val="Slutnotetekst Tegn"/>
    <w:basedOn w:val="Standardskrifttypeiafsnit"/>
    <w:link w:val="Slutnotetekst"/>
    <w:uiPriority w:val="21"/>
    <w:semiHidden/>
    <w:rsid w:val="00004865"/>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uiPriority w:val="21"/>
    <w:semiHidden/>
    <w:rsid w:val="009E4B94"/>
    <w:pPr>
      <w:spacing w:after="120" w:line="240" w:lineRule="atLeast"/>
      <w:ind w:left="85" w:hanging="85"/>
    </w:pPr>
    <w:rPr>
      <w:sz w:val="16"/>
      <w:szCs w:val="20"/>
    </w:rPr>
  </w:style>
  <w:style w:type="character" w:customStyle="1" w:styleId="FodnotetekstTegn">
    <w:name w:val="Fodnotetekst Tegn"/>
    <w:basedOn w:val="Standardskrifttypeiafsnit"/>
    <w:link w:val="Fodnotetekst"/>
    <w:uiPriority w:val="21"/>
    <w:semiHidden/>
    <w:rsid w:val="00004865"/>
    <w:rPr>
      <w:sz w:val="16"/>
      <w:szCs w:val="20"/>
    </w:rPr>
  </w:style>
  <w:style w:type="paragraph" w:styleId="Opstilling-punkttegn">
    <w:name w:val="List Bullet"/>
    <w:basedOn w:val="Normal"/>
    <w:uiPriority w:val="2"/>
    <w:qFormat/>
    <w:rsid w:val="006B30A9"/>
    <w:pPr>
      <w:numPr>
        <w:numId w:val="1"/>
      </w:numPr>
      <w:contextualSpacing/>
    </w:pPr>
  </w:style>
  <w:style w:type="paragraph" w:styleId="Opstilling-talellerbogst">
    <w:name w:val="List Number"/>
    <w:basedOn w:val="Normal"/>
    <w:uiPriority w:val="2"/>
    <w:qFormat/>
    <w:rsid w:val="006B30A9"/>
    <w:pPr>
      <w:numPr>
        <w:numId w:val="6"/>
      </w:numPr>
      <w:contextualSpacing/>
    </w:pPr>
  </w:style>
  <w:style w:type="character" w:styleId="Sidetal">
    <w:name w:val="page number"/>
    <w:basedOn w:val="Standardskrifttypeiafsnit"/>
    <w:uiPriority w:val="21"/>
    <w:rsid w:val="00EF0F9B"/>
    <w:rPr>
      <w:rFonts w:ascii="Arial" w:hAnsi="Arial"/>
      <w:sz w:val="14"/>
    </w:rPr>
  </w:style>
  <w:style w:type="paragraph" w:customStyle="1" w:styleId="Hjrespaltetekst">
    <w:name w:val="Højrespalte tekst"/>
    <w:uiPriority w:val="8"/>
    <w:rsid w:val="00030F87"/>
    <w:pPr>
      <w:spacing w:line="220" w:lineRule="exact"/>
    </w:pPr>
    <w:rPr>
      <w:rFonts w:ascii="Arial" w:hAnsi="Arial"/>
      <w:noProof/>
      <w:color w:val="14143C"/>
      <w:spacing w:val="5"/>
      <w:sz w:val="14"/>
    </w:rPr>
  </w:style>
  <w:style w:type="paragraph" w:customStyle="1" w:styleId="Hjrespalte-Overskrift">
    <w:name w:val="Højrespalte - Overskrift"/>
    <w:basedOn w:val="Hjrespaltetekst"/>
    <w:next w:val="Hjrespaltetekst"/>
    <w:uiPriority w:val="7"/>
    <w:rsid w:val="00D66E2C"/>
    <w:pPr>
      <w:spacing w:line="280" w:lineRule="exact"/>
    </w:pPr>
    <w:rPr>
      <w:b/>
      <w:sz w:val="18"/>
    </w:rPr>
  </w:style>
  <w:style w:type="paragraph" w:customStyle="1" w:styleId="Hjrespalte-Fed">
    <w:name w:val="Højrespalte - Fed"/>
    <w:basedOn w:val="Hjrespaltetekst"/>
    <w:next w:val="Hjrespalte-Overskrift"/>
    <w:uiPriority w:val="7"/>
    <w:rsid w:val="00F6027B"/>
    <w:pPr>
      <w:tabs>
        <w:tab w:val="left" w:pos="567"/>
      </w:tabs>
      <w:spacing w:line="230" w:lineRule="exact"/>
    </w:pPr>
    <w:rPr>
      <w:b/>
      <w:spacing w:val="4"/>
    </w:rPr>
  </w:style>
  <w:style w:type="paragraph" w:styleId="Citatoverskrift">
    <w:name w:val="toa heading"/>
    <w:basedOn w:val="Normal"/>
    <w:next w:val="Normal"/>
    <w:uiPriority w:val="29"/>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29"/>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004865"/>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11"/>
    <w:rsid w:val="00B9508F"/>
    <w:pPr>
      <w:spacing w:before="40" w:after="40" w:line="240" w:lineRule="atLeast"/>
      <w:ind w:left="227" w:right="227"/>
    </w:pPr>
    <w:rPr>
      <w:rFonts w:ascii="Arial" w:hAnsi="Arial"/>
      <w:sz w:val="16"/>
    </w:rPr>
  </w:style>
  <w:style w:type="paragraph" w:customStyle="1" w:styleId="Tabel-KolonneOverskrift">
    <w:name w:val="Tabel - Kolonne Overskrift"/>
    <w:basedOn w:val="Tabel"/>
    <w:uiPriority w:val="10"/>
    <w:rsid w:val="00B9508F"/>
  </w:style>
  <w:style w:type="paragraph" w:customStyle="1" w:styleId="Tabel-TekstTotal">
    <w:name w:val="Tabel - Tekst Total"/>
    <w:basedOn w:val="Tabel-KolonneOverskrift"/>
    <w:uiPriority w:val="14"/>
    <w:rsid w:val="00424709"/>
    <w:rPr>
      <w:b/>
    </w:rPr>
  </w:style>
  <w:style w:type="paragraph" w:customStyle="1" w:styleId="Tabel-Tal">
    <w:name w:val="Tabel - Tal"/>
    <w:basedOn w:val="Tabel"/>
    <w:uiPriority w:val="14"/>
    <w:rsid w:val="00893791"/>
    <w:pPr>
      <w:jc w:val="right"/>
    </w:pPr>
  </w:style>
  <w:style w:type="paragraph" w:customStyle="1" w:styleId="Tabel-TalTotal">
    <w:name w:val="Tabel - Tal Total"/>
    <w:basedOn w:val="Tabel-Tal"/>
    <w:uiPriority w:val="14"/>
    <w:rsid w:val="00424709"/>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004865"/>
    <w:rPr>
      <w:b/>
      <w:iCs/>
      <w:color w:val="000000" w:themeColor="text1"/>
      <w:sz w:val="20"/>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29"/>
    <w:semiHidden/>
    <w:rsid w:val="002E74A4"/>
    <w:pPr>
      <w:ind w:right="567"/>
    </w:pPr>
  </w:style>
  <w:style w:type="paragraph" w:styleId="Normalindrykning">
    <w:name w:val="Normal Indent"/>
    <w:basedOn w:val="Normal"/>
    <w:semiHidden/>
    <w:rsid w:val="005A28D4"/>
    <w:pPr>
      <w:ind w:left="1134"/>
    </w:pPr>
  </w:style>
  <w:style w:type="table" w:styleId="Tabel-Gitter">
    <w:name w:val="Table Grid"/>
    <w:basedOn w:val="Tabel-Normal"/>
    <w:uiPriority w:val="59"/>
    <w:rsid w:val="00775409"/>
    <w:pPr>
      <w:spacing w:line="240" w:lineRule="auto"/>
    </w:pPr>
    <w:rPr>
      <w:rFonts w:ascii="Garamond" w:hAnsi="Garamond"/>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style>
  <w:style w:type="paragraph" w:customStyle="1" w:styleId="DocumentHeading">
    <w:name w:val="Document Heading"/>
    <w:basedOn w:val="Overskrift4"/>
    <w:uiPriority w:val="6"/>
    <w:semiHidden/>
    <w:rsid w:val="00AB5B85"/>
    <w:pPr>
      <w:spacing w:after="260"/>
    </w:p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
    <w:name w:val="Template - Dato"/>
    <w:basedOn w:val="Hjrespaltetekst"/>
    <w:uiPriority w:val="8"/>
    <w:rsid w:val="008D5A02"/>
  </w:style>
  <w:style w:type="paragraph" w:styleId="Markeringsbobletekst">
    <w:name w:val="Balloon Text"/>
    <w:basedOn w:val="Normal"/>
    <w:link w:val="MarkeringsbobletekstTegn"/>
    <w:uiPriority w:val="99"/>
    <w:semiHidden/>
    <w:rsid w:val="0000703F"/>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0703F"/>
    <w:rPr>
      <w:rFonts w:ascii="Tahoma" w:hAnsi="Tahoma" w:cs="Tahoma"/>
      <w:sz w:val="16"/>
      <w:szCs w:val="16"/>
    </w:rPr>
  </w:style>
  <w:style w:type="character" w:styleId="Hyperlink">
    <w:name w:val="Hyperlink"/>
    <w:basedOn w:val="Standardskrifttypeiafsnit"/>
    <w:uiPriority w:val="21"/>
    <w:semiHidden/>
    <w:rsid w:val="00504882"/>
    <w:rPr>
      <w:color w:val="0000FF" w:themeColor="hyperlink"/>
      <w:u w:val="single"/>
    </w:rPr>
  </w:style>
  <w:style w:type="paragraph" w:customStyle="1" w:styleId="SmtekstRegular">
    <w:name w:val="Småtekst  Regular"/>
    <w:basedOn w:val="Normal"/>
    <w:uiPriority w:val="2"/>
    <w:qFormat/>
    <w:rsid w:val="00030F87"/>
    <w:rPr>
      <w:rFonts w:ascii="Arial" w:hAnsi="Arial"/>
      <w:spacing w:val="5"/>
      <w:sz w:val="16"/>
    </w:rPr>
  </w:style>
  <w:style w:type="paragraph" w:customStyle="1" w:styleId="SmtekstFed">
    <w:name w:val="Småtekst Fed"/>
    <w:basedOn w:val="SmtekstRegular"/>
    <w:next w:val="SmtekstRegular"/>
    <w:uiPriority w:val="2"/>
    <w:qFormat/>
    <w:rsid w:val="00203DE6"/>
    <w:rPr>
      <w:b/>
    </w:rPr>
  </w:style>
  <w:style w:type="paragraph" w:customStyle="1" w:styleId="Tabel-KolonneOverskriftHvid">
    <w:name w:val="Tabel - Kolonne Overskrift Hvid"/>
    <w:basedOn w:val="Tabel-KolonneOverskrift"/>
    <w:uiPriority w:val="10"/>
    <w:qFormat/>
    <w:rsid w:val="00B6504E"/>
    <w:rPr>
      <w:color w:val="FFFFFF" w:themeColor="background1"/>
    </w:rPr>
  </w:style>
  <w:style w:type="paragraph" w:customStyle="1" w:styleId="Tabel-BrdtekstArial">
    <w:name w:val="Tabel - Brødtekst (Arial)"/>
    <w:basedOn w:val="Normal"/>
    <w:uiPriority w:val="11"/>
    <w:qFormat/>
    <w:rsid w:val="000A42E7"/>
    <w:pPr>
      <w:ind w:left="227" w:right="227"/>
      <w:contextualSpacing/>
    </w:pPr>
    <w:rPr>
      <w:rFonts w:ascii="Arial" w:hAnsi="Arial"/>
      <w:sz w:val="16"/>
    </w:rPr>
  </w:style>
  <w:style w:type="table" w:customStyle="1" w:styleId="SKM-Tabel-Bl">
    <w:name w:val="SKM - Tabel - Blå"/>
    <w:basedOn w:val="Tabel-Normal"/>
    <w:uiPriority w:val="99"/>
    <w:rsid w:val="00131F5D"/>
    <w:pPr>
      <w:spacing w:line="240" w:lineRule="auto"/>
    </w:pPr>
    <w:rPr>
      <w:rFonts w:ascii="Garamond" w:hAnsi="Garamond"/>
      <w:sz w:val="22"/>
    </w:rPr>
    <w:tblPr>
      <w:tblInd w:w="0" w:type="dxa"/>
      <w:tblCellMar>
        <w:top w:w="0" w:type="dxa"/>
        <w:left w:w="0" w:type="dxa"/>
        <w:bottom w:w="0" w:type="dxa"/>
        <w:right w:w="0" w:type="dxa"/>
      </w:tblCellMar>
    </w:tblPr>
    <w:tcPr>
      <w:shd w:val="clear" w:color="auto" w:fill="D2CED8"/>
    </w:tcPr>
    <w:tblStylePr w:type="firstRow">
      <w:rPr>
        <w:rFonts w:ascii="Arial" w:hAnsi="Arial"/>
        <w:sz w:val="22"/>
      </w:rPr>
      <w:tblPr/>
      <w:tcPr>
        <w:shd w:val="clear" w:color="auto" w:fill="14143C" w:themeFill="accent1"/>
      </w:tcPr>
    </w:tblStylePr>
  </w:style>
  <w:style w:type="table" w:styleId="Lysskygge-markeringsfarve1">
    <w:name w:val="Light Shading Accent 1"/>
    <w:basedOn w:val="Tabel-Normal"/>
    <w:uiPriority w:val="60"/>
    <w:rsid w:val="00530A82"/>
    <w:pPr>
      <w:spacing w:line="240" w:lineRule="auto"/>
    </w:pPr>
    <w:rPr>
      <w:color w:val="0F0F2C" w:themeColor="accent1" w:themeShade="BF"/>
    </w:rPr>
    <w:tblPr>
      <w:tblStyleRowBandSize w:val="1"/>
      <w:tblStyleColBandSize w:val="1"/>
      <w:tblInd w:w="0" w:type="dxa"/>
      <w:tblBorders>
        <w:top w:val="single" w:sz="8" w:space="0" w:color="14143C" w:themeColor="accent1"/>
        <w:bottom w:val="single" w:sz="8" w:space="0" w:color="14143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paragraph" w:customStyle="1" w:styleId="Billedtekstnedre">
    <w:name w:val="Billedtekst nedre"/>
    <w:basedOn w:val="Normal"/>
    <w:next w:val="Normal"/>
    <w:uiPriority w:val="3"/>
    <w:qFormat/>
    <w:rsid w:val="00F45445"/>
    <w:pPr>
      <w:spacing w:before="57" w:line="150" w:lineRule="atLeast"/>
    </w:pPr>
    <w:rPr>
      <w:rFonts w:ascii="Arial" w:hAnsi="Arial"/>
      <w:color w:val="14143C"/>
      <w:sz w:val="12"/>
    </w:rPr>
  </w:style>
  <w:style w:type="paragraph" w:customStyle="1" w:styleId="Tabel-BrdtekstmedafstandptekstGaramond">
    <w:name w:val="Tabel - Brødtekst med afstand på tekst (Garamond)"/>
    <w:basedOn w:val="Tabel-BrdtekstArial"/>
    <w:qFormat/>
    <w:rsid w:val="00B5346F"/>
    <w:pPr>
      <w:spacing w:before="280" w:after="280"/>
    </w:pPr>
    <w:rPr>
      <w:rFonts w:ascii="Garamond" w:hAnsi="Garamond"/>
      <w:sz w:val="22"/>
    </w:rPr>
  </w:style>
  <w:style w:type="paragraph" w:customStyle="1" w:styleId="Tabel-BrdtekstGaramond">
    <w:name w:val="Tabel - Brødtekst (Garamond)"/>
    <w:basedOn w:val="Normal"/>
    <w:uiPriority w:val="11"/>
    <w:qFormat/>
    <w:rsid w:val="00C173F9"/>
    <w:pPr>
      <w:ind w:left="227" w:right="227"/>
      <w:contextualSpacing/>
    </w:pPr>
    <w:rPr>
      <w:rFonts w:ascii="Arial" w:hAnsi="Arial"/>
      <w:sz w:val="16"/>
    </w:rPr>
  </w:style>
  <w:style w:type="paragraph" w:customStyle="1" w:styleId="Udenorddeling">
    <w:name w:val="Uden_orddeling"/>
    <w:basedOn w:val="Normal"/>
    <w:link w:val="UdenorddelingTegn"/>
    <w:qFormat/>
    <w:rsid w:val="00DF0E45"/>
    <w:pPr>
      <w:framePr w:hSpace="142" w:wrap="around" w:vAnchor="page" w:hAnchor="page" w:x="9186" w:y="1645"/>
      <w:spacing w:after="130" w:line="276" w:lineRule="auto"/>
      <w:suppressOverlap/>
    </w:pPr>
    <w:rPr>
      <w:rFonts w:ascii="Calibri" w:eastAsia="Times New Roman" w:hAnsi="Calibri" w:cs="Calibri"/>
      <w:noProof/>
      <w:sz w:val="17"/>
      <w:szCs w:val="24"/>
      <w:lang w:eastAsia="da-DK"/>
    </w:rPr>
  </w:style>
  <w:style w:type="character" w:customStyle="1" w:styleId="UdenorddelingTegn">
    <w:name w:val="Uden_orddeling Tegn"/>
    <w:basedOn w:val="Standardskrifttypeiafsnit"/>
    <w:link w:val="Udenorddeling"/>
    <w:rsid w:val="00DF0E45"/>
    <w:rPr>
      <w:rFonts w:ascii="Calibri" w:eastAsia="Times New Roman" w:hAnsi="Calibri" w:cs="Calibri"/>
      <w:noProof/>
      <w:sz w:val="17"/>
      <w:szCs w:val="24"/>
      <w:lang w:eastAsia="da-DK"/>
    </w:rPr>
  </w:style>
  <w:style w:type="character" w:styleId="Kommentarhenvisning">
    <w:name w:val="annotation reference"/>
    <w:basedOn w:val="Standardskrifttypeiafsnit"/>
    <w:uiPriority w:val="99"/>
    <w:semiHidden/>
    <w:rsid w:val="008160BB"/>
    <w:rPr>
      <w:sz w:val="16"/>
      <w:szCs w:val="16"/>
    </w:rPr>
  </w:style>
  <w:style w:type="paragraph" w:styleId="Kommentartekst">
    <w:name w:val="annotation text"/>
    <w:basedOn w:val="Normal"/>
    <w:link w:val="KommentartekstTegn"/>
    <w:uiPriority w:val="99"/>
    <w:semiHidden/>
    <w:rsid w:val="008160BB"/>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8160BB"/>
    <w:rPr>
      <w:rFonts w:ascii="Garamond" w:hAnsi="Garamond"/>
      <w:sz w:val="20"/>
      <w:szCs w:val="20"/>
    </w:rPr>
  </w:style>
  <w:style w:type="paragraph" w:styleId="Kommentaremne">
    <w:name w:val="annotation subject"/>
    <w:basedOn w:val="Kommentartekst"/>
    <w:next w:val="Kommentartekst"/>
    <w:link w:val="KommentaremneTegn"/>
    <w:uiPriority w:val="99"/>
    <w:semiHidden/>
    <w:rsid w:val="008160BB"/>
    <w:rPr>
      <w:b/>
      <w:bCs/>
    </w:rPr>
  </w:style>
  <w:style w:type="character" w:customStyle="1" w:styleId="KommentaremneTegn">
    <w:name w:val="Kommentaremne Tegn"/>
    <w:basedOn w:val="KommentartekstTegn"/>
    <w:link w:val="Kommentaremne"/>
    <w:uiPriority w:val="99"/>
    <w:semiHidden/>
    <w:rsid w:val="008160BB"/>
    <w:rPr>
      <w:rFonts w:ascii="Garamond" w:hAnsi="Garamond"/>
      <w:b/>
      <w:bCs/>
      <w:sz w:val="20"/>
      <w:szCs w:val="20"/>
    </w:rPr>
  </w:style>
  <w:style w:type="paragraph" w:styleId="Listeafsnit">
    <w:name w:val="List Paragraph"/>
    <w:basedOn w:val="Normal"/>
    <w:uiPriority w:val="99"/>
    <w:semiHidden/>
    <w:qFormat/>
    <w:rsid w:val="00E5419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rebuchet MS" w:eastAsiaTheme="minorHAnsi" w:hAnsi="Trebuchet MS"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267">
    <w:lsdException w:name="Normal" w:uiPriority="0" w:qFormat="1"/>
    <w:lsdException w:name="heading 1" w:uiPriority="9" w:qFormat="1"/>
    <w:lsdException w:name="heading 2" w:uiPriority="1"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semiHidden="1"/>
    <w:lsdException w:name="header" w:semiHidden="1" w:unhideWhenUsed="1"/>
    <w:lsdException w:name="footer" w:semiHidden="1" w:unhideWhenUsed="1"/>
    <w:lsdException w:name="index heading" w:semiHidden="1"/>
    <w:lsdException w:name="caption" w:uiPriority="3"/>
    <w:lsdException w:name="envelope address" w:semiHidden="1"/>
    <w:lsdException w:name="envelope return" w:semiHidden="1"/>
    <w:lsdException w:name="footnote reference" w:semiHidden="1" w:uiPriority="21"/>
    <w:lsdException w:name="annotation reference" w:semiHidden="1"/>
    <w:lsdException w:name="line number" w:semiHidden="1"/>
    <w:lsdException w:name="table of authorities" w:uiPriority="9"/>
    <w:lsdException w:name="macro" w:semiHidden="1"/>
    <w:lsdException w:name="List" w:semiHidden="1"/>
    <w:lsdException w:name="List Bullet"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Hyperlink" w:semiHidden="1" w:uiPriority="21"/>
    <w:lsdException w:name="FollowedHyperlink" w:semiHidden="1" w:uiPriority="21"/>
    <w:lsdException w:name="Strong" w:uiPriority="22"/>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lsdException w:name="TOC Heading" w:uiPriority="39"/>
  </w:latentStyles>
  <w:style w:type="paragraph" w:default="1" w:styleId="Normal">
    <w:name w:val="Normal"/>
    <w:qFormat/>
    <w:rsid w:val="00F37F63"/>
    <w:pPr>
      <w:spacing w:line="280" w:lineRule="atLeast"/>
    </w:pPr>
    <w:rPr>
      <w:rFonts w:ascii="Garamond" w:hAnsi="Garamond"/>
      <w:sz w:val="22"/>
    </w:rPr>
  </w:style>
  <w:style w:type="paragraph" w:styleId="Overskrift1">
    <w:name w:val="heading 1"/>
    <w:basedOn w:val="Normal"/>
    <w:next w:val="Normal"/>
    <w:link w:val="Overskrift1Tegn"/>
    <w:uiPriority w:val="1"/>
    <w:qFormat/>
    <w:rsid w:val="00AE1404"/>
    <w:pPr>
      <w:keepNext/>
      <w:keepLines/>
      <w:spacing w:line="360" w:lineRule="atLeast"/>
      <w:outlineLvl w:val="0"/>
    </w:pPr>
    <w:rPr>
      <w:rFonts w:ascii="Arial" w:eastAsiaTheme="majorEastAsia" w:hAnsi="Arial" w:cstheme="majorBidi"/>
      <w:b/>
      <w:bCs/>
      <w:spacing w:val="5"/>
      <w:sz w:val="28"/>
      <w:szCs w:val="28"/>
    </w:rPr>
  </w:style>
  <w:style w:type="paragraph" w:styleId="Overskrift2">
    <w:name w:val="heading 2"/>
    <w:basedOn w:val="Normal"/>
    <w:next w:val="Normal"/>
    <w:link w:val="Overskrift2Tegn"/>
    <w:uiPriority w:val="1"/>
    <w:qFormat/>
    <w:rsid w:val="00AE1404"/>
    <w:pPr>
      <w:keepNext/>
      <w:keepLines/>
      <w:outlineLvl w:val="1"/>
    </w:pPr>
    <w:rPr>
      <w:rFonts w:ascii="Arial" w:eastAsiaTheme="majorEastAsia" w:hAnsi="Arial" w:cstheme="majorBidi"/>
      <w:b/>
      <w:bCs/>
      <w:spacing w:val="5"/>
      <w:sz w:val="24"/>
      <w:szCs w:val="26"/>
    </w:rPr>
  </w:style>
  <w:style w:type="paragraph" w:styleId="Overskrift3">
    <w:name w:val="heading 3"/>
    <w:basedOn w:val="Normal"/>
    <w:next w:val="Normal"/>
    <w:link w:val="Overskrift3Tegn"/>
    <w:uiPriority w:val="1"/>
    <w:qFormat/>
    <w:rsid w:val="00AE1404"/>
    <w:pPr>
      <w:keepNext/>
      <w:keepLines/>
      <w:contextualSpacing/>
      <w:outlineLvl w:val="2"/>
    </w:pPr>
    <w:rPr>
      <w:rFonts w:ascii="Arial" w:eastAsiaTheme="majorEastAsia" w:hAnsi="Arial" w:cstheme="majorBidi"/>
      <w:b/>
      <w:bCs/>
      <w:spacing w:val="5"/>
      <w:sz w:val="20"/>
    </w:rPr>
  </w:style>
  <w:style w:type="paragraph" w:styleId="Overskrift4">
    <w:name w:val="heading 4"/>
    <w:basedOn w:val="Normal"/>
    <w:next w:val="Normal"/>
    <w:link w:val="Overskrift4Tegn"/>
    <w:uiPriority w:val="1"/>
    <w:rsid w:val="00AE1404"/>
    <w:pPr>
      <w:keepNext/>
      <w:keepLines/>
      <w:outlineLvl w:val="3"/>
    </w:pPr>
    <w:rPr>
      <w:rFonts w:ascii="Arial" w:eastAsiaTheme="majorEastAsia" w:hAnsi="Arial" w:cstheme="majorBidi"/>
      <w:b/>
      <w:bCs/>
      <w:iCs/>
      <w:spacing w:val="5"/>
      <w:sz w:val="18"/>
    </w:rPr>
  </w:style>
  <w:style w:type="paragraph" w:styleId="Overskrift5">
    <w:name w:val="heading 5"/>
    <w:basedOn w:val="Overskrift4"/>
    <w:next w:val="Normal"/>
    <w:link w:val="Overskrift5Tegn"/>
    <w:uiPriority w:val="1"/>
    <w:semiHidden/>
    <w:rsid w:val="00EF0F9B"/>
    <w:pPr>
      <w:outlineLvl w:val="4"/>
    </w:pPr>
  </w:style>
  <w:style w:type="paragraph" w:styleId="Overskrift6">
    <w:name w:val="heading 6"/>
    <w:basedOn w:val="Overskrift5"/>
    <w:next w:val="Normal"/>
    <w:link w:val="Overskrift6Tegn"/>
    <w:uiPriority w:val="1"/>
    <w:semiHidden/>
    <w:rsid w:val="00EF0F9B"/>
    <w:pPr>
      <w:outlineLvl w:val="5"/>
    </w:pPr>
  </w:style>
  <w:style w:type="paragraph" w:styleId="Overskrift7">
    <w:name w:val="heading 7"/>
    <w:basedOn w:val="Overskrift6"/>
    <w:next w:val="Normal"/>
    <w:link w:val="Overskrift7Tegn"/>
    <w:uiPriority w:val="1"/>
    <w:semiHidden/>
    <w:rsid w:val="00EF0F9B"/>
    <w:pPr>
      <w:outlineLvl w:val="6"/>
    </w:pPr>
  </w:style>
  <w:style w:type="paragraph" w:styleId="Overskrift8">
    <w:name w:val="heading 8"/>
    <w:basedOn w:val="Overskrift7"/>
    <w:next w:val="Normal"/>
    <w:link w:val="Overskrift8Tegn"/>
    <w:uiPriority w:val="1"/>
    <w:semiHidden/>
    <w:rsid w:val="00EF0F9B"/>
    <w:pPr>
      <w:outlineLvl w:val="7"/>
    </w:pPr>
  </w:style>
  <w:style w:type="paragraph" w:styleId="Overskrift9">
    <w:name w:val="heading 9"/>
    <w:basedOn w:val="Overskrift8"/>
    <w:next w:val="Normal"/>
    <w:link w:val="Overskrift9Tegn"/>
    <w:uiPriority w:val="1"/>
    <w:semiHidden/>
    <w:rsid w:val="00EF0F9B"/>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rsid w:val="00CE262C"/>
    <w:rPr>
      <w:rFonts w:ascii="Garamond" w:hAnsi="Garamond"/>
      <w:sz w:val="16"/>
    </w:rPr>
  </w:style>
  <w:style w:type="paragraph" w:styleId="Sidefod">
    <w:name w:val="footer"/>
    <w:basedOn w:val="Normal"/>
    <w:link w:val="SidefodTegn"/>
    <w:uiPriority w:val="21"/>
    <w:rsid w:val="006B30A9"/>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rsid w:val="00DC2AB9"/>
    <w:rPr>
      <w:rFonts w:ascii="Garamond" w:hAnsi="Garamond"/>
      <w:sz w:val="16"/>
    </w:rPr>
  </w:style>
  <w:style w:type="character" w:customStyle="1" w:styleId="Overskrift1Tegn">
    <w:name w:val="Overskrift 1 Tegn"/>
    <w:basedOn w:val="Standardskrifttypeiafsnit"/>
    <w:link w:val="Overskrift1"/>
    <w:uiPriority w:val="1"/>
    <w:rsid w:val="00AE1404"/>
    <w:rPr>
      <w:rFonts w:ascii="Arial" w:eastAsiaTheme="majorEastAsia" w:hAnsi="Arial" w:cstheme="majorBidi"/>
      <w:b/>
      <w:bCs/>
      <w:spacing w:val="5"/>
      <w:sz w:val="28"/>
      <w:szCs w:val="28"/>
    </w:rPr>
  </w:style>
  <w:style w:type="character" w:customStyle="1" w:styleId="Overskrift2Tegn">
    <w:name w:val="Overskrift 2 Tegn"/>
    <w:basedOn w:val="Standardskrifttypeiafsnit"/>
    <w:link w:val="Overskrift2"/>
    <w:uiPriority w:val="1"/>
    <w:rsid w:val="00AE1404"/>
    <w:rPr>
      <w:rFonts w:ascii="Arial" w:eastAsiaTheme="majorEastAsia" w:hAnsi="Arial" w:cstheme="majorBidi"/>
      <w:b/>
      <w:bCs/>
      <w:spacing w:val="5"/>
      <w:sz w:val="24"/>
      <w:szCs w:val="26"/>
    </w:rPr>
  </w:style>
  <w:style w:type="character" w:customStyle="1" w:styleId="Overskrift3Tegn">
    <w:name w:val="Overskrift 3 Tegn"/>
    <w:basedOn w:val="Standardskrifttypeiafsnit"/>
    <w:link w:val="Overskrift3"/>
    <w:uiPriority w:val="1"/>
    <w:rsid w:val="00AE1404"/>
    <w:rPr>
      <w:rFonts w:ascii="Arial" w:eastAsiaTheme="majorEastAsia" w:hAnsi="Arial" w:cstheme="majorBidi"/>
      <w:b/>
      <w:bCs/>
      <w:spacing w:val="5"/>
      <w:sz w:val="20"/>
    </w:rPr>
  </w:style>
  <w:style w:type="character" w:customStyle="1" w:styleId="Overskrift4Tegn">
    <w:name w:val="Overskrift 4 Tegn"/>
    <w:basedOn w:val="Standardskrifttypeiafsnit"/>
    <w:link w:val="Overskrift4"/>
    <w:uiPriority w:val="1"/>
    <w:rsid w:val="00AE1404"/>
    <w:rPr>
      <w:rFonts w:ascii="Arial" w:eastAsiaTheme="majorEastAsia" w:hAnsi="Arial" w:cstheme="majorBidi"/>
      <w:b/>
      <w:bCs/>
      <w:iCs/>
      <w:spacing w:val="5"/>
    </w:rPr>
  </w:style>
  <w:style w:type="character" w:customStyle="1" w:styleId="Overskrift5Tegn">
    <w:name w:val="Overskrift 5 Tegn"/>
    <w:basedOn w:val="Standardskrifttypeiafsnit"/>
    <w:link w:val="Overskrift5"/>
    <w:uiPriority w:val="1"/>
    <w:semiHidden/>
    <w:rsid w:val="00EF0F9B"/>
    <w:rPr>
      <w:rFonts w:ascii="Arial" w:eastAsiaTheme="majorEastAsia" w:hAnsi="Arial" w:cstheme="majorBidi"/>
      <w:b/>
      <w:bCs/>
      <w:iCs/>
    </w:rPr>
  </w:style>
  <w:style w:type="character" w:customStyle="1" w:styleId="Overskrift6Tegn">
    <w:name w:val="Overskrift 6 Tegn"/>
    <w:basedOn w:val="Standardskrifttypeiafsnit"/>
    <w:link w:val="Overskrift6"/>
    <w:uiPriority w:val="1"/>
    <w:semiHidden/>
    <w:rsid w:val="00EF0F9B"/>
    <w:rPr>
      <w:rFonts w:ascii="Arial" w:eastAsiaTheme="majorEastAsia" w:hAnsi="Arial" w:cstheme="majorBidi"/>
      <w:b/>
      <w:bCs/>
      <w:iCs/>
    </w:rPr>
  </w:style>
  <w:style w:type="character" w:customStyle="1" w:styleId="Overskrift7Tegn">
    <w:name w:val="Overskrift 7 Tegn"/>
    <w:basedOn w:val="Standardskrifttypeiafsnit"/>
    <w:link w:val="Overskrift7"/>
    <w:uiPriority w:val="1"/>
    <w:semiHidden/>
    <w:rsid w:val="00EF0F9B"/>
    <w:rPr>
      <w:rFonts w:ascii="Arial" w:eastAsiaTheme="majorEastAsia" w:hAnsi="Arial" w:cstheme="majorBidi"/>
      <w:b/>
      <w:bCs/>
      <w:iCs/>
    </w:rPr>
  </w:style>
  <w:style w:type="character" w:customStyle="1" w:styleId="Overskrift8Tegn">
    <w:name w:val="Overskrift 8 Tegn"/>
    <w:basedOn w:val="Standardskrifttypeiafsnit"/>
    <w:link w:val="Overskrift8"/>
    <w:uiPriority w:val="1"/>
    <w:semiHidden/>
    <w:rsid w:val="00EF0F9B"/>
    <w:rPr>
      <w:rFonts w:ascii="Arial" w:eastAsiaTheme="majorEastAsia" w:hAnsi="Arial" w:cstheme="majorBidi"/>
      <w:b/>
      <w:bCs/>
      <w:iCs/>
    </w:rPr>
  </w:style>
  <w:style w:type="character" w:customStyle="1" w:styleId="Overskrift9Tegn">
    <w:name w:val="Overskrift 9 Tegn"/>
    <w:basedOn w:val="Standardskrifttypeiafsnit"/>
    <w:link w:val="Overskrift9"/>
    <w:uiPriority w:val="1"/>
    <w:semiHidden/>
    <w:rsid w:val="00EF0F9B"/>
    <w:rPr>
      <w:rFonts w:ascii="Arial" w:eastAsiaTheme="majorEastAsia" w:hAnsi="Arial" w:cstheme="majorBidi"/>
      <w:b/>
      <w:bCs/>
      <w:iCs/>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004865"/>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004865"/>
    <w:rPr>
      <w:rFonts w:eastAsiaTheme="majorEastAsia" w:cstheme="majorBidi"/>
      <w:b/>
      <w:iCs/>
      <w:sz w:val="36"/>
      <w:szCs w:val="24"/>
    </w:rPr>
  </w:style>
  <w:style w:type="character" w:styleId="Svagfremhvning">
    <w:name w:val="Subtle Emphasis"/>
    <w:basedOn w:val="Standardskrifttypeiafsnit"/>
    <w:uiPriority w:val="99"/>
    <w:semiHidden/>
    <w:qFormat/>
    <w:rsid w:val="009E4B94"/>
    <w:rPr>
      <w:i/>
      <w:iCs/>
      <w:color w:val="808080" w:themeColor="text1" w:themeTint="7F"/>
    </w:rPr>
  </w:style>
  <w:style w:type="character" w:styleId="Kraftigfremhvning">
    <w:name w:val="Intense Emphasis"/>
    <w:basedOn w:val="Standardskrifttypeiafsnit"/>
    <w:uiPriority w:val="19"/>
    <w:semiHidden/>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004865"/>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uiPriority w:val="3"/>
    <w:rsid w:val="00CB33DF"/>
    <w:pPr>
      <w:ind w:left="57" w:right="57"/>
    </w:pPr>
    <w:rPr>
      <w:rFonts w:ascii="Arial" w:hAnsi="Arial"/>
      <w:bCs/>
      <w:sz w:val="17"/>
    </w:rPr>
  </w:style>
  <w:style w:type="paragraph" w:styleId="Indholdsfortegnelse1">
    <w:name w:val="toc 1"/>
    <w:basedOn w:val="Normal"/>
    <w:next w:val="Normal"/>
    <w:uiPriority w:val="9"/>
    <w:semiHidden/>
    <w:rsid w:val="002E74A4"/>
    <w:pPr>
      <w:ind w:right="567"/>
    </w:pPr>
    <w:rPr>
      <w:b/>
    </w:rPr>
  </w:style>
  <w:style w:type="paragraph" w:styleId="Indholdsfortegnelse2">
    <w:name w:val="toc 2"/>
    <w:basedOn w:val="Normal"/>
    <w:next w:val="Normal"/>
    <w:uiPriority w:val="9"/>
    <w:semiHidden/>
    <w:rsid w:val="009E4B94"/>
    <w:pPr>
      <w:ind w:right="567"/>
    </w:pPr>
  </w:style>
  <w:style w:type="paragraph" w:styleId="Indholdsfortegnelse3">
    <w:name w:val="toc 3"/>
    <w:basedOn w:val="Normal"/>
    <w:next w:val="Normal"/>
    <w:uiPriority w:val="9"/>
    <w:semiHidden/>
    <w:rsid w:val="009E4B94"/>
    <w:pPr>
      <w:ind w:right="567"/>
    </w:pPr>
  </w:style>
  <w:style w:type="paragraph" w:styleId="Indholdsfortegnelse4">
    <w:name w:val="toc 4"/>
    <w:basedOn w:val="Normal"/>
    <w:next w:val="Normal"/>
    <w:uiPriority w:val="9"/>
    <w:semiHidden/>
    <w:rsid w:val="009E4B94"/>
    <w:pPr>
      <w:ind w:right="567"/>
    </w:pPr>
  </w:style>
  <w:style w:type="paragraph" w:styleId="Indholdsfortegnelse5">
    <w:name w:val="toc 5"/>
    <w:basedOn w:val="Normal"/>
    <w:next w:val="Normal"/>
    <w:uiPriority w:val="9"/>
    <w:semiHidden/>
    <w:rsid w:val="009E4B94"/>
    <w:pPr>
      <w:ind w:right="567"/>
    </w:pPr>
  </w:style>
  <w:style w:type="paragraph" w:styleId="Indholdsfortegnelse6">
    <w:name w:val="toc 6"/>
    <w:basedOn w:val="Normal"/>
    <w:next w:val="Normal"/>
    <w:uiPriority w:val="9"/>
    <w:semiHidden/>
    <w:rsid w:val="009E4B94"/>
    <w:pPr>
      <w:ind w:right="567"/>
    </w:pPr>
  </w:style>
  <w:style w:type="paragraph" w:styleId="Indholdsfortegnelse7">
    <w:name w:val="toc 7"/>
    <w:basedOn w:val="Normal"/>
    <w:next w:val="Normal"/>
    <w:uiPriority w:val="9"/>
    <w:semiHidden/>
    <w:rsid w:val="009E4B94"/>
    <w:pPr>
      <w:ind w:right="567"/>
    </w:pPr>
  </w:style>
  <w:style w:type="paragraph" w:styleId="Indholdsfortegnelse8">
    <w:name w:val="toc 8"/>
    <w:basedOn w:val="Normal"/>
    <w:next w:val="Normal"/>
    <w:uiPriority w:val="9"/>
    <w:semiHidden/>
    <w:rsid w:val="009E4B94"/>
    <w:pPr>
      <w:ind w:right="567"/>
    </w:pPr>
  </w:style>
  <w:style w:type="paragraph" w:styleId="Indholdsfortegnelse9">
    <w:name w:val="toc 9"/>
    <w:basedOn w:val="Normal"/>
    <w:next w:val="Normal"/>
    <w:uiPriority w:val="9"/>
    <w:semiHidden/>
    <w:rsid w:val="009E4B94"/>
    <w:pPr>
      <w:ind w:right="567"/>
    </w:pPr>
  </w:style>
  <w:style w:type="paragraph" w:styleId="Overskrift">
    <w:name w:val="TOC Heading"/>
    <w:basedOn w:val="Overskrift1"/>
    <w:next w:val="Normal"/>
    <w:uiPriority w:val="8"/>
    <w:semiHidden/>
    <w:rsid w:val="002E74A4"/>
    <w:pPr>
      <w:spacing w:after="520"/>
      <w:outlineLvl w:val="9"/>
    </w:p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szCs w:val="20"/>
    </w:rPr>
  </w:style>
  <w:style w:type="character" w:customStyle="1" w:styleId="SlutnotetekstTegn">
    <w:name w:val="Slutnotetekst Tegn"/>
    <w:basedOn w:val="Standardskrifttypeiafsnit"/>
    <w:link w:val="Slutnotetekst"/>
    <w:uiPriority w:val="21"/>
    <w:semiHidden/>
    <w:rsid w:val="00004865"/>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uiPriority w:val="21"/>
    <w:semiHidden/>
    <w:rsid w:val="009E4B94"/>
    <w:pPr>
      <w:spacing w:after="120" w:line="240" w:lineRule="atLeast"/>
      <w:ind w:left="85" w:hanging="85"/>
    </w:pPr>
    <w:rPr>
      <w:sz w:val="16"/>
      <w:szCs w:val="20"/>
    </w:rPr>
  </w:style>
  <w:style w:type="character" w:customStyle="1" w:styleId="FodnotetekstTegn">
    <w:name w:val="Fodnotetekst Tegn"/>
    <w:basedOn w:val="Standardskrifttypeiafsnit"/>
    <w:link w:val="Fodnotetekst"/>
    <w:uiPriority w:val="21"/>
    <w:semiHidden/>
    <w:rsid w:val="00004865"/>
    <w:rPr>
      <w:sz w:val="16"/>
      <w:szCs w:val="20"/>
    </w:rPr>
  </w:style>
  <w:style w:type="paragraph" w:styleId="Opstilling-punkttegn">
    <w:name w:val="List Bullet"/>
    <w:basedOn w:val="Normal"/>
    <w:uiPriority w:val="2"/>
    <w:qFormat/>
    <w:rsid w:val="006B30A9"/>
    <w:pPr>
      <w:numPr>
        <w:numId w:val="1"/>
      </w:numPr>
      <w:contextualSpacing/>
    </w:pPr>
  </w:style>
  <w:style w:type="paragraph" w:styleId="Opstilling-talellerbogst">
    <w:name w:val="List Number"/>
    <w:basedOn w:val="Normal"/>
    <w:uiPriority w:val="2"/>
    <w:qFormat/>
    <w:rsid w:val="006B30A9"/>
    <w:pPr>
      <w:numPr>
        <w:numId w:val="6"/>
      </w:numPr>
      <w:contextualSpacing/>
    </w:pPr>
  </w:style>
  <w:style w:type="character" w:styleId="Sidetal">
    <w:name w:val="page number"/>
    <w:basedOn w:val="Standardskrifttypeiafsnit"/>
    <w:uiPriority w:val="21"/>
    <w:rsid w:val="00EF0F9B"/>
    <w:rPr>
      <w:rFonts w:ascii="Arial" w:hAnsi="Arial"/>
      <w:sz w:val="14"/>
    </w:rPr>
  </w:style>
  <w:style w:type="paragraph" w:customStyle="1" w:styleId="Hjrespaltetekst">
    <w:name w:val="Højrespalte tekst"/>
    <w:uiPriority w:val="8"/>
    <w:rsid w:val="00030F87"/>
    <w:pPr>
      <w:spacing w:line="220" w:lineRule="exact"/>
    </w:pPr>
    <w:rPr>
      <w:rFonts w:ascii="Arial" w:hAnsi="Arial"/>
      <w:noProof/>
      <w:color w:val="14143C"/>
      <w:spacing w:val="5"/>
      <w:sz w:val="14"/>
    </w:rPr>
  </w:style>
  <w:style w:type="paragraph" w:customStyle="1" w:styleId="Hjrespalte-Overskrift">
    <w:name w:val="Højrespalte - Overskrift"/>
    <w:basedOn w:val="Hjrespaltetekst"/>
    <w:next w:val="Hjrespaltetekst"/>
    <w:uiPriority w:val="7"/>
    <w:rsid w:val="00D66E2C"/>
    <w:pPr>
      <w:spacing w:line="280" w:lineRule="exact"/>
    </w:pPr>
    <w:rPr>
      <w:b/>
      <w:sz w:val="18"/>
    </w:rPr>
  </w:style>
  <w:style w:type="paragraph" w:customStyle="1" w:styleId="Hjrespalte-Fed">
    <w:name w:val="Højrespalte - Fed"/>
    <w:basedOn w:val="Hjrespaltetekst"/>
    <w:next w:val="Hjrespalte-Overskrift"/>
    <w:uiPriority w:val="7"/>
    <w:rsid w:val="00F6027B"/>
    <w:pPr>
      <w:tabs>
        <w:tab w:val="left" w:pos="567"/>
      </w:tabs>
      <w:spacing w:line="230" w:lineRule="exact"/>
    </w:pPr>
    <w:rPr>
      <w:b/>
      <w:spacing w:val="4"/>
    </w:rPr>
  </w:style>
  <w:style w:type="paragraph" w:styleId="Citatoverskrift">
    <w:name w:val="toa heading"/>
    <w:basedOn w:val="Normal"/>
    <w:next w:val="Normal"/>
    <w:uiPriority w:val="29"/>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29"/>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004865"/>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11"/>
    <w:rsid w:val="00B9508F"/>
    <w:pPr>
      <w:spacing w:before="40" w:after="40" w:line="240" w:lineRule="atLeast"/>
      <w:ind w:left="227" w:right="227"/>
    </w:pPr>
    <w:rPr>
      <w:rFonts w:ascii="Arial" w:hAnsi="Arial"/>
      <w:sz w:val="16"/>
    </w:rPr>
  </w:style>
  <w:style w:type="paragraph" w:customStyle="1" w:styleId="Tabel-KolonneOverskrift">
    <w:name w:val="Tabel - Kolonne Overskrift"/>
    <w:basedOn w:val="Tabel"/>
    <w:uiPriority w:val="10"/>
    <w:rsid w:val="00B9508F"/>
  </w:style>
  <w:style w:type="paragraph" w:customStyle="1" w:styleId="Tabel-TekstTotal">
    <w:name w:val="Tabel - Tekst Total"/>
    <w:basedOn w:val="Tabel-KolonneOverskrift"/>
    <w:uiPriority w:val="14"/>
    <w:rsid w:val="00424709"/>
    <w:rPr>
      <w:b/>
    </w:rPr>
  </w:style>
  <w:style w:type="paragraph" w:customStyle="1" w:styleId="Tabel-Tal">
    <w:name w:val="Tabel - Tal"/>
    <w:basedOn w:val="Tabel"/>
    <w:uiPriority w:val="14"/>
    <w:rsid w:val="00893791"/>
    <w:pPr>
      <w:jc w:val="right"/>
    </w:pPr>
  </w:style>
  <w:style w:type="paragraph" w:customStyle="1" w:styleId="Tabel-TalTotal">
    <w:name w:val="Tabel - Tal Total"/>
    <w:basedOn w:val="Tabel-Tal"/>
    <w:uiPriority w:val="14"/>
    <w:rsid w:val="00424709"/>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004865"/>
    <w:rPr>
      <w:b/>
      <w:iCs/>
      <w:color w:val="000000" w:themeColor="text1"/>
      <w:sz w:val="20"/>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29"/>
    <w:semiHidden/>
    <w:rsid w:val="002E74A4"/>
    <w:pPr>
      <w:ind w:right="567"/>
    </w:pPr>
  </w:style>
  <w:style w:type="paragraph" w:styleId="Normalindrykning">
    <w:name w:val="Normal Indent"/>
    <w:basedOn w:val="Normal"/>
    <w:semiHidden/>
    <w:rsid w:val="005A28D4"/>
    <w:pPr>
      <w:ind w:left="1134"/>
    </w:pPr>
  </w:style>
  <w:style w:type="table" w:styleId="Tabel-Gitter">
    <w:name w:val="Table Grid"/>
    <w:basedOn w:val="Tabel-Normal"/>
    <w:uiPriority w:val="59"/>
    <w:rsid w:val="00775409"/>
    <w:pPr>
      <w:spacing w:line="240" w:lineRule="auto"/>
    </w:pPr>
    <w:rPr>
      <w:rFonts w:ascii="Garamond" w:hAnsi="Garamond"/>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style>
  <w:style w:type="paragraph" w:customStyle="1" w:styleId="DocumentHeading">
    <w:name w:val="Document Heading"/>
    <w:basedOn w:val="Overskrift4"/>
    <w:uiPriority w:val="6"/>
    <w:semiHidden/>
    <w:rsid w:val="00AB5B85"/>
    <w:pPr>
      <w:spacing w:after="260"/>
    </w:p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
    <w:name w:val="Template - Dato"/>
    <w:basedOn w:val="Hjrespaltetekst"/>
    <w:uiPriority w:val="8"/>
    <w:rsid w:val="008D5A02"/>
  </w:style>
  <w:style w:type="paragraph" w:styleId="Markeringsbobletekst">
    <w:name w:val="Balloon Text"/>
    <w:basedOn w:val="Normal"/>
    <w:link w:val="MarkeringsbobletekstTegn"/>
    <w:uiPriority w:val="99"/>
    <w:semiHidden/>
    <w:rsid w:val="0000703F"/>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0703F"/>
    <w:rPr>
      <w:rFonts w:ascii="Tahoma" w:hAnsi="Tahoma" w:cs="Tahoma"/>
      <w:sz w:val="16"/>
      <w:szCs w:val="16"/>
    </w:rPr>
  </w:style>
  <w:style w:type="character" w:styleId="Hyperlink">
    <w:name w:val="Hyperlink"/>
    <w:basedOn w:val="Standardskrifttypeiafsnit"/>
    <w:uiPriority w:val="21"/>
    <w:semiHidden/>
    <w:rsid w:val="00504882"/>
    <w:rPr>
      <w:color w:val="0000FF" w:themeColor="hyperlink"/>
      <w:u w:val="single"/>
    </w:rPr>
  </w:style>
  <w:style w:type="paragraph" w:customStyle="1" w:styleId="SmtekstRegular">
    <w:name w:val="Småtekst  Regular"/>
    <w:basedOn w:val="Normal"/>
    <w:uiPriority w:val="2"/>
    <w:qFormat/>
    <w:rsid w:val="00030F87"/>
    <w:rPr>
      <w:rFonts w:ascii="Arial" w:hAnsi="Arial"/>
      <w:spacing w:val="5"/>
      <w:sz w:val="16"/>
    </w:rPr>
  </w:style>
  <w:style w:type="paragraph" w:customStyle="1" w:styleId="SmtekstFed">
    <w:name w:val="Småtekst Fed"/>
    <w:basedOn w:val="SmtekstRegular"/>
    <w:next w:val="SmtekstRegular"/>
    <w:uiPriority w:val="2"/>
    <w:qFormat/>
    <w:rsid w:val="00203DE6"/>
    <w:rPr>
      <w:b/>
    </w:rPr>
  </w:style>
  <w:style w:type="paragraph" w:customStyle="1" w:styleId="Tabel-KolonneOverskriftHvid">
    <w:name w:val="Tabel - Kolonne Overskrift Hvid"/>
    <w:basedOn w:val="Tabel-KolonneOverskrift"/>
    <w:uiPriority w:val="10"/>
    <w:qFormat/>
    <w:rsid w:val="00B6504E"/>
    <w:rPr>
      <w:color w:val="FFFFFF" w:themeColor="background1"/>
    </w:rPr>
  </w:style>
  <w:style w:type="paragraph" w:customStyle="1" w:styleId="Tabel-BrdtekstArial">
    <w:name w:val="Tabel - Brødtekst (Arial)"/>
    <w:basedOn w:val="Normal"/>
    <w:uiPriority w:val="11"/>
    <w:qFormat/>
    <w:rsid w:val="000A42E7"/>
    <w:pPr>
      <w:ind w:left="227" w:right="227"/>
      <w:contextualSpacing/>
    </w:pPr>
    <w:rPr>
      <w:rFonts w:ascii="Arial" w:hAnsi="Arial"/>
      <w:sz w:val="16"/>
    </w:rPr>
  </w:style>
  <w:style w:type="table" w:customStyle="1" w:styleId="SKM-Tabel-Bl">
    <w:name w:val="SKM - Tabel - Blå"/>
    <w:basedOn w:val="Tabel-Normal"/>
    <w:uiPriority w:val="99"/>
    <w:rsid w:val="00131F5D"/>
    <w:pPr>
      <w:spacing w:line="240" w:lineRule="auto"/>
    </w:pPr>
    <w:rPr>
      <w:rFonts w:ascii="Garamond" w:hAnsi="Garamond"/>
      <w:sz w:val="22"/>
    </w:rPr>
    <w:tblPr>
      <w:tblInd w:w="0" w:type="dxa"/>
      <w:tblCellMar>
        <w:top w:w="0" w:type="dxa"/>
        <w:left w:w="0" w:type="dxa"/>
        <w:bottom w:w="0" w:type="dxa"/>
        <w:right w:w="0" w:type="dxa"/>
      </w:tblCellMar>
    </w:tblPr>
    <w:tcPr>
      <w:shd w:val="clear" w:color="auto" w:fill="D2CED8"/>
    </w:tcPr>
    <w:tblStylePr w:type="firstRow">
      <w:rPr>
        <w:rFonts w:ascii="Arial" w:hAnsi="Arial"/>
        <w:sz w:val="22"/>
      </w:rPr>
      <w:tblPr/>
      <w:tcPr>
        <w:shd w:val="clear" w:color="auto" w:fill="14143C" w:themeFill="accent1"/>
      </w:tcPr>
    </w:tblStylePr>
  </w:style>
  <w:style w:type="table" w:styleId="Lysskygge-markeringsfarve1">
    <w:name w:val="Light Shading Accent 1"/>
    <w:basedOn w:val="Tabel-Normal"/>
    <w:uiPriority w:val="60"/>
    <w:rsid w:val="00530A82"/>
    <w:pPr>
      <w:spacing w:line="240" w:lineRule="auto"/>
    </w:pPr>
    <w:rPr>
      <w:color w:val="0F0F2C" w:themeColor="accent1" w:themeShade="BF"/>
    </w:rPr>
    <w:tblPr>
      <w:tblStyleRowBandSize w:val="1"/>
      <w:tblStyleColBandSize w:val="1"/>
      <w:tblInd w:w="0" w:type="dxa"/>
      <w:tblBorders>
        <w:top w:val="single" w:sz="8" w:space="0" w:color="14143C" w:themeColor="accent1"/>
        <w:bottom w:val="single" w:sz="8" w:space="0" w:color="14143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paragraph" w:customStyle="1" w:styleId="Billedtekstnedre">
    <w:name w:val="Billedtekst nedre"/>
    <w:basedOn w:val="Normal"/>
    <w:next w:val="Normal"/>
    <w:uiPriority w:val="3"/>
    <w:qFormat/>
    <w:rsid w:val="00F45445"/>
    <w:pPr>
      <w:spacing w:before="57" w:line="150" w:lineRule="atLeast"/>
    </w:pPr>
    <w:rPr>
      <w:rFonts w:ascii="Arial" w:hAnsi="Arial"/>
      <w:color w:val="14143C"/>
      <w:sz w:val="12"/>
    </w:rPr>
  </w:style>
  <w:style w:type="paragraph" w:customStyle="1" w:styleId="Tabel-BrdtekstmedafstandptekstGaramond">
    <w:name w:val="Tabel - Brødtekst med afstand på tekst (Garamond)"/>
    <w:basedOn w:val="Tabel-BrdtekstArial"/>
    <w:qFormat/>
    <w:rsid w:val="00B5346F"/>
    <w:pPr>
      <w:spacing w:before="280" w:after="280"/>
    </w:pPr>
    <w:rPr>
      <w:rFonts w:ascii="Garamond" w:hAnsi="Garamond"/>
      <w:sz w:val="22"/>
    </w:rPr>
  </w:style>
  <w:style w:type="paragraph" w:customStyle="1" w:styleId="Tabel-BrdtekstGaramond">
    <w:name w:val="Tabel - Brødtekst (Garamond)"/>
    <w:basedOn w:val="Normal"/>
    <w:uiPriority w:val="11"/>
    <w:qFormat/>
    <w:rsid w:val="00C173F9"/>
    <w:pPr>
      <w:ind w:left="227" w:right="227"/>
      <w:contextualSpacing/>
    </w:pPr>
    <w:rPr>
      <w:rFonts w:ascii="Arial" w:hAnsi="Arial"/>
      <w:sz w:val="16"/>
    </w:rPr>
  </w:style>
  <w:style w:type="paragraph" w:customStyle="1" w:styleId="Udenorddeling">
    <w:name w:val="Uden_orddeling"/>
    <w:basedOn w:val="Normal"/>
    <w:link w:val="UdenorddelingTegn"/>
    <w:qFormat/>
    <w:rsid w:val="00DF0E45"/>
    <w:pPr>
      <w:framePr w:hSpace="142" w:wrap="around" w:vAnchor="page" w:hAnchor="page" w:x="9186" w:y="1645"/>
      <w:spacing w:after="130" w:line="276" w:lineRule="auto"/>
      <w:suppressOverlap/>
    </w:pPr>
    <w:rPr>
      <w:rFonts w:ascii="Calibri" w:eastAsia="Times New Roman" w:hAnsi="Calibri" w:cs="Calibri"/>
      <w:noProof/>
      <w:sz w:val="17"/>
      <w:szCs w:val="24"/>
      <w:lang w:eastAsia="da-DK"/>
    </w:rPr>
  </w:style>
  <w:style w:type="character" w:customStyle="1" w:styleId="UdenorddelingTegn">
    <w:name w:val="Uden_orddeling Tegn"/>
    <w:basedOn w:val="Standardskrifttypeiafsnit"/>
    <w:link w:val="Udenorddeling"/>
    <w:rsid w:val="00DF0E45"/>
    <w:rPr>
      <w:rFonts w:ascii="Calibri" w:eastAsia="Times New Roman" w:hAnsi="Calibri" w:cs="Calibri"/>
      <w:noProof/>
      <w:sz w:val="17"/>
      <w:szCs w:val="24"/>
      <w:lang w:eastAsia="da-DK"/>
    </w:rPr>
  </w:style>
  <w:style w:type="character" w:styleId="Kommentarhenvisning">
    <w:name w:val="annotation reference"/>
    <w:basedOn w:val="Standardskrifttypeiafsnit"/>
    <w:uiPriority w:val="99"/>
    <w:semiHidden/>
    <w:rsid w:val="008160BB"/>
    <w:rPr>
      <w:sz w:val="16"/>
      <w:szCs w:val="16"/>
    </w:rPr>
  </w:style>
  <w:style w:type="paragraph" w:styleId="Kommentartekst">
    <w:name w:val="annotation text"/>
    <w:basedOn w:val="Normal"/>
    <w:link w:val="KommentartekstTegn"/>
    <w:uiPriority w:val="99"/>
    <w:semiHidden/>
    <w:rsid w:val="008160BB"/>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8160BB"/>
    <w:rPr>
      <w:rFonts w:ascii="Garamond" w:hAnsi="Garamond"/>
      <w:sz w:val="20"/>
      <w:szCs w:val="20"/>
    </w:rPr>
  </w:style>
  <w:style w:type="paragraph" w:styleId="Kommentaremne">
    <w:name w:val="annotation subject"/>
    <w:basedOn w:val="Kommentartekst"/>
    <w:next w:val="Kommentartekst"/>
    <w:link w:val="KommentaremneTegn"/>
    <w:uiPriority w:val="99"/>
    <w:semiHidden/>
    <w:rsid w:val="008160BB"/>
    <w:rPr>
      <w:b/>
      <w:bCs/>
    </w:rPr>
  </w:style>
  <w:style w:type="character" w:customStyle="1" w:styleId="KommentaremneTegn">
    <w:name w:val="Kommentaremne Tegn"/>
    <w:basedOn w:val="KommentartekstTegn"/>
    <w:link w:val="Kommentaremne"/>
    <w:uiPriority w:val="99"/>
    <w:semiHidden/>
    <w:rsid w:val="008160BB"/>
    <w:rPr>
      <w:rFonts w:ascii="Garamond" w:hAnsi="Garamond"/>
      <w:b/>
      <w:bCs/>
      <w:sz w:val="20"/>
      <w:szCs w:val="20"/>
    </w:rPr>
  </w:style>
  <w:style w:type="paragraph" w:styleId="Listeafsnit">
    <w:name w:val="List Paragraph"/>
    <w:basedOn w:val="Normal"/>
    <w:uiPriority w:val="99"/>
    <w:semiHidden/>
    <w:qFormat/>
    <w:rsid w:val="00E541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040443">
      <w:bodyDiv w:val="1"/>
      <w:marLeft w:val="0"/>
      <w:marRight w:val="0"/>
      <w:marTop w:val="0"/>
      <w:marBottom w:val="0"/>
      <w:divBdr>
        <w:top w:val="none" w:sz="0" w:space="0" w:color="auto"/>
        <w:left w:val="none" w:sz="0" w:space="0" w:color="auto"/>
        <w:bottom w:val="none" w:sz="0" w:space="0" w:color="auto"/>
        <w:right w:val="none" w:sz="0" w:space="0" w:color="auto"/>
      </w:divBdr>
    </w:div>
    <w:div w:id="1122068080">
      <w:bodyDiv w:val="1"/>
      <w:marLeft w:val="0"/>
      <w:marRight w:val="0"/>
      <w:marTop w:val="0"/>
      <w:marBottom w:val="0"/>
      <w:divBdr>
        <w:top w:val="none" w:sz="0" w:space="0" w:color="auto"/>
        <w:left w:val="none" w:sz="0" w:space="0" w:color="auto"/>
        <w:bottom w:val="none" w:sz="0" w:space="0" w:color="auto"/>
        <w:right w:val="none" w:sz="0" w:space="0" w:color="auto"/>
      </w:divBdr>
    </w:div>
    <w:div w:id="1266380527">
      <w:bodyDiv w:val="1"/>
      <w:marLeft w:val="0"/>
      <w:marRight w:val="0"/>
      <w:marTop w:val="0"/>
      <w:marBottom w:val="0"/>
      <w:divBdr>
        <w:top w:val="none" w:sz="0" w:space="0" w:color="auto"/>
        <w:left w:val="none" w:sz="0" w:space="0" w:color="auto"/>
        <w:bottom w:val="none" w:sz="0" w:space="0" w:color="auto"/>
        <w:right w:val="none" w:sz="0" w:space="0" w:color="auto"/>
      </w:divBdr>
    </w:div>
    <w:div w:id="1399353899">
      <w:bodyDiv w:val="1"/>
      <w:marLeft w:val="0"/>
      <w:marRight w:val="0"/>
      <w:marTop w:val="0"/>
      <w:marBottom w:val="0"/>
      <w:divBdr>
        <w:top w:val="none" w:sz="0" w:space="0" w:color="auto"/>
        <w:left w:val="none" w:sz="0" w:space="0" w:color="auto"/>
        <w:bottom w:val="none" w:sz="0" w:space="0" w:color="auto"/>
        <w:right w:val="none" w:sz="0" w:space="0" w:color="auto"/>
      </w:divBdr>
    </w:div>
    <w:div w:id="1653484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19080\AppData\Roaming\Microsoft\Skabeloner\Skatteministeriet%20Grundskabelon.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102700AAA9243BFBFA7499DA621CF99"/>
        <w:category>
          <w:name w:val="Generelt"/>
          <w:gallery w:val="placeholder"/>
        </w:category>
        <w:types>
          <w:type w:val="bbPlcHdr"/>
        </w:types>
        <w:behaviors>
          <w:behavior w:val="content"/>
        </w:behaviors>
        <w:guid w:val="{711539F6-B683-43E4-85AF-AE5670614F5E}"/>
      </w:docPartPr>
      <w:docPartBody>
        <w:p w:rsidR="007752DF" w:rsidRDefault="006D2201" w:rsidP="006D2201">
          <w:pPr>
            <w:pStyle w:val="1102700AAA9243BFBFA7499DA621CF991"/>
          </w:pPr>
          <w:r>
            <w:rPr>
              <w:rStyle w:val="Pladsholdertekst"/>
            </w:rPr>
            <w:t>Klik og vælg dato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sDel="0" w:formatting="0"/>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E27"/>
    <w:rsid w:val="000C778A"/>
    <w:rsid w:val="000E2E27"/>
    <w:rsid w:val="001919D7"/>
    <w:rsid w:val="001B697B"/>
    <w:rsid w:val="001C729D"/>
    <w:rsid w:val="001F06EB"/>
    <w:rsid w:val="00266FDD"/>
    <w:rsid w:val="002B55D2"/>
    <w:rsid w:val="003531BE"/>
    <w:rsid w:val="00491717"/>
    <w:rsid w:val="006D2201"/>
    <w:rsid w:val="007752DF"/>
    <w:rsid w:val="00795A2C"/>
    <w:rsid w:val="007B5A3D"/>
    <w:rsid w:val="00804186"/>
    <w:rsid w:val="0081364C"/>
    <w:rsid w:val="00825E03"/>
    <w:rsid w:val="008D5AC7"/>
    <w:rsid w:val="00C1191D"/>
    <w:rsid w:val="00C67D25"/>
    <w:rsid w:val="00DA6071"/>
    <w:rsid w:val="00E11833"/>
    <w:rsid w:val="00EB0B7B"/>
    <w:rsid w:val="00EC1A6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1C729D"/>
  </w:style>
  <w:style w:type="paragraph" w:customStyle="1" w:styleId="8A9631ABA9374F00B29A8A676D7EA1C2">
    <w:name w:val="8A9631ABA9374F00B29A8A676D7EA1C2"/>
    <w:rsid w:val="000E2E27"/>
  </w:style>
  <w:style w:type="paragraph" w:customStyle="1" w:styleId="1102700AAA9243BFBFA7499DA621CF99">
    <w:name w:val="1102700AAA9243BFBFA7499DA621CF99"/>
    <w:rsid w:val="002B55D2"/>
  </w:style>
  <w:style w:type="paragraph" w:customStyle="1" w:styleId="9B624697CB6342D0B3824363A62F23F9">
    <w:name w:val="9B624697CB6342D0B3824363A62F23F9"/>
    <w:rsid w:val="006D2201"/>
  </w:style>
  <w:style w:type="paragraph" w:customStyle="1" w:styleId="1102700AAA9243BFBFA7499DA621CF991">
    <w:name w:val="1102700AAA9243BFBFA7499DA621CF991"/>
    <w:rsid w:val="006D2201"/>
    <w:pPr>
      <w:spacing w:after="0" w:line="220" w:lineRule="exact"/>
    </w:pPr>
    <w:rPr>
      <w:rFonts w:ascii="Arial" w:eastAsiaTheme="minorHAnsi" w:hAnsi="Arial"/>
      <w:noProof/>
      <w:color w:val="14143C"/>
      <w:spacing w:val="5"/>
      <w:sz w:val="14"/>
      <w:szCs w:val="18"/>
      <w:lang w:eastAsia="en-US"/>
    </w:rPr>
  </w:style>
  <w:style w:type="paragraph" w:customStyle="1" w:styleId="9B624697CB6342D0B3824363A62F23F91">
    <w:name w:val="9B624697CB6342D0B3824363A62F23F91"/>
    <w:rsid w:val="006D2201"/>
    <w:pPr>
      <w:spacing w:after="0" w:line="280" w:lineRule="atLeast"/>
    </w:pPr>
    <w:rPr>
      <w:rFonts w:ascii="Garamond" w:eastAsiaTheme="minorHAnsi" w:hAnsi="Garamond"/>
      <w:szCs w:val="18"/>
      <w:lang w:eastAsia="en-US"/>
    </w:rPr>
  </w:style>
  <w:style w:type="paragraph" w:customStyle="1" w:styleId="56E19A9A13AD4F0E97DF33B7C20F73D6">
    <w:name w:val="56E19A9A13AD4F0E97DF33B7C20F73D6"/>
    <w:rsid w:val="00EC1A68"/>
  </w:style>
  <w:style w:type="paragraph" w:customStyle="1" w:styleId="CD131A304EC146C9A8EEBB78B9564B56">
    <w:name w:val="CD131A304EC146C9A8EEBB78B9564B56"/>
    <w:rsid w:val="00EC1A68"/>
  </w:style>
  <w:style w:type="paragraph" w:customStyle="1" w:styleId="1E2CA45C219D4104A613B99F54C69A42">
    <w:name w:val="1E2CA45C219D4104A613B99F54C69A42"/>
    <w:rsid w:val="00EC1A68"/>
  </w:style>
  <w:style w:type="paragraph" w:customStyle="1" w:styleId="797ABB5B8C2049BDBA7B16C20687CDE3">
    <w:name w:val="797ABB5B8C2049BDBA7B16C20687CDE3"/>
    <w:rsid w:val="001C729D"/>
  </w:style>
  <w:style w:type="paragraph" w:customStyle="1" w:styleId="D37D6FCCA7794345802D61BCC8506938">
    <w:name w:val="D37D6FCCA7794345802D61BCC8506938"/>
    <w:rsid w:val="001C729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1C729D"/>
  </w:style>
  <w:style w:type="paragraph" w:customStyle="1" w:styleId="8A9631ABA9374F00B29A8A676D7EA1C2">
    <w:name w:val="8A9631ABA9374F00B29A8A676D7EA1C2"/>
    <w:rsid w:val="000E2E27"/>
  </w:style>
  <w:style w:type="paragraph" w:customStyle="1" w:styleId="1102700AAA9243BFBFA7499DA621CF99">
    <w:name w:val="1102700AAA9243BFBFA7499DA621CF99"/>
    <w:rsid w:val="002B55D2"/>
  </w:style>
  <w:style w:type="paragraph" w:customStyle="1" w:styleId="9B624697CB6342D0B3824363A62F23F9">
    <w:name w:val="9B624697CB6342D0B3824363A62F23F9"/>
    <w:rsid w:val="006D2201"/>
  </w:style>
  <w:style w:type="paragraph" w:customStyle="1" w:styleId="1102700AAA9243BFBFA7499DA621CF991">
    <w:name w:val="1102700AAA9243BFBFA7499DA621CF991"/>
    <w:rsid w:val="006D2201"/>
    <w:pPr>
      <w:spacing w:after="0" w:line="220" w:lineRule="exact"/>
    </w:pPr>
    <w:rPr>
      <w:rFonts w:ascii="Arial" w:eastAsiaTheme="minorHAnsi" w:hAnsi="Arial"/>
      <w:noProof/>
      <w:color w:val="14143C"/>
      <w:spacing w:val="5"/>
      <w:sz w:val="14"/>
      <w:szCs w:val="18"/>
      <w:lang w:eastAsia="en-US"/>
    </w:rPr>
  </w:style>
  <w:style w:type="paragraph" w:customStyle="1" w:styleId="9B624697CB6342D0B3824363A62F23F91">
    <w:name w:val="9B624697CB6342D0B3824363A62F23F91"/>
    <w:rsid w:val="006D2201"/>
    <w:pPr>
      <w:spacing w:after="0" w:line="280" w:lineRule="atLeast"/>
    </w:pPr>
    <w:rPr>
      <w:rFonts w:ascii="Garamond" w:eastAsiaTheme="minorHAnsi" w:hAnsi="Garamond"/>
      <w:szCs w:val="18"/>
      <w:lang w:eastAsia="en-US"/>
    </w:rPr>
  </w:style>
  <w:style w:type="paragraph" w:customStyle="1" w:styleId="56E19A9A13AD4F0E97DF33B7C20F73D6">
    <w:name w:val="56E19A9A13AD4F0E97DF33B7C20F73D6"/>
    <w:rsid w:val="00EC1A68"/>
  </w:style>
  <w:style w:type="paragraph" w:customStyle="1" w:styleId="CD131A304EC146C9A8EEBB78B9564B56">
    <w:name w:val="CD131A304EC146C9A8EEBB78B9564B56"/>
    <w:rsid w:val="00EC1A68"/>
  </w:style>
  <w:style w:type="paragraph" w:customStyle="1" w:styleId="1E2CA45C219D4104A613B99F54C69A42">
    <w:name w:val="1E2CA45C219D4104A613B99F54C69A42"/>
    <w:rsid w:val="00EC1A68"/>
  </w:style>
  <w:style w:type="paragraph" w:customStyle="1" w:styleId="797ABB5B8C2049BDBA7B16C20687CDE3">
    <w:name w:val="797ABB5B8C2049BDBA7B16C20687CDE3"/>
    <w:rsid w:val="001C729D"/>
  </w:style>
  <w:style w:type="paragraph" w:customStyle="1" w:styleId="D37D6FCCA7794345802D61BCC8506938">
    <w:name w:val="D37D6FCCA7794345802D61BCC8506938"/>
    <w:rsid w:val="001C72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katteministeriet">
      <a:dk1>
        <a:sysClr val="windowText" lastClr="000000"/>
      </a:dk1>
      <a:lt1>
        <a:sysClr val="window" lastClr="FFFFFF"/>
      </a:lt1>
      <a:dk2>
        <a:srgbClr val="7D7D7D"/>
      </a:dk2>
      <a:lt2>
        <a:srgbClr val="FAF9F9"/>
      </a:lt2>
      <a:accent1>
        <a:srgbClr val="14143C"/>
      </a:accent1>
      <a:accent2>
        <a:srgbClr val="72728A"/>
      </a:accent2>
      <a:accent3>
        <a:srgbClr val="D1C5C3"/>
      </a:accent3>
      <a:accent4>
        <a:srgbClr val="E3DCDB"/>
      </a:accent4>
      <a:accent5>
        <a:srgbClr val="B1DACA"/>
      </a:accent5>
      <a:accent6>
        <a:srgbClr val="D0E9D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E5E7DA-2749-4489-89A0-438A3583E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Skatteministeriet Grundskabelon</Template>
  <TotalTime>0</TotalTime>
  <Pages>47</Pages>
  <Words>13473</Words>
  <Characters>82190</Characters>
  <Application>Microsoft Office Word</Application>
  <DocSecurity>0</DocSecurity>
  <Lines>684</Lines>
  <Paragraphs>190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95473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2014-08-28T08:59:00Z</dcterms:created>
  <dcterms:modified xsi:type="dcterms:W3CDTF">2014-10-03T06:59:00Z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by">
    <vt:lpwstr>www.skabelondesign.dk</vt:lpwstr>
  </property>
  <property fmtid="{D5CDD505-2E9C-101B-9397-08002B2CF9AE}" pid="3" name="title">
    <vt:lpwstr>Høringsskema (DOK58564792)</vt:lpwstr>
  </property>
  <property fmtid="{D5CDD505-2E9C-101B-9397-08002B2CF9AE}" pid="4" name="path">
    <vt:lpwstr>C:\Users\w07365\AppData\Local\Temp\SJ20141003065832505 [DOK58564792].DOCX</vt:lpwstr>
  </property>
  <property fmtid="{D5CDD505-2E9C-101B-9397-08002B2CF9AE}" pid="5" name="command">
    <vt:lpwstr/>
  </property>
</Properties>
</file>